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0E1A8" w14:textId="77777777" w:rsidR="004C532E" w:rsidRDefault="005C4E9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935E36" wp14:editId="2792264B">
                <wp:simplePos x="0" y="0"/>
                <wp:positionH relativeFrom="column">
                  <wp:posOffset>26788</wp:posOffset>
                </wp:positionH>
                <wp:positionV relativeFrom="paragraph">
                  <wp:posOffset>6004166</wp:posOffset>
                </wp:positionV>
                <wp:extent cx="819302" cy="285293"/>
                <wp:effectExtent l="267017" t="0" r="267018" b="317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67106">
                          <a:off x="0" y="0"/>
                          <a:ext cx="819302" cy="2852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2363C9" w14:textId="77777777" w:rsidR="005C4E94" w:rsidRPr="005C4E94" w:rsidRDefault="005C4E94" w:rsidP="005C4E9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5C4E94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SFIDA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35E36"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margin-left:2.1pt;margin-top:472.75pt;width:64.5pt;height:22.45pt;rotation:-2985049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" filled="f" strokeweight=".5pt">
                <v:textbox>
                  <w:txbxContent>
                    <w:p w14:paraId="382363C9" w14:textId="77777777" w:rsidR="005C4E94" w:rsidRPr="005C4E94" w:rsidRDefault="005C4E94" w:rsidP="005C4E9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5C4E94">
                        <w:rPr>
                          <w:rFonts w:ascii="Times New Roman" w:hAnsi="Times New Roman" w:cs="Times New Roman"/>
                          <w:sz w:val="32"/>
                        </w:rPr>
                        <w:t>SFIDA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D3DB92" wp14:editId="569B3F16">
                <wp:simplePos x="0" y="0"/>
                <wp:positionH relativeFrom="column">
                  <wp:posOffset>4010977</wp:posOffset>
                </wp:positionH>
                <wp:positionV relativeFrom="paragraph">
                  <wp:posOffset>3174505</wp:posOffset>
                </wp:positionV>
                <wp:extent cx="819302" cy="285293"/>
                <wp:effectExtent l="267017" t="0" r="267018" b="317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67106">
                          <a:off x="0" y="0"/>
                          <a:ext cx="819302" cy="2852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1AEC5F" w14:textId="77777777" w:rsidR="005C4E94" w:rsidRPr="005C4E94" w:rsidRDefault="005C4E94" w:rsidP="005C4E9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5C4E94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SFIDA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3DB92" id="Casella di testo 27" o:spid="_x0000_s1027" type="#_x0000_t202" style="position:absolute;margin-left:315.8pt;margin-top:249.95pt;width:64.5pt;height:22.45pt;rotation:-298504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" filled="f" strokeweight=".5pt">
                <v:textbox>
                  <w:txbxContent>
                    <w:p w14:paraId="6A1AEC5F" w14:textId="77777777" w:rsidR="005C4E94" w:rsidRPr="005C4E94" w:rsidRDefault="005C4E94" w:rsidP="005C4E9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5C4E94">
                        <w:rPr>
                          <w:rFonts w:ascii="Times New Roman" w:hAnsi="Times New Roman" w:cs="Times New Roman"/>
                          <w:sz w:val="32"/>
                        </w:rPr>
                        <w:t>SFIDA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02109" wp14:editId="77901B47">
                <wp:simplePos x="0" y="0"/>
                <wp:positionH relativeFrom="column">
                  <wp:posOffset>5027715</wp:posOffset>
                </wp:positionH>
                <wp:positionV relativeFrom="paragraph">
                  <wp:posOffset>5025860</wp:posOffset>
                </wp:positionV>
                <wp:extent cx="819302" cy="285293"/>
                <wp:effectExtent l="267017" t="0" r="267018" b="317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67106">
                          <a:off x="0" y="0"/>
                          <a:ext cx="819302" cy="2852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1E9229" w14:textId="77777777" w:rsidR="005C4E94" w:rsidRPr="005C4E94" w:rsidRDefault="005C4E94" w:rsidP="005C4E9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5C4E94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SFIDA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02109" id="Casella di testo 26" o:spid="_x0000_s1028" type="#_x0000_t202" style="position:absolute;margin-left:395.9pt;margin-top:395.75pt;width:64.5pt;height:22.45pt;rotation:-298504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" filled="f" strokeweight=".5pt">
                <v:textbox>
                  <w:txbxContent>
                    <w:p w14:paraId="3D1E9229" w14:textId="77777777" w:rsidR="005C4E94" w:rsidRPr="005C4E94" w:rsidRDefault="005C4E94" w:rsidP="005C4E9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5C4E94">
                        <w:rPr>
                          <w:rFonts w:ascii="Times New Roman" w:hAnsi="Times New Roman" w:cs="Times New Roman"/>
                          <w:sz w:val="32"/>
                        </w:rPr>
                        <w:t>SFIDA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7357CB" wp14:editId="59FC0141">
                <wp:simplePos x="0" y="0"/>
                <wp:positionH relativeFrom="column">
                  <wp:posOffset>4011004</wp:posOffset>
                </wp:positionH>
                <wp:positionV relativeFrom="paragraph">
                  <wp:posOffset>1256423</wp:posOffset>
                </wp:positionV>
                <wp:extent cx="819302" cy="285293"/>
                <wp:effectExtent l="267017" t="0" r="267018" b="317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67106">
                          <a:off x="0" y="0"/>
                          <a:ext cx="819302" cy="2852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96B117" w14:textId="77777777" w:rsidR="005C4E94" w:rsidRPr="005C4E94" w:rsidRDefault="005C4E94" w:rsidP="005C4E9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5C4E94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SFIDA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357CB" id="Casella di testo 28" o:spid="_x0000_s1029" type="#_x0000_t202" style="position:absolute;margin-left:315.85pt;margin-top:98.95pt;width:64.5pt;height:22.45pt;rotation:-298504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" filled="f" strokeweight=".5pt">
                <v:textbox>
                  <w:txbxContent>
                    <w:p w14:paraId="3E96B117" w14:textId="77777777" w:rsidR="005C4E94" w:rsidRPr="005C4E94" w:rsidRDefault="005C4E94" w:rsidP="005C4E9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5C4E94">
                        <w:rPr>
                          <w:rFonts w:ascii="Times New Roman" w:hAnsi="Times New Roman" w:cs="Times New Roman"/>
                          <w:sz w:val="32"/>
                        </w:rPr>
                        <w:t>SFIDA</w:t>
                      </w:r>
                    </w:p>
                  </w:txbxContent>
                </v:textbox>
              </v:shape>
            </w:pict>
          </mc:Fallback>
        </mc:AlternateContent>
      </w:r>
      <w:r w:rsidR="00FD20E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C8F3DB" wp14:editId="3F3FD8D9">
                <wp:simplePos x="0" y="0"/>
                <wp:positionH relativeFrom="column">
                  <wp:posOffset>-71451</wp:posOffset>
                </wp:positionH>
                <wp:positionV relativeFrom="paragraph">
                  <wp:posOffset>946094</wp:posOffset>
                </wp:positionV>
                <wp:extent cx="996950" cy="946150"/>
                <wp:effectExtent l="0" t="0" r="12700" b="25400"/>
                <wp:wrapNone/>
                <wp:docPr id="24" name="Rettango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9BAD5" id="Rettangolo 24" o:spid="_x0000_s1026" style="position:absolute;margin-left:-5.65pt;margin-top:74.5pt;width:78.5pt;height:74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" fillcolor="red" strokecolor="black [3213]" strokeweight="1pt"/>
            </w:pict>
          </mc:Fallback>
        </mc:AlternateContent>
      </w:r>
      <w:r w:rsidR="00FD20E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6ED0D4" wp14:editId="294E203F">
                <wp:simplePos x="0" y="0"/>
                <wp:positionH relativeFrom="column">
                  <wp:posOffset>-71755</wp:posOffset>
                </wp:positionH>
                <wp:positionV relativeFrom="paragraph">
                  <wp:posOffset>1891665</wp:posOffset>
                </wp:positionV>
                <wp:extent cx="996950" cy="946150"/>
                <wp:effectExtent l="0" t="0" r="12700" b="25400"/>
                <wp:wrapNone/>
                <wp:docPr id="23" name="Rettango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893C4" id="Rettangolo 23" o:spid="_x0000_s1026" style="position:absolute;margin-left:-5.65pt;margin-top:148.95pt;width:78.5pt;height:74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" fillcolor="red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37D273" wp14:editId="39915D25">
                <wp:simplePos x="0" y="0"/>
                <wp:positionH relativeFrom="column">
                  <wp:posOffset>-66040</wp:posOffset>
                </wp:positionH>
                <wp:positionV relativeFrom="paragraph">
                  <wp:posOffset>2840355</wp:posOffset>
                </wp:positionV>
                <wp:extent cx="996950" cy="946150"/>
                <wp:effectExtent l="0" t="0" r="12700" b="25400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C8FB0" id="Rettangolo 22" o:spid="_x0000_s1026" style="position:absolute;margin-left:-5.2pt;margin-top:223.65pt;width:78.5pt;height:74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AF2657" wp14:editId="125E9F8A">
                <wp:simplePos x="0" y="0"/>
                <wp:positionH relativeFrom="column">
                  <wp:posOffset>-66040</wp:posOffset>
                </wp:positionH>
                <wp:positionV relativeFrom="paragraph">
                  <wp:posOffset>3786505</wp:posOffset>
                </wp:positionV>
                <wp:extent cx="996950" cy="946150"/>
                <wp:effectExtent l="0" t="0" r="12700" b="25400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DCBD5" id="Rettangolo 21" o:spid="_x0000_s1026" style="position:absolute;margin-left:-5.2pt;margin-top:298.15pt;width:78.5pt;height:74.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" fillcolor="#00b050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1B32FE" wp14:editId="55802D83">
                <wp:simplePos x="0" y="0"/>
                <wp:positionH relativeFrom="column">
                  <wp:posOffset>-66040</wp:posOffset>
                </wp:positionH>
                <wp:positionV relativeFrom="paragraph">
                  <wp:posOffset>4732655</wp:posOffset>
                </wp:positionV>
                <wp:extent cx="996950" cy="946150"/>
                <wp:effectExtent l="0" t="0" r="12700" b="25400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10D2E" id="Rettangolo 20" o:spid="_x0000_s1026" style="position:absolute;margin-left:-5.2pt;margin-top:372.65pt;width:78.5pt;height:74.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" fillcolor="red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15EE25E" wp14:editId="201EF995">
                <wp:simplePos x="0" y="0"/>
                <wp:positionH relativeFrom="column">
                  <wp:posOffset>-66040</wp:posOffset>
                </wp:positionH>
                <wp:positionV relativeFrom="paragraph">
                  <wp:posOffset>5678805</wp:posOffset>
                </wp:positionV>
                <wp:extent cx="996950" cy="946150"/>
                <wp:effectExtent l="0" t="0" r="12700" b="2540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3BC8D" id="Rettangolo 19" o:spid="_x0000_s1026" style="position:absolute;margin-left:-5.2pt;margin-top:447.15pt;width:78.5pt;height:74.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F597CE7" wp14:editId="07199778">
                <wp:simplePos x="0" y="0"/>
                <wp:positionH relativeFrom="column">
                  <wp:posOffset>-66040</wp:posOffset>
                </wp:positionH>
                <wp:positionV relativeFrom="paragraph">
                  <wp:posOffset>6624955</wp:posOffset>
                </wp:positionV>
                <wp:extent cx="996950" cy="946150"/>
                <wp:effectExtent l="0" t="0" r="12700" b="25400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8E750" id="Rettangolo 18" o:spid="_x0000_s1026" style="position:absolute;margin-left:-5.2pt;margin-top:521.65pt;width:78.5pt;height:74.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D47922" wp14:editId="21380371">
                <wp:simplePos x="0" y="0"/>
                <wp:positionH relativeFrom="column">
                  <wp:posOffset>930910</wp:posOffset>
                </wp:positionH>
                <wp:positionV relativeFrom="paragraph">
                  <wp:posOffset>6624955</wp:posOffset>
                </wp:positionV>
                <wp:extent cx="996950" cy="946150"/>
                <wp:effectExtent l="0" t="0" r="12700" b="2540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BE42D" id="Rettangolo 17" o:spid="_x0000_s1026" style="position:absolute;margin-left:73.3pt;margin-top:521.65pt;width:78.5pt;height:74.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CE8C3B7" wp14:editId="08A93021">
                <wp:simplePos x="0" y="0"/>
                <wp:positionH relativeFrom="column">
                  <wp:posOffset>1927860</wp:posOffset>
                </wp:positionH>
                <wp:positionV relativeFrom="paragraph">
                  <wp:posOffset>6624955</wp:posOffset>
                </wp:positionV>
                <wp:extent cx="996950" cy="946150"/>
                <wp:effectExtent l="0" t="0" r="12700" b="2540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7DE85" id="Rettangolo 16" o:spid="_x0000_s1026" style="position:absolute;margin-left:151.8pt;margin-top:521.65pt;width:78.5pt;height:74.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" fillcolor="#00b050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DA82426" wp14:editId="167FAE8F">
                <wp:simplePos x="0" y="0"/>
                <wp:positionH relativeFrom="column">
                  <wp:posOffset>2927350</wp:posOffset>
                </wp:positionH>
                <wp:positionV relativeFrom="paragraph">
                  <wp:posOffset>6623050</wp:posOffset>
                </wp:positionV>
                <wp:extent cx="996950" cy="946150"/>
                <wp:effectExtent l="0" t="0" r="12700" b="2540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51850" id="Rettangolo 15" o:spid="_x0000_s1026" style="position:absolute;margin-left:230.5pt;margin-top:521.5pt;width:78.5pt;height:74.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B5854E1" wp14:editId="46BD06AB">
                <wp:simplePos x="0" y="0"/>
                <wp:positionH relativeFrom="column">
                  <wp:posOffset>3921760</wp:posOffset>
                </wp:positionH>
                <wp:positionV relativeFrom="paragraph">
                  <wp:posOffset>6624955</wp:posOffset>
                </wp:positionV>
                <wp:extent cx="996950" cy="946150"/>
                <wp:effectExtent l="0" t="0" r="12700" b="2540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CBDE9" id="Rettangolo 14" o:spid="_x0000_s1026" style="position:absolute;margin-left:308.8pt;margin-top:521.65pt;width:78.5pt;height:74.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CB59A2C" wp14:editId="3DE871D6">
                <wp:simplePos x="0" y="0"/>
                <wp:positionH relativeFrom="column">
                  <wp:posOffset>4921250</wp:posOffset>
                </wp:positionH>
                <wp:positionV relativeFrom="paragraph">
                  <wp:posOffset>6623050</wp:posOffset>
                </wp:positionV>
                <wp:extent cx="996950" cy="946150"/>
                <wp:effectExtent l="0" t="0" r="12700" b="2540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9FC64" id="Rettangolo 13" o:spid="_x0000_s1026" style="position:absolute;margin-left:387.5pt;margin-top:521.5pt;width:78.5pt;height:74.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" fillcolor="red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963EF25" wp14:editId="29DA0E19">
                <wp:simplePos x="0" y="0"/>
                <wp:positionH relativeFrom="column">
                  <wp:posOffset>4918710</wp:posOffset>
                </wp:positionH>
                <wp:positionV relativeFrom="paragraph">
                  <wp:posOffset>5678805</wp:posOffset>
                </wp:positionV>
                <wp:extent cx="996950" cy="946150"/>
                <wp:effectExtent l="0" t="0" r="12700" b="2540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25C4A" id="Rettangolo 12" o:spid="_x0000_s1026" style="position:absolute;margin-left:387.3pt;margin-top:447.15pt;width:78.5pt;height:74.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D5B9CA4" wp14:editId="2E9504F7">
                <wp:simplePos x="0" y="0"/>
                <wp:positionH relativeFrom="column">
                  <wp:posOffset>4918710</wp:posOffset>
                </wp:positionH>
                <wp:positionV relativeFrom="paragraph">
                  <wp:posOffset>4732655</wp:posOffset>
                </wp:positionV>
                <wp:extent cx="996950" cy="946150"/>
                <wp:effectExtent l="0" t="0" r="12700" b="2540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2C5CB" id="Rettangolo 11" o:spid="_x0000_s1026" style="position:absolute;margin-left:387.3pt;margin-top:372.65pt;width:78.5pt;height:74.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5EC32DA" wp14:editId="716794BB">
                <wp:simplePos x="0" y="0"/>
                <wp:positionH relativeFrom="column">
                  <wp:posOffset>4921250</wp:posOffset>
                </wp:positionH>
                <wp:positionV relativeFrom="paragraph">
                  <wp:posOffset>3784600</wp:posOffset>
                </wp:positionV>
                <wp:extent cx="996950" cy="946150"/>
                <wp:effectExtent l="0" t="0" r="12700" b="2540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0B230" id="Rettangolo 10" o:spid="_x0000_s1026" style="position:absolute;margin-left:387.5pt;margin-top:298pt;width:78.5pt;height:74.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DC1CB56" wp14:editId="7EA27064">
                <wp:simplePos x="0" y="0"/>
                <wp:positionH relativeFrom="column">
                  <wp:posOffset>3921760</wp:posOffset>
                </wp:positionH>
                <wp:positionV relativeFrom="paragraph">
                  <wp:posOffset>3786505</wp:posOffset>
                </wp:positionV>
                <wp:extent cx="996950" cy="946150"/>
                <wp:effectExtent l="0" t="0" r="12700" b="2540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37A7B" id="Rettangolo 9" o:spid="_x0000_s1026" style="position:absolute;margin-left:308.8pt;margin-top:298.15pt;width:78.5pt;height:74.5p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" fillcolor="#00b050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8BE977A" wp14:editId="02C5F393">
                <wp:simplePos x="0" y="0"/>
                <wp:positionH relativeFrom="column">
                  <wp:posOffset>3924300</wp:posOffset>
                </wp:positionH>
                <wp:positionV relativeFrom="paragraph">
                  <wp:posOffset>2838450</wp:posOffset>
                </wp:positionV>
                <wp:extent cx="996950" cy="946150"/>
                <wp:effectExtent l="0" t="0" r="12700" b="2540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93370" id="Rettangolo 8" o:spid="_x0000_s1026" style="position:absolute;margin-left:309pt;margin-top:223.5pt;width:78.5pt;height:74.5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" fillcolor="red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F1DF01E" wp14:editId="3A91A510">
                <wp:simplePos x="0" y="0"/>
                <wp:positionH relativeFrom="column">
                  <wp:posOffset>3924300</wp:posOffset>
                </wp:positionH>
                <wp:positionV relativeFrom="paragraph">
                  <wp:posOffset>1892300</wp:posOffset>
                </wp:positionV>
                <wp:extent cx="996950" cy="946150"/>
                <wp:effectExtent l="0" t="0" r="12700" b="2540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80EB8" id="Rettangolo 7" o:spid="_x0000_s1026" style="position:absolute;margin-left:309pt;margin-top:149pt;width:78.5pt;height:74.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0763274" wp14:editId="517A453C">
                <wp:simplePos x="0" y="0"/>
                <wp:positionH relativeFrom="column">
                  <wp:posOffset>3924300</wp:posOffset>
                </wp:positionH>
                <wp:positionV relativeFrom="paragraph">
                  <wp:posOffset>946150</wp:posOffset>
                </wp:positionV>
                <wp:extent cx="996950" cy="946150"/>
                <wp:effectExtent l="0" t="0" r="12700" b="254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F50F" id="Rettangolo 6" o:spid="_x0000_s1026" style="position:absolute;margin-left:309pt;margin-top:74.5pt;width:78.5pt;height:74.5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" fillcolor="#00b050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ABEF85F" wp14:editId="6B4B3731">
                <wp:simplePos x="0" y="0"/>
                <wp:positionH relativeFrom="column">
                  <wp:posOffset>3924300</wp:posOffset>
                </wp:positionH>
                <wp:positionV relativeFrom="paragraph">
                  <wp:posOffset>0</wp:posOffset>
                </wp:positionV>
                <wp:extent cx="996950" cy="946150"/>
                <wp:effectExtent l="0" t="0" r="12700" b="2540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45A99" id="Rettangolo 5" o:spid="_x0000_s1026" style="position:absolute;margin-left:309pt;margin-top:0;width:78.5pt;height:74.5p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" fillcolor="red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F91351B" wp14:editId="40AF32A3">
                <wp:simplePos x="0" y="0"/>
                <wp:positionH relativeFrom="column">
                  <wp:posOffset>2927350</wp:posOffset>
                </wp:positionH>
                <wp:positionV relativeFrom="paragraph">
                  <wp:posOffset>0</wp:posOffset>
                </wp:positionV>
                <wp:extent cx="996950" cy="946150"/>
                <wp:effectExtent l="0" t="0" r="12700" b="2540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36568" id="Rettangolo 4" o:spid="_x0000_s1026" style="position:absolute;margin-left:230.5pt;margin-top:0;width:78.5pt;height:74.5pt;z-index: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C366B49" wp14:editId="6EBEA1B7">
                <wp:simplePos x="0" y="0"/>
                <wp:positionH relativeFrom="column">
                  <wp:posOffset>1930400</wp:posOffset>
                </wp:positionH>
                <wp:positionV relativeFrom="paragraph">
                  <wp:posOffset>0</wp:posOffset>
                </wp:positionV>
                <wp:extent cx="996950" cy="946150"/>
                <wp:effectExtent l="0" t="0" r="12700" b="254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19847" id="Rettangolo 3" o:spid="_x0000_s1026" style="position:absolute;margin-left:152pt;margin-top:0;width:78.5pt;height:74.5pt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" fillcolor="red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24ECD49" wp14:editId="44264143">
                <wp:simplePos x="0" y="0"/>
                <wp:positionH relativeFrom="column">
                  <wp:posOffset>930910</wp:posOffset>
                </wp:positionH>
                <wp:positionV relativeFrom="paragraph">
                  <wp:posOffset>1905</wp:posOffset>
                </wp:positionV>
                <wp:extent cx="996950" cy="946150"/>
                <wp:effectExtent l="0" t="0" r="12700" b="2540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C5927" id="Rettangolo 2" o:spid="_x0000_s1026" style="position:absolute;margin-left:73.3pt;margin-top:.15pt;width:78.5pt;height:74.5pt;z-index: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" fillcolor="#5b9bd5 [3204]" strokecolor="black [3213]" strokeweight="1pt"/>
            </w:pict>
          </mc:Fallback>
        </mc:AlternateContent>
      </w:r>
      <w:r w:rsidR="00DC2D1D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AA275B8" wp14:editId="158AC72C">
                <wp:simplePos x="0" y="0"/>
                <wp:positionH relativeFrom="column">
                  <wp:posOffset>-66040</wp:posOffset>
                </wp:positionH>
                <wp:positionV relativeFrom="paragraph">
                  <wp:posOffset>1905</wp:posOffset>
                </wp:positionV>
                <wp:extent cx="996950" cy="946150"/>
                <wp:effectExtent l="0" t="0" r="12700" b="2540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46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355D5" w14:textId="77777777" w:rsidR="00DC2D1D" w:rsidRPr="00DC2D1D" w:rsidRDefault="00094F14" w:rsidP="00DC2D1D">
                            <w:pPr>
                              <w:jc w:val="center"/>
                              <w:rPr>
                                <w:color w:val="FFC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0EA416" wp14:editId="2AB9DB8D">
                                  <wp:extent cx="683260" cy="720090"/>
                                  <wp:effectExtent l="0" t="0" r="2540" b="3810"/>
                                  <wp:docPr id="25" name="Immagine 25" descr="\\dfa.profile.supsi.ch\dfa_users\michele.canducci\Desktop\casa_1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Immagine 25" descr="\\dfa.profile.supsi.ch\dfa_users\michele.canducci\Desktop\casa_1.gif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260" cy="720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275B8" id="Rettangolo 1" o:spid="_x0000_s1030" style="position:absolute;margin-left:-5.2pt;margin-top:.15pt;width:78.5pt;height:74.5pt;z-index: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" fillcolor="#ed7d31 [3205]" strokecolor="black [3213]" strokeweight="1pt">
                <v:textbox>
                  <w:txbxContent>
                    <w:p w14:paraId="509355D5" w14:textId="77777777" w:rsidR="00DC2D1D" w:rsidRPr="00DC2D1D" w:rsidRDefault="00094F14" w:rsidP="00DC2D1D">
                      <w:pPr>
                        <w:jc w:val="center"/>
                        <w:rPr>
                          <w:color w:val="FFC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0EA416" wp14:editId="2AB9DB8D">
                            <wp:extent cx="683260" cy="720090"/>
                            <wp:effectExtent l="0" t="0" r="2540" b="3810"/>
                            <wp:docPr id="25" name="Immagine 25" descr="\\dfa.profile.supsi.ch\dfa_users\michele.canducci\Desktop\casa_1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Immagine 25" descr="\\dfa.profile.supsi.ch\dfa_users\michele.canducci\Desktop\casa_1.gif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260" cy="720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55ADB9C1" w14:textId="77777777" w:rsidR="004C532E" w:rsidRPr="004C532E" w:rsidRDefault="004C532E" w:rsidP="004C532E"/>
    <w:p w14:paraId="04BC0526" w14:textId="77777777" w:rsidR="004C532E" w:rsidRPr="004C532E" w:rsidRDefault="004C532E" w:rsidP="004C532E"/>
    <w:p w14:paraId="3C1E22BA" w14:textId="77777777" w:rsidR="004C532E" w:rsidRPr="004C532E" w:rsidRDefault="004C532E" w:rsidP="004C532E"/>
    <w:p w14:paraId="6B26FB94" w14:textId="77777777" w:rsidR="004C532E" w:rsidRPr="004C532E" w:rsidRDefault="004C532E" w:rsidP="004C532E"/>
    <w:p w14:paraId="518E5DF1" w14:textId="77777777" w:rsidR="004C532E" w:rsidRPr="004C532E" w:rsidRDefault="004C532E" w:rsidP="004C532E"/>
    <w:p w14:paraId="5DB6C615" w14:textId="77777777" w:rsidR="004C532E" w:rsidRPr="004C532E" w:rsidRDefault="004C532E" w:rsidP="004C532E"/>
    <w:p w14:paraId="47DA042C" w14:textId="77777777" w:rsidR="004C532E" w:rsidRPr="004C532E" w:rsidRDefault="00FE17AF" w:rsidP="004C532E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C1174C" wp14:editId="29A7990D">
                <wp:simplePos x="0" y="0"/>
                <wp:positionH relativeFrom="column">
                  <wp:posOffset>22541</wp:posOffset>
                </wp:positionH>
                <wp:positionV relativeFrom="paragraph">
                  <wp:posOffset>235902</wp:posOffset>
                </wp:positionV>
                <wp:extent cx="819302" cy="285293"/>
                <wp:effectExtent l="267017" t="0" r="267018" b="317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67106">
                          <a:off x="0" y="0"/>
                          <a:ext cx="819302" cy="2852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0DA11A" w14:textId="77777777" w:rsidR="005C4E94" w:rsidRPr="005C4E94" w:rsidRDefault="005C4E94" w:rsidP="005C4E9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5C4E94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SFIDA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1174C" id="Casella di testo 31" o:spid="_x0000_s1031" type="#_x0000_t202" style="position:absolute;margin-left:1.75pt;margin-top:18.55pt;width:64.5pt;height:22.45pt;rotation:-2985049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" filled="f" strokeweight=".5pt">
                <v:textbox>
                  <w:txbxContent>
                    <w:p w14:paraId="170DA11A" w14:textId="77777777" w:rsidR="005C4E94" w:rsidRPr="005C4E94" w:rsidRDefault="005C4E94" w:rsidP="005C4E9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5C4E94">
                        <w:rPr>
                          <w:rFonts w:ascii="Times New Roman" w:hAnsi="Times New Roman" w:cs="Times New Roman"/>
                          <w:sz w:val="32"/>
                        </w:rPr>
                        <w:t>SFIDA</w:t>
                      </w:r>
                    </w:p>
                  </w:txbxContent>
                </v:textbox>
              </v:shape>
            </w:pict>
          </mc:Fallback>
        </mc:AlternateContent>
      </w:r>
    </w:p>
    <w:p w14:paraId="11DEDF15" w14:textId="77777777" w:rsidR="004C532E" w:rsidRPr="004C532E" w:rsidRDefault="004C532E" w:rsidP="004C532E"/>
    <w:p w14:paraId="2E20ECF7" w14:textId="77777777" w:rsidR="004C532E" w:rsidRPr="004C532E" w:rsidRDefault="004C532E" w:rsidP="004C532E"/>
    <w:p w14:paraId="402F8C62" w14:textId="77777777" w:rsidR="004C532E" w:rsidRPr="004C532E" w:rsidRDefault="004C532E" w:rsidP="004C532E"/>
    <w:p w14:paraId="7B295E78" w14:textId="77777777" w:rsidR="004C532E" w:rsidRPr="004C532E" w:rsidRDefault="004C532E" w:rsidP="004C532E"/>
    <w:p w14:paraId="7D1A1DBF" w14:textId="77777777" w:rsidR="004C532E" w:rsidRPr="004C532E" w:rsidRDefault="004C532E" w:rsidP="004C532E"/>
    <w:p w14:paraId="6DF427D6" w14:textId="77777777" w:rsidR="004C532E" w:rsidRPr="004C532E" w:rsidRDefault="004C532E" w:rsidP="004C532E"/>
    <w:p w14:paraId="4AA93BE5" w14:textId="77777777" w:rsidR="004C532E" w:rsidRPr="004C532E" w:rsidRDefault="004C532E" w:rsidP="004C532E"/>
    <w:p w14:paraId="596BA378" w14:textId="77777777" w:rsidR="004C532E" w:rsidRPr="004C532E" w:rsidRDefault="004C532E" w:rsidP="004C532E"/>
    <w:p w14:paraId="116B2649" w14:textId="77777777" w:rsidR="004C532E" w:rsidRPr="004C532E" w:rsidRDefault="004C532E" w:rsidP="004C532E"/>
    <w:p w14:paraId="56A88361" w14:textId="77777777" w:rsidR="004C532E" w:rsidRPr="004C532E" w:rsidRDefault="004C532E" w:rsidP="004C532E"/>
    <w:p w14:paraId="19C4F74F" w14:textId="77777777" w:rsidR="004C532E" w:rsidRPr="004C532E" w:rsidRDefault="004C532E" w:rsidP="004C532E"/>
    <w:p w14:paraId="345047B9" w14:textId="77777777" w:rsidR="004C532E" w:rsidRPr="004C532E" w:rsidRDefault="004C532E" w:rsidP="004C532E"/>
    <w:p w14:paraId="06DC5CA0" w14:textId="77777777" w:rsidR="004C532E" w:rsidRPr="004C532E" w:rsidRDefault="004C532E" w:rsidP="004C532E"/>
    <w:p w14:paraId="4EDA267D" w14:textId="77777777" w:rsidR="004C532E" w:rsidRPr="004C532E" w:rsidRDefault="004C532E" w:rsidP="004C532E"/>
    <w:p w14:paraId="22036460" w14:textId="77777777" w:rsidR="004C532E" w:rsidRPr="004C532E" w:rsidRDefault="004C532E" w:rsidP="004C532E"/>
    <w:p w14:paraId="772E7DFB" w14:textId="77777777" w:rsidR="004C532E" w:rsidRPr="004C532E" w:rsidRDefault="004C532E" w:rsidP="004C532E"/>
    <w:p w14:paraId="4DA3EE7C" w14:textId="77777777" w:rsidR="004C532E" w:rsidRPr="004C532E" w:rsidRDefault="004C532E" w:rsidP="004C532E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DA7446B" wp14:editId="34F8754B">
                <wp:simplePos x="0" y="0"/>
                <wp:positionH relativeFrom="column">
                  <wp:posOffset>2027695</wp:posOffset>
                </wp:positionH>
                <wp:positionV relativeFrom="paragraph">
                  <wp:posOffset>84670</wp:posOffset>
                </wp:positionV>
                <wp:extent cx="819302" cy="285293"/>
                <wp:effectExtent l="267017" t="0" r="267018" b="317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67106">
                          <a:off x="0" y="0"/>
                          <a:ext cx="819302" cy="28529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40D171" w14:textId="77777777" w:rsidR="005C4E94" w:rsidRPr="005C4E94" w:rsidRDefault="005C4E94" w:rsidP="005C4E9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5C4E94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SFIDA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7446B" id="Casella di testo 29" o:spid="_x0000_s1032" type="#_x0000_t202" style="position:absolute;margin-left:159.65pt;margin-top:6.65pt;width:64.5pt;height:22.45pt;rotation:-2985049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" filled="f" strokeweight=".5pt">
                <v:textbox>
                  <w:txbxContent>
                    <w:p w14:paraId="2F40D171" w14:textId="77777777" w:rsidR="005C4E94" w:rsidRPr="005C4E94" w:rsidRDefault="005C4E94" w:rsidP="005C4E9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5C4E94">
                        <w:rPr>
                          <w:rFonts w:ascii="Times New Roman" w:hAnsi="Times New Roman" w:cs="Times New Roman"/>
                          <w:sz w:val="32"/>
                        </w:rPr>
                        <w:t>SFIDA</w:t>
                      </w:r>
                    </w:p>
                  </w:txbxContent>
                </v:textbox>
              </v:shape>
            </w:pict>
          </mc:Fallback>
        </mc:AlternateContent>
      </w:r>
    </w:p>
    <w:p w14:paraId="2500DEE5" w14:textId="77777777" w:rsidR="004C532E" w:rsidRDefault="004C532E" w:rsidP="004C532E"/>
    <w:p w14:paraId="2D73B47C" w14:textId="77777777" w:rsidR="00CE5A0E" w:rsidRDefault="00CE5A0E" w:rsidP="004C532E">
      <w:pPr>
        <w:jc w:val="right"/>
      </w:pPr>
    </w:p>
    <w:p w14:paraId="4ADFC2DA" w14:textId="77777777" w:rsidR="004C532E" w:rsidRDefault="004C532E" w:rsidP="004C532E">
      <w:pPr>
        <w:jc w:val="right"/>
      </w:pPr>
    </w:p>
    <w:p w14:paraId="0542FBD1" w14:textId="77777777" w:rsidR="004C532E" w:rsidRDefault="004C532E" w:rsidP="004C532E">
      <w:pPr>
        <w:jc w:val="right"/>
      </w:pPr>
    </w:p>
    <w:p w14:paraId="75C33380" w14:textId="77777777" w:rsidR="004C532E" w:rsidRDefault="004C532E" w:rsidP="004C532E">
      <w:pPr>
        <w:jc w:val="right"/>
      </w:pPr>
    </w:p>
    <w:p w14:paraId="5C9BA6A4" w14:textId="77777777" w:rsidR="004C532E" w:rsidRDefault="004C532E" w:rsidP="004C532E">
      <w:pPr>
        <w:jc w:val="right"/>
      </w:pPr>
    </w:p>
    <w:p w14:paraId="5A54C635" w14:textId="77777777" w:rsidR="004C532E" w:rsidRDefault="004C532E" w:rsidP="004C532E">
      <w:pPr>
        <w:jc w:val="right"/>
      </w:pPr>
    </w:p>
    <w:p w14:paraId="0144B6ED" w14:textId="77777777" w:rsidR="00226DD6" w:rsidRPr="00094F14" w:rsidRDefault="00226DD6" w:rsidP="004C532E">
      <w:pPr>
        <w:rPr>
          <w:rFonts w:ascii="Times New Roman" w:hAnsi="Times New Roman" w:cs="Times New Roman"/>
          <w:b/>
          <w:sz w:val="44"/>
        </w:rPr>
      </w:pPr>
      <w:r w:rsidRPr="00094F14">
        <w:rPr>
          <w:rFonts w:ascii="Times New Roman" w:hAnsi="Times New Roman" w:cs="Times New Roman"/>
          <w:b/>
          <w:sz w:val="44"/>
        </w:rPr>
        <w:lastRenderedPageBreak/>
        <w:t>CARTE DA GIOCO</w:t>
      </w:r>
    </w:p>
    <w:p w14:paraId="442A4324" w14:textId="77777777" w:rsidR="00226DD6" w:rsidRDefault="003B7C6A" w:rsidP="004C532E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B88F78" wp14:editId="5564C489">
                <wp:simplePos x="0" y="0"/>
                <wp:positionH relativeFrom="column">
                  <wp:posOffset>3880485</wp:posOffset>
                </wp:positionH>
                <wp:positionV relativeFrom="paragraph">
                  <wp:posOffset>5080</wp:posOffset>
                </wp:positionV>
                <wp:extent cx="2076450" cy="2303780"/>
                <wp:effectExtent l="0" t="0" r="19050" b="20320"/>
                <wp:wrapNone/>
                <wp:docPr id="96" name="Rettangol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019317" w14:textId="77777777" w:rsidR="00917A9A" w:rsidRDefault="00917A9A" w:rsidP="003B7C6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2E74A988" w14:textId="77777777" w:rsidR="00917A9A" w:rsidRDefault="00917A9A" w:rsidP="003B7C6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4C988785" w14:textId="77777777" w:rsidR="00917A9A" w:rsidRDefault="00917A9A" w:rsidP="003B7C6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1293CD3D" w14:textId="77777777" w:rsidR="00917A9A" w:rsidRDefault="00917A9A" w:rsidP="003B7C6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4B35616B" w14:textId="77777777" w:rsidR="003B7C6A" w:rsidRPr="00917A9A" w:rsidRDefault="003B7C6A" w:rsidP="003B7C6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 ISOSCELE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B88F78" id="Rettangolo 96" o:spid="_x0000_s1033" style="position:absolute;margin-left:305.55pt;margin-top:.4pt;width:163.5pt;height:181.4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" fillcolor="#70ad47 [3209]" strokecolor="#375623 [1609]" strokeweight="1pt">
                <v:textbox>
                  <w:txbxContent>
                    <w:p w14:paraId="43019317" w14:textId="77777777" w:rsidR="00917A9A" w:rsidRDefault="00917A9A" w:rsidP="003B7C6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2E74A988" w14:textId="77777777" w:rsidR="00917A9A" w:rsidRDefault="00917A9A" w:rsidP="003B7C6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4C988785" w14:textId="77777777" w:rsidR="00917A9A" w:rsidRDefault="00917A9A" w:rsidP="003B7C6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1293CD3D" w14:textId="77777777" w:rsidR="00917A9A" w:rsidRDefault="00917A9A" w:rsidP="003B7C6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4B35616B" w14:textId="77777777" w:rsidR="003B7C6A" w:rsidRPr="00917A9A" w:rsidRDefault="003B7C6A" w:rsidP="003B7C6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 ISOSCELE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5D4A2B9" wp14:editId="19735CB7">
                <wp:simplePos x="0" y="0"/>
                <wp:positionH relativeFrom="column">
                  <wp:posOffset>1950085</wp:posOffset>
                </wp:positionH>
                <wp:positionV relativeFrom="paragraph">
                  <wp:posOffset>5080</wp:posOffset>
                </wp:positionV>
                <wp:extent cx="1660525" cy="2303780"/>
                <wp:effectExtent l="0" t="0" r="15875" b="20320"/>
                <wp:wrapNone/>
                <wp:docPr id="84" name="Rettangol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2DB5E" w14:textId="77777777" w:rsidR="0011135F" w:rsidRDefault="0011135F" w:rsidP="0011135F"/>
                          <w:p w14:paraId="72565433" w14:textId="77777777" w:rsidR="0011135F" w:rsidRDefault="0011135F" w:rsidP="0011135F"/>
                          <w:p w14:paraId="74E92B6D" w14:textId="77777777" w:rsidR="0011135F" w:rsidRDefault="0011135F" w:rsidP="0011135F"/>
                          <w:p w14:paraId="3033DB07" w14:textId="77777777" w:rsidR="003B7C6A" w:rsidRDefault="003B7C6A" w:rsidP="003B7C6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50665AB5" w14:textId="77777777" w:rsidR="003B7C6A" w:rsidRPr="00917A9A" w:rsidRDefault="00370B98" w:rsidP="003B7C6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ROMBO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D4A2B9" id="Rettangolo 84" o:spid="_x0000_s1034" style="position:absolute;margin-left:153.55pt;margin-top:.4pt;width:130.75pt;height:181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" fillcolor="#70ad47 [3209]" strokecolor="#375623 [1609]" strokeweight="1pt">
                <v:textbox>
                  <w:txbxContent>
                    <w:p w14:paraId="1572DB5E" w14:textId="77777777" w:rsidR="0011135F" w:rsidRDefault="0011135F" w:rsidP="0011135F"/>
                    <w:p w14:paraId="72565433" w14:textId="77777777" w:rsidR="0011135F" w:rsidRDefault="0011135F" w:rsidP="0011135F"/>
                    <w:p w14:paraId="74E92B6D" w14:textId="77777777" w:rsidR="0011135F" w:rsidRDefault="0011135F" w:rsidP="0011135F"/>
                    <w:p w14:paraId="3033DB07" w14:textId="77777777" w:rsidR="003B7C6A" w:rsidRDefault="003B7C6A" w:rsidP="003B7C6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50665AB5" w14:textId="77777777" w:rsidR="003B7C6A" w:rsidRPr="00917A9A" w:rsidRDefault="00370B98" w:rsidP="003B7C6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ROMBO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79B89339" wp14:editId="38F4DB22">
            <wp:simplePos x="0" y="0"/>
            <wp:positionH relativeFrom="column">
              <wp:posOffset>2537460</wp:posOffset>
            </wp:positionH>
            <wp:positionV relativeFrom="paragraph">
              <wp:posOffset>61595</wp:posOffset>
            </wp:positionV>
            <wp:extent cx="457200" cy="1562100"/>
            <wp:effectExtent l="0" t="0" r="0" b="0"/>
            <wp:wrapSquare wrapText="bothSides"/>
            <wp:docPr id="94" name="Immagin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DD6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48770B5" wp14:editId="7AFBA2EC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1660525" cy="2303780"/>
                <wp:effectExtent l="0" t="0" r="15875" b="20320"/>
                <wp:wrapNone/>
                <wp:docPr id="35" name="Gruppo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0525" cy="2303780"/>
                          <a:chOff x="-15875" y="0"/>
                          <a:chExt cx="1660550" cy="2304288"/>
                        </a:xfrm>
                      </wpg:grpSpPr>
                      <wps:wsp>
                        <wps:cNvPr id="33" name="Rettangolo 33"/>
                        <wps:cNvSpPr/>
                        <wps:spPr>
                          <a:xfrm>
                            <a:off x="-15875" y="0"/>
                            <a:ext cx="1660550" cy="230428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22CFBE" w14:textId="77777777" w:rsidR="00226DD6" w:rsidRDefault="00226DD6" w:rsidP="00226DD6"/>
                            <w:p w14:paraId="35888E55" w14:textId="77777777" w:rsidR="00226DD6" w:rsidRDefault="00226DD6" w:rsidP="00226DD6"/>
                            <w:p w14:paraId="52C92958" w14:textId="77777777" w:rsidR="00226DD6" w:rsidRDefault="00226DD6" w:rsidP="00226DD6"/>
                            <w:p w14:paraId="0A440657" w14:textId="77777777" w:rsidR="00226DD6" w:rsidRPr="00917A9A" w:rsidRDefault="00226DD6" w:rsidP="00226DD6">
                              <w:pPr>
                                <w:jc w:val="center"/>
                                <w:rPr>
                                  <w:rFonts w:asciiTheme="majorHAnsi" w:hAnsiTheme="majorHAnsi"/>
                                  <w:b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917A9A">
                                <w:rPr>
                                  <w:rFonts w:asciiTheme="majorHAnsi" w:hAnsiTheme="majorHAnsi"/>
                                  <w:b/>
                                  <w:color w:val="000000" w:themeColor="text1"/>
                                  <w:sz w:val="36"/>
                                  <w:szCs w:val="36"/>
                                </w:rPr>
                                <w:t>DELTOIDE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magine 3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9575" y="57150"/>
                            <a:ext cx="904875" cy="13322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48770B5" id="Gruppo 35" o:spid="_x0000_s1035" style="position:absolute;margin-left:.55pt;margin-top:.4pt;width:130.75pt;height:181.4pt;z-index:251720704;mso-width-relative:margin" coordorigin="-158" coordsize="16605,23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">
                <v:rect id="Rettangolo 33" o:spid="_x0000_s1036" style="position:absolute;left:-158;width:16604;height:23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" fillcolor="#70ad47 [3209]" strokecolor="#375623 [1609]" strokeweight="1pt">
                  <v:textbox>
                    <w:txbxContent>
                      <w:p w14:paraId="3F22CFBE" w14:textId="77777777" w:rsidR="00226DD6" w:rsidRDefault="00226DD6" w:rsidP="00226DD6"/>
                      <w:p w14:paraId="35888E55" w14:textId="77777777" w:rsidR="00226DD6" w:rsidRDefault="00226DD6" w:rsidP="00226DD6"/>
                      <w:p w14:paraId="52C92958" w14:textId="77777777" w:rsidR="00226DD6" w:rsidRDefault="00226DD6" w:rsidP="00226DD6"/>
                      <w:p w14:paraId="0A440657" w14:textId="77777777" w:rsidR="00226DD6" w:rsidRPr="00917A9A" w:rsidRDefault="00226DD6" w:rsidP="00226DD6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917A9A">
                          <w:rPr>
                            <w:rFonts w:asciiTheme="majorHAnsi" w:hAnsiTheme="majorHAnsi"/>
                            <w:b/>
                            <w:color w:val="000000" w:themeColor="text1"/>
                            <w:sz w:val="36"/>
                            <w:szCs w:val="36"/>
                          </w:rPr>
                          <w:t>DELTOIDE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4" o:spid="_x0000_s1037" type="#_x0000_t75" style="position:absolute;left:4095;top:571;width:9049;height:13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">
                  <v:imagedata r:id="rId10" o:title=""/>
                  <v:path arrowok="t"/>
                </v:shape>
              </v:group>
            </w:pict>
          </mc:Fallback>
        </mc:AlternateContent>
      </w:r>
    </w:p>
    <w:p w14:paraId="245E99E4" w14:textId="77777777" w:rsidR="00970A34" w:rsidRDefault="003B7C6A" w:rsidP="004C532E">
      <w:r>
        <w:rPr>
          <w:noProof/>
        </w:rPr>
        <w:drawing>
          <wp:anchor distT="0" distB="0" distL="114300" distR="114300" simplePos="0" relativeHeight="251734016" behindDoc="0" locked="0" layoutInCell="1" allowOverlap="1" wp14:anchorId="22A62967" wp14:editId="5B8F1D06">
            <wp:simplePos x="0" y="0"/>
            <wp:positionH relativeFrom="column">
              <wp:posOffset>2461260</wp:posOffset>
            </wp:positionH>
            <wp:positionV relativeFrom="paragraph">
              <wp:posOffset>2310130</wp:posOffset>
            </wp:positionV>
            <wp:extent cx="619125" cy="1457325"/>
            <wp:effectExtent l="0" t="0" r="9525" b="9525"/>
            <wp:wrapSquare wrapText="bothSides"/>
            <wp:docPr id="102" name="Immagin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28EA7" w14:textId="77777777" w:rsidR="00970A34" w:rsidRPr="00970A34" w:rsidRDefault="00917A9A" w:rsidP="00970A34">
      <w:r>
        <w:rPr>
          <w:noProof/>
        </w:rPr>
        <w:drawing>
          <wp:anchor distT="0" distB="0" distL="114300" distR="114300" simplePos="0" relativeHeight="251915264" behindDoc="0" locked="0" layoutInCell="1" allowOverlap="1" wp14:anchorId="1C594965" wp14:editId="286175D8">
            <wp:simplePos x="0" y="0"/>
            <wp:positionH relativeFrom="column">
              <wp:posOffset>3826510</wp:posOffset>
            </wp:positionH>
            <wp:positionV relativeFrom="paragraph">
              <wp:posOffset>44450</wp:posOffset>
            </wp:positionV>
            <wp:extent cx="2185670" cy="459740"/>
            <wp:effectExtent l="0" t="571500" r="0" b="568960"/>
            <wp:wrapSquare wrapText="bothSides"/>
            <wp:docPr id="299" name="Immagin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619392">
                      <a:off x="0" y="0"/>
                      <a:ext cx="2185670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6779CF" w14:textId="77777777" w:rsidR="00970A34" w:rsidRPr="00970A34" w:rsidRDefault="00970A34" w:rsidP="00970A34"/>
    <w:p w14:paraId="1CB8A536" w14:textId="77777777" w:rsidR="00970A34" w:rsidRPr="00970A34" w:rsidRDefault="00970A34" w:rsidP="00970A34"/>
    <w:p w14:paraId="72A6C622" w14:textId="77777777" w:rsidR="00970A34" w:rsidRPr="00970A34" w:rsidRDefault="00970A34" w:rsidP="00970A34"/>
    <w:p w14:paraId="030BF374" w14:textId="77777777" w:rsidR="00970A34" w:rsidRPr="00970A34" w:rsidRDefault="00970A34" w:rsidP="00970A34"/>
    <w:p w14:paraId="7C87483C" w14:textId="77777777" w:rsidR="00970A34" w:rsidRPr="00970A34" w:rsidRDefault="00970A34" w:rsidP="00970A34"/>
    <w:p w14:paraId="6CEB0E3F" w14:textId="77777777" w:rsidR="00917A9A" w:rsidRDefault="00917A9A" w:rsidP="00970A34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DF2A441" wp14:editId="209421B7">
                <wp:simplePos x="0" y="0"/>
                <wp:positionH relativeFrom="column">
                  <wp:posOffset>3861435</wp:posOffset>
                </wp:positionH>
                <wp:positionV relativeFrom="paragraph">
                  <wp:posOffset>266700</wp:posOffset>
                </wp:positionV>
                <wp:extent cx="1657350" cy="2295525"/>
                <wp:effectExtent l="0" t="0" r="19050" b="28575"/>
                <wp:wrapNone/>
                <wp:docPr id="104" name="Rettangol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2295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48C213" w14:textId="77777777" w:rsidR="003A68C1" w:rsidRDefault="003A68C1" w:rsidP="003A68C1"/>
                          <w:p w14:paraId="3049FD63" w14:textId="77777777" w:rsidR="003A68C1" w:rsidRDefault="003A68C1" w:rsidP="003A68C1"/>
                          <w:p w14:paraId="218A986E" w14:textId="77777777" w:rsidR="003A68C1" w:rsidRDefault="003A68C1" w:rsidP="003A68C1"/>
                          <w:p w14:paraId="5D068927" w14:textId="77777777" w:rsidR="003A68C1" w:rsidRDefault="003A68C1" w:rsidP="003A68C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5EC88B29" w14:textId="77777777" w:rsidR="003A68C1" w:rsidRPr="00917A9A" w:rsidRDefault="003A68C1" w:rsidP="003A68C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QUADRILATE</w:t>
                            </w:r>
                            <w:r w:rsidR="00EC2E80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17A9A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–</w:t>
                            </w:r>
                            <w:r w:rsidR="00EC2E80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RO</w:t>
                            </w:r>
                            <w:r w:rsidR="00917A9A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2A441" id="Rettangolo 104" o:spid="_x0000_s1038" style="position:absolute;margin-left:304.05pt;margin-top:21pt;width:130.5pt;height:180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" fillcolor="#70ad47 [3209]" strokecolor="#375623 [1609]" strokeweight="1pt">
                <v:textbox>
                  <w:txbxContent>
                    <w:p w14:paraId="0648C213" w14:textId="77777777" w:rsidR="003A68C1" w:rsidRDefault="003A68C1" w:rsidP="003A68C1"/>
                    <w:p w14:paraId="3049FD63" w14:textId="77777777" w:rsidR="003A68C1" w:rsidRDefault="003A68C1" w:rsidP="003A68C1"/>
                    <w:p w14:paraId="218A986E" w14:textId="77777777" w:rsidR="003A68C1" w:rsidRDefault="003A68C1" w:rsidP="003A68C1"/>
                    <w:p w14:paraId="5D068927" w14:textId="77777777" w:rsidR="003A68C1" w:rsidRDefault="003A68C1" w:rsidP="003A68C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5EC88B29" w14:textId="77777777" w:rsidR="003A68C1" w:rsidRPr="00917A9A" w:rsidRDefault="003A68C1" w:rsidP="003A68C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QUADRILATE</w:t>
                      </w:r>
                      <w:r w:rsidR="00EC2E80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917A9A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–</w:t>
                      </w:r>
                      <w:r w:rsidR="00EC2E80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RO</w:t>
                      </w:r>
                      <w:r w:rsidR="00917A9A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GENERICO</w:t>
                      </w:r>
                    </w:p>
                  </w:txbxContent>
                </v:textbox>
              </v:rect>
            </w:pict>
          </mc:Fallback>
        </mc:AlternateContent>
      </w:r>
    </w:p>
    <w:p w14:paraId="108E7FC0" w14:textId="77777777" w:rsidR="00970A34" w:rsidRPr="00970A34" w:rsidRDefault="00F24779" w:rsidP="00970A34">
      <w:r>
        <w:rPr>
          <w:noProof/>
        </w:rPr>
        <w:drawing>
          <wp:anchor distT="0" distB="0" distL="114300" distR="114300" simplePos="0" relativeHeight="251740160" behindDoc="0" locked="0" layoutInCell="1" allowOverlap="1" wp14:anchorId="6DDE239F" wp14:editId="7E09892A">
            <wp:simplePos x="0" y="0"/>
            <wp:positionH relativeFrom="column">
              <wp:posOffset>568960</wp:posOffset>
            </wp:positionH>
            <wp:positionV relativeFrom="paragraph">
              <wp:posOffset>95885</wp:posOffset>
            </wp:positionV>
            <wp:extent cx="625475" cy="1571625"/>
            <wp:effectExtent l="0" t="0" r="3175" b="9525"/>
            <wp:wrapSquare wrapText="bothSides"/>
            <wp:docPr id="111" name="Immagin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EDFFA95" wp14:editId="019CF662">
                <wp:simplePos x="0" y="0"/>
                <wp:positionH relativeFrom="column">
                  <wp:posOffset>3810</wp:posOffset>
                </wp:positionH>
                <wp:positionV relativeFrom="paragraph">
                  <wp:posOffset>18415</wp:posOffset>
                </wp:positionV>
                <wp:extent cx="1660525" cy="2314575"/>
                <wp:effectExtent l="0" t="0" r="15875" b="28575"/>
                <wp:wrapNone/>
                <wp:docPr id="108" name="Rettangol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14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91BC08" w14:textId="77777777" w:rsidR="00EC2E80" w:rsidRDefault="00EC2E80" w:rsidP="00EC2E80"/>
                          <w:p w14:paraId="72E7652E" w14:textId="77777777" w:rsidR="00EC2E80" w:rsidRDefault="00EC2E80" w:rsidP="00EC2E80"/>
                          <w:p w14:paraId="322193AB" w14:textId="77777777" w:rsidR="00EC2E80" w:rsidRDefault="00EC2E80" w:rsidP="00EC2E80"/>
                          <w:p w14:paraId="4D2AC7A2" w14:textId="77777777" w:rsidR="00EC2E80" w:rsidRDefault="00EC2E80" w:rsidP="00EC2E80"/>
                          <w:p w14:paraId="7D397ABF" w14:textId="77777777" w:rsidR="00EC2E80" w:rsidRDefault="00EC2E80" w:rsidP="00EC2E80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2126FCFB" w14:textId="77777777" w:rsidR="003A68C1" w:rsidRPr="00917A9A" w:rsidRDefault="003A68C1" w:rsidP="00917A9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QUADRILATE</w:t>
                            </w:r>
                            <w:r w:rsidR="00EC2E80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RO</w:t>
                            </w:r>
                            <w:r w:rsid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GENERICO</w:t>
                            </w:r>
                          </w:p>
                          <w:p w14:paraId="6FC3EBF1" w14:textId="77777777" w:rsidR="003A68C1" w:rsidRPr="00226DD6" w:rsidRDefault="003A68C1" w:rsidP="003A68C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FFA95" id="Rettangolo 108" o:spid="_x0000_s1039" style="position:absolute;margin-left:.3pt;margin-top:1.45pt;width:130.75pt;height:182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" fillcolor="#70ad47 [3209]" strokecolor="#375623 [1609]" strokeweight="1pt">
                <v:textbox>
                  <w:txbxContent>
                    <w:p w14:paraId="7591BC08" w14:textId="77777777" w:rsidR="00EC2E80" w:rsidRDefault="00EC2E80" w:rsidP="00EC2E80"/>
                    <w:p w14:paraId="72E7652E" w14:textId="77777777" w:rsidR="00EC2E80" w:rsidRDefault="00EC2E80" w:rsidP="00EC2E80"/>
                    <w:p w14:paraId="322193AB" w14:textId="77777777" w:rsidR="00EC2E80" w:rsidRDefault="00EC2E80" w:rsidP="00EC2E80"/>
                    <w:p w14:paraId="4D2AC7A2" w14:textId="77777777" w:rsidR="00EC2E80" w:rsidRDefault="00EC2E80" w:rsidP="00EC2E80"/>
                    <w:p w14:paraId="7D397ABF" w14:textId="77777777" w:rsidR="00EC2E80" w:rsidRDefault="00EC2E80" w:rsidP="00EC2E80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2126FCFB" w14:textId="77777777" w:rsidR="003A68C1" w:rsidRPr="00917A9A" w:rsidRDefault="003A68C1" w:rsidP="00917A9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QUADRILATE</w:t>
                      </w:r>
                      <w:r w:rsidR="00EC2E80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- </w:t>
                      </w: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RO</w:t>
                      </w:r>
                      <w:r w:rsid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GENERICO</w:t>
                      </w:r>
                    </w:p>
                    <w:p w14:paraId="6FC3EBF1" w14:textId="77777777" w:rsidR="003A68C1" w:rsidRPr="00226DD6" w:rsidRDefault="003A68C1" w:rsidP="003A68C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2E8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A4AF51" wp14:editId="31E6AC97">
                <wp:simplePos x="0" y="0"/>
                <wp:positionH relativeFrom="column">
                  <wp:posOffset>1946910</wp:posOffset>
                </wp:positionH>
                <wp:positionV relativeFrom="paragraph">
                  <wp:posOffset>634</wp:posOffset>
                </wp:positionV>
                <wp:extent cx="1659890" cy="2295525"/>
                <wp:effectExtent l="0" t="0" r="16510" b="28575"/>
                <wp:wrapNone/>
                <wp:docPr id="100" name="Rettango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2295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B8F468" w14:textId="77777777" w:rsidR="003B7C6A" w:rsidRDefault="003B7C6A" w:rsidP="003B7C6A"/>
                          <w:p w14:paraId="75853C01" w14:textId="77777777" w:rsidR="003B7C6A" w:rsidRDefault="003B7C6A" w:rsidP="003B7C6A"/>
                          <w:p w14:paraId="135BE6E1" w14:textId="77777777" w:rsidR="00EC2E80" w:rsidRDefault="00EC2E80" w:rsidP="00EC2E80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47B50A99" w14:textId="77777777" w:rsidR="00EC2E80" w:rsidRDefault="00EC2E80" w:rsidP="00EC2E80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076466A7" w14:textId="77777777" w:rsidR="003B7C6A" w:rsidRPr="00917A9A" w:rsidRDefault="003B7C6A" w:rsidP="00917A9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 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4AF51" id="Rettangolo 100" o:spid="_x0000_s1040" style="position:absolute;margin-left:153.3pt;margin-top:.05pt;width:130.7pt;height:180.7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" fillcolor="#70ad47 [3209]" strokecolor="#375623 [1609]" strokeweight="1pt">
                <v:textbox>
                  <w:txbxContent>
                    <w:p w14:paraId="7FB8F468" w14:textId="77777777" w:rsidR="003B7C6A" w:rsidRDefault="003B7C6A" w:rsidP="003B7C6A"/>
                    <w:p w14:paraId="75853C01" w14:textId="77777777" w:rsidR="003B7C6A" w:rsidRDefault="003B7C6A" w:rsidP="003B7C6A"/>
                    <w:p w14:paraId="135BE6E1" w14:textId="77777777" w:rsidR="00EC2E80" w:rsidRDefault="00EC2E80" w:rsidP="00EC2E80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47B50A99" w14:textId="77777777" w:rsidR="00EC2E80" w:rsidRDefault="00EC2E80" w:rsidP="00EC2E80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076466A7" w14:textId="77777777" w:rsidR="003B7C6A" w:rsidRPr="00917A9A" w:rsidRDefault="003B7C6A" w:rsidP="00917A9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 RETTANGOLO</w:t>
                      </w:r>
                    </w:p>
                  </w:txbxContent>
                </v:textbox>
              </v:rect>
            </w:pict>
          </mc:Fallback>
        </mc:AlternateContent>
      </w:r>
      <w:r w:rsidR="00EC2E80">
        <w:rPr>
          <w:noProof/>
        </w:rPr>
        <w:drawing>
          <wp:anchor distT="0" distB="0" distL="114300" distR="114300" simplePos="0" relativeHeight="251737088" behindDoc="0" locked="0" layoutInCell="1" allowOverlap="1" wp14:anchorId="7977ED1A" wp14:editId="08CFECE5">
            <wp:simplePos x="0" y="0"/>
            <wp:positionH relativeFrom="column">
              <wp:posOffset>4347210</wp:posOffset>
            </wp:positionH>
            <wp:positionV relativeFrom="paragraph">
              <wp:posOffset>48260</wp:posOffset>
            </wp:positionV>
            <wp:extent cx="763905" cy="1390650"/>
            <wp:effectExtent l="0" t="0" r="0" b="0"/>
            <wp:wrapSquare wrapText="bothSides"/>
            <wp:docPr id="106" name="Immagin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79BC7" w14:textId="77777777" w:rsidR="00970A34" w:rsidRPr="00970A34" w:rsidRDefault="00970A34" w:rsidP="00970A34"/>
    <w:p w14:paraId="15AFEF85" w14:textId="77777777" w:rsidR="00970A34" w:rsidRPr="00970A34" w:rsidRDefault="00970A34" w:rsidP="00970A34"/>
    <w:p w14:paraId="19848D12" w14:textId="77777777" w:rsidR="00970A34" w:rsidRPr="00970A34" w:rsidRDefault="00970A34" w:rsidP="00970A34"/>
    <w:p w14:paraId="0D24B785" w14:textId="77777777" w:rsidR="00970A34" w:rsidRPr="00970A34" w:rsidRDefault="00970A34" w:rsidP="00970A34"/>
    <w:p w14:paraId="54A123D6" w14:textId="77777777" w:rsidR="00970A34" w:rsidRPr="00970A34" w:rsidRDefault="00970A34" w:rsidP="00970A34"/>
    <w:p w14:paraId="44E89D43" w14:textId="77777777" w:rsidR="00970A34" w:rsidRPr="00970A34" w:rsidRDefault="00970A34" w:rsidP="00970A34"/>
    <w:p w14:paraId="2AE5E8FC" w14:textId="77777777" w:rsidR="00970A34" w:rsidRPr="00970A34" w:rsidRDefault="00970A34" w:rsidP="00970A34"/>
    <w:p w14:paraId="5127D6A0" w14:textId="77777777" w:rsidR="00970A34" w:rsidRPr="00970A34" w:rsidRDefault="00970A34" w:rsidP="00970A34"/>
    <w:p w14:paraId="0061921E" w14:textId="77777777" w:rsidR="00970A34" w:rsidRPr="00970A34" w:rsidRDefault="00F24779" w:rsidP="00970A34">
      <w:r>
        <w:rPr>
          <w:noProof/>
        </w:rPr>
        <w:drawing>
          <wp:anchor distT="0" distB="0" distL="114300" distR="114300" simplePos="0" relativeHeight="251743232" behindDoc="0" locked="0" layoutInCell="1" allowOverlap="1" wp14:anchorId="2BBFB6C7" wp14:editId="74D3C2DC">
            <wp:simplePos x="0" y="0"/>
            <wp:positionH relativeFrom="column">
              <wp:posOffset>372110</wp:posOffset>
            </wp:positionH>
            <wp:positionV relativeFrom="paragraph">
              <wp:posOffset>112395</wp:posOffset>
            </wp:positionV>
            <wp:extent cx="895350" cy="1667510"/>
            <wp:effectExtent l="0" t="0" r="0" b="8890"/>
            <wp:wrapSquare wrapText="bothSides"/>
            <wp:docPr id="115" name="Immagin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E8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AE77891" wp14:editId="1D093C41">
                <wp:simplePos x="0" y="0"/>
                <wp:positionH relativeFrom="column">
                  <wp:posOffset>6350</wp:posOffset>
                </wp:positionH>
                <wp:positionV relativeFrom="paragraph">
                  <wp:posOffset>49530</wp:posOffset>
                </wp:positionV>
                <wp:extent cx="1660525" cy="2303780"/>
                <wp:effectExtent l="0" t="0" r="15875" b="20320"/>
                <wp:wrapNone/>
                <wp:docPr id="113" name="Rettangolo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E6C0B8" w14:textId="77777777" w:rsidR="003A68C1" w:rsidRDefault="003A68C1" w:rsidP="003A68C1"/>
                          <w:p w14:paraId="677C1334" w14:textId="77777777" w:rsidR="003A68C1" w:rsidRDefault="003A68C1" w:rsidP="003A68C1"/>
                          <w:p w14:paraId="1DF9B338" w14:textId="77777777" w:rsidR="003A68C1" w:rsidRDefault="003A68C1" w:rsidP="003A68C1"/>
                          <w:p w14:paraId="0F5D3274" w14:textId="77777777" w:rsidR="00970A34" w:rsidRDefault="00970A34" w:rsidP="003A68C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05654E15" w14:textId="77777777" w:rsidR="00970A34" w:rsidRDefault="00970A34" w:rsidP="003A68C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1A71291D" w14:textId="77777777" w:rsidR="003A68C1" w:rsidRPr="00917A9A" w:rsidRDefault="00970A34" w:rsidP="00970A3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ROMBO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77891" id="Rettangolo 113" o:spid="_x0000_s1041" style="position:absolute;margin-left:.5pt;margin-top:3.9pt;width:130.75pt;height:181.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" fillcolor="#70ad47 [3209]" strokecolor="#375623 [1609]" strokeweight="1pt">
                <v:textbox>
                  <w:txbxContent>
                    <w:p w14:paraId="18E6C0B8" w14:textId="77777777" w:rsidR="003A68C1" w:rsidRDefault="003A68C1" w:rsidP="003A68C1"/>
                    <w:p w14:paraId="677C1334" w14:textId="77777777" w:rsidR="003A68C1" w:rsidRDefault="003A68C1" w:rsidP="003A68C1"/>
                    <w:p w14:paraId="1DF9B338" w14:textId="77777777" w:rsidR="003A68C1" w:rsidRDefault="003A68C1" w:rsidP="003A68C1"/>
                    <w:p w14:paraId="0F5D3274" w14:textId="77777777" w:rsidR="00970A34" w:rsidRDefault="00970A34" w:rsidP="003A68C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05654E15" w14:textId="77777777" w:rsidR="00970A34" w:rsidRDefault="00970A34" w:rsidP="003A68C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1A71291D" w14:textId="77777777" w:rsidR="003A68C1" w:rsidRPr="00917A9A" w:rsidRDefault="00970A34" w:rsidP="00970A34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ROMBO</w:t>
                      </w:r>
                    </w:p>
                  </w:txbxContent>
                </v:textbox>
              </v:rect>
            </w:pict>
          </mc:Fallback>
        </mc:AlternateContent>
      </w:r>
    </w:p>
    <w:p w14:paraId="3A2F4225" w14:textId="77777777" w:rsidR="00970A34" w:rsidRPr="00970A34" w:rsidRDefault="00970A34" w:rsidP="00970A34"/>
    <w:p w14:paraId="42095697" w14:textId="77777777" w:rsidR="00970A34" w:rsidRPr="00970A34" w:rsidRDefault="00970A34" w:rsidP="00970A34"/>
    <w:p w14:paraId="7B4BBC36" w14:textId="77777777" w:rsidR="00970A34" w:rsidRPr="00970A34" w:rsidRDefault="00970A34" w:rsidP="00970A34"/>
    <w:p w14:paraId="23807042" w14:textId="77777777" w:rsidR="00970A34" w:rsidRPr="00970A34" w:rsidRDefault="00970A34" w:rsidP="00970A34"/>
    <w:p w14:paraId="115F6B92" w14:textId="77777777" w:rsidR="00970A34" w:rsidRPr="00970A34" w:rsidRDefault="00970A34" w:rsidP="00970A34"/>
    <w:p w14:paraId="14AE807B" w14:textId="77777777" w:rsidR="00970A34" w:rsidRPr="00970A34" w:rsidRDefault="00970A34" w:rsidP="00970A34"/>
    <w:p w14:paraId="0583AA41" w14:textId="77777777" w:rsidR="00970A34" w:rsidRDefault="00970A34" w:rsidP="00970A34"/>
    <w:p w14:paraId="2727429A" w14:textId="77777777" w:rsidR="004C532E" w:rsidRDefault="004C532E" w:rsidP="00970A34">
      <w:pPr>
        <w:jc w:val="right"/>
      </w:pPr>
    </w:p>
    <w:p w14:paraId="2832D042" w14:textId="77777777" w:rsidR="00970A34" w:rsidRDefault="00970A34" w:rsidP="00970A34">
      <w:pPr>
        <w:jc w:val="right"/>
      </w:pPr>
    </w:p>
    <w:p w14:paraId="406C444D" w14:textId="77777777" w:rsidR="00970A34" w:rsidRDefault="00970A34" w:rsidP="00970A34">
      <w:pPr>
        <w:jc w:val="right"/>
      </w:pPr>
    </w:p>
    <w:p w14:paraId="14850D06" w14:textId="77777777" w:rsidR="00970A34" w:rsidRDefault="00970A34" w:rsidP="00970A34">
      <w:pPr>
        <w:jc w:val="right"/>
      </w:pPr>
    </w:p>
    <w:p w14:paraId="4F516ADB" w14:textId="77777777" w:rsidR="00970A34" w:rsidRDefault="00970A34" w:rsidP="00970A34">
      <w:pPr>
        <w:jc w:val="right"/>
      </w:pPr>
    </w:p>
    <w:p w14:paraId="017D3EEF" w14:textId="77777777" w:rsidR="008D64A7" w:rsidRDefault="008D64A7" w:rsidP="00970A34"/>
    <w:p w14:paraId="3CE41577" w14:textId="77777777" w:rsidR="0009551C" w:rsidRDefault="00917A9A" w:rsidP="00970A34">
      <w:r>
        <w:rPr>
          <w:noProof/>
        </w:rPr>
        <w:drawing>
          <wp:anchor distT="0" distB="0" distL="114300" distR="114300" simplePos="0" relativeHeight="251752448" behindDoc="0" locked="0" layoutInCell="1" allowOverlap="1" wp14:anchorId="06593A8C" wp14:editId="2827B16D">
            <wp:simplePos x="0" y="0"/>
            <wp:positionH relativeFrom="column">
              <wp:posOffset>4413885</wp:posOffset>
            </wp:positionH>
            <wp:positionV relativeFrom="paragraph">
              <wp:posOffset>224155</wp:posOffset>
            </wp:positionV>
            <wp:extent cx="866775" cy="1296670"/>
            <wp:effectExtent l="0" t="0" r="9525" b="0"/>
            <wp:wrapSquare wrapText="bothSides"/>
            <wp:docPr id="127" name="Immagin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E80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5CE6EA7" wp14:editId="2B77BE28">
                <wp:simplePos x="0" y="0"/>
                <wp:positionH relativeFrom="column">
                  <wp:posOffset>4023360</wp:posOffset>
                </wp:positionH>
                <wp:positionV relativeFrom="paragraph">
                  <wp:posOffset>109855</wp:posOffset>
                </wp:positionV>
                <wp:extent cx="1660525" cy="2303780"/>
                <wp:effectExtent l="0" t="0" r="15875" b="20320"/>
                <wp:wrapNone/>
                <wp:docPr id="125" name="Rettangolo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D60D2" w14:textId="77777777" w:rsidR="00693DDE" w:rsidRDefault="00693DDE" w:rsidP="00693DDE"/>
                          <w:p w14:paraId="56982EE8" w14:textId="77777777" w:rsidR="00693DDE" w:rsidRDefault="00693DDE" w:rsidP="00693DDE"/>
                          <w:p w14:paraId="274C6A3A" w14:textId="77777777" w:rsidR="00693DDE" w:rsidRDefault="00693DDE" w:rsidP="00693DDE"/>
                          <w:p w14:paraId="3993F4C8" w14:textId="77777777" w:rsidR="008D64A7" w:rsidRDefault="008D64A7" w:rsidP="008D64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7C2281F5" w14:textId="77777777" w:rsidR="00693DDE" w:rsidRPr="00917A9A" w:rsidRDefault="008D64A7" w:rsidP="008D64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QUADRILATE</w:t>
                            </w:r>
                            <w:r w:rsidR="00EC2E80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RO QUALSIASI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CE6EA7" id="Rettangolo 125" o:spid="_x0000_s1042" style="position:absolute;margin-left:316.8pt;margin-top:8.65pt;width:130.75pt;height:181.4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" fillcolor="#70ad47 [3209]" strokecolor="#375623 [1609]" strokeweight="1pt">
                <v:textbox>
                  <w:txbxContent>
                    <w:p w14:paraId="5E9D60D2" w14:textId="77777777" w:rsidR="00693DDE" w:rsidRDefault="00693DDE" w:rsidP="00693DDE"/>
                    <w:p w14:paraId="56982EE8" w14:textId="77777777" w:rsidR="00693DDE" w:rsidRDefault="00693DDE" w:rsidP="00693DDE"/>
                    <w:p w14:paraId="274C6A3A" w14:textId="77777777" w:rsidR="00693DDE" w:rsidRDefault="00693DDE" w:rsidP="00693DDE"/>
                    <w:p w14:paraId="3993F4C8" w14:textId="77777777" w:rsidR="008D64A7" w:rsidRDefault="008D64A7" w:rsidP="008D64A7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7C2281F5" w14:textId="77777777" w:rsidR="00693DDE" w:rsidRPr="00917A9A" w:rsidRDefault="008D64A7" w:rsidP="008D64A7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QUADRILATE</w:t>
                      </w:r>
                      <w:r w:rsidR="00EC2E80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- </w:t>
                      </w: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RO QUALSIASI</w:t>
                      </w:r>
                    </w:p>
                  </w:txbxContent>
                </v:textbox>
              </v:rect>
            </w:pict>
          </mc:Fallback>
        </mc:AlternateContent>
      </w:r>
      <w:r w:rsidR="00EC2E80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C6D4EE" wp14:editId="05E3847C">
                <wp:simplePos x="0" y="0"/>
                <wp:positionH relativeFrom="column">
                  <wp:posOffset>2061210</wp:posOffset>
                </wp:positionH>
                <wp:positionV relativeFrom="paragraph">
                  <wp:posOffset>109855</wp:posOffset>
                </wp:positionV>
                <wp:extent cx="1660525" cy="2303780"/>
                <wp:effectExtent l="0" t="0" r="15875" b="20320"/>
                <wp:wrapNone/>
                <wp:docPr id="121" name="Rettangolo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35A2F0" w14:textId="77777777" w:rsidR="00693DDE" w:rsidRDefault="00693DDE" w:rsidP="00693DDE"/>
                          <w:p w14:paraId="46B892F9" w14:textId="77777777" w:rsidR="00693DDE" w:rsidRDefault="00693DDE" w:rsidP="00693DDE"/>
                          <w:p w14:paraId="31EB46BB" w14:textId="77777777" w:rsidR="00693DDE" w:rsidRDefault="00693DDE" w:rsidP="00693DDE"/>
                          <w:p w14:paraId="2A053978" w14:textId="77777777" w:rsidR="00693DDE" w:rsidRDefault="00693DDE" w:rsidP="00693DD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257A79A7" w14:textId="77777777" w:rsidR="00693DDE" w:rsidRPr="00917A9A" w:rsidRDefault="00693DDE" w:rsidP="00693DD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QUADRILATE</w:t>
                            </w:r>
                            <w:r w:rsidR="00EC2E80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–RO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C6D4EE" id="Rettangolo 121" o:spid="_x0000_s1043" style="position:absolute;margin-left:162.3pt;margin-top:8.65pt;width:130.75pt;height:181.4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" fillcolor="#70ad47 [3209]" strokecolor="#375623 [1609]" strokeweight="1pt">
                <v:textbox>
                  <w:txbxContent>
                    <w:p w14:paraId="0A35A2F0" w14:textId="77777777" w:rsidR="00693DDE" w:rsidRDefault="00693DDE" w:rsidP="00693DDE"/>
                    <w:p w14:paraId="46B892F9" w14:textId="77777777" w:rsidR="00693DDE" w:rsidRDefault="00693DDE" w:rsidP="00693DDE"/>
                    <w:p w14:paraId="31EB46BB" w14:textId="77777777" w:rsidR="00693DDE" w:rsidRDefault="00693DDE" w:rsidP="00693DDE"/>
                    <w:p w14:paraId="2A053978" w14:textId="77777777" w:rsidR="00693DDE" w:rsidRDefault="00693DDE" w:rsidP="00693DDE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257A79A7" w14:textId="77777777" w:rsidR="00693DDE" w:rsidRPr="00917A9A" w:rsidRDefault="00693DDE" w:rsidP="00693DDE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QUADRILATE</w:t>
                      </w:r>
                      <w:r w:rsidR="00EC2E80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–RO GENERICO</w:t>
                      </w:r>
                    </w:p>
                  </w:txbxContent>
                </v:textbox>
              </v:rect>
            </w:pict>
          </mc:Fallback>
        </mc:AlternateContent>
      </w:r>
      <w:r w:rsidR="00693DDE">
        <w:rPr>
          <w:noProof/>
        </w:rPr>
        <w:drawing>
          <wp:anchor distT="0" distB="0" distL="114300" distR="114300" simplePos="0" relativeHeight="251749376" behindDoc="0" locked="0" layoutInCell="1" allowOverlap="1" wp14:anchorId="045E2A3E" wp14:editId="2B8751E9">
            <wp:simplePos x="0" y="0"/>
            <wp:positionH relativeFrom="column">
              <wp:posOffset>2480310</wp:posOffset>
            </wp:positionH>
            <wp:positionV relativeFrom="paragraph">
              <wp:posOffset>166370</wp:posOffset>
            </wp:positionV>
            <wp:extent cx="847725" cy="1383665"/>
            <wp:effectExtent l="0" t="0" r="9525" b="6985"/>
            <wp:wrapSquare wrapText="bothSides"/>
            <wp:docPr id="123" name="Immagin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ED9">
        <w:rPr>
          <w:noProof/>
        </w:rPr>
        <w:drawing>
          <wp:anchor distT="0" distB="0" distL="114300" distR="114300" simplePos="0" relativeHeight="251746304" behindDoc="0" locked="0" layoutInCell="1" allowOverlap="1" wp14:anchorId="015E12C4" wp14:editId="1102A8BF">
            <wp:simplePos x="0" y="0"/>
            <wp:positionH relativeFrom="column">
              <wp:posOffset>412750</wp:posOffset>
            </wp:positionH>
            <wp:positionV relativeFrom="paragraph">
              <wp:posOffset>223520</wp:posOffset>
            </wp:positionV>
            <wp:extent cx="1165860" cy="1190625"/>
            <wp:effectExtent l="0" t="0" r="0" b="9525"/>
            <wp:wrapSquare wrapText="bothSides"/>
            <wp:docPr id="119" name="Immagin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ED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E105C10" wp14:editId="44A8AB64">
                <wp:simplePos x="0" y="0"/>
                <wp:positionH relativeFrom="column">
                  <wp:posOffset>131445</wp:posOffset>
                </wp:positionH>
                <wp:positionV relativeFrom="paragraph">
                  <wp:posOffset>109855</wp:posOffset>
                </wp:positionV>
                <wp:extent cx="1659890" cy="2303780"/>
                <wp:effectExtent l="0" t="0" r="16510" b="20320"/>
                <wp:wrapNone/>
                <wp:docPr id="117" name="Rettangol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38985" w14:textId="77777777" w:rsidR="00970A34" w:rsidRDefault="00970A34" w:rsidP="00970A34"/>
                          <w:p w14:paraId="386F7A59" w14:textId="77777777" w:rsidR="00970A34" w:rsidRDefault="00970A34" w:rsidP="00970A34"/>
                          <w:p w14:paraId="27B589AA" w14:textId="77777777" w:rsidR="00970A34" w:rsidRDefault="00970A34" w:rsidP="00970A34"/>
                          <w:p w14:paraId="7A6F16B8" w14:textId="77777777" w:rsidR="008C6ED9" w:rsidRDefault="008C6ED9" w:rsidP="00970A3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12C79A7D" w14:textId="77777777" w:rsidR="00970A34" w:rsidRPr="00917A9A" w:rsidRDefault="00970A34" w:rsidP="00970A3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DELTOIDE</w:t>
                            </w:r>
                            <w:r w:rsidR="008C6ED9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CONCAVO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05C10" id="Rettangolo 117" o:spid="_x0000_s1044" style="position:absolute;margin-left:10.35pt;margin-top:8.65pt;width:130.7pt;height:181.4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" fillcolor="#70ad47 [3209]" strokecolor="#375623 [1609]" strokeweight="1pt">
                <v:textbox>
                  <w:txbxContent>
                    <w:p w14:paraId="31738985" w14:textId="77777777" w:rsidR="00970A34" w:rsidRDefault="00970A34" w:rsidP="00970A34"/>
                    <w:p w14:paraId="386F7A59" w14:textId="77777777" w:rsidR="00970A34" w:rsidRDefault="00970A34" w:rsidP="00970A34"/>
                    <w:p w14:paraId="27B589AA" w14:textId="77777777" w:rsidR="00970A34" w:rsidRDefault="00970A34" w:rsidP="00970A34"/>
                    <w:p w14:paraId="7A6F16B8" w14:textId="77777777" w:rsidR="008C6ED9" w:rsidRDefault="008C6ED9" w:rsidP="00970A34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12C79A7D" w14:textId="77777777" w:rsidR="00970A34" w:rsidRPr="00917A9A" w:rsidRDefault="00970A34" w:rsidP="00970A34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DELTOIDE</w:t>
                      </w:r>
                      <w:r w:rsidR="008C6ED9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CONCAVO</w:t>
                      </w:r>
                    </w:p>
                  </w:txbxContent>
                </v:textbox>
              </v:rect>
            </w:pict>
          </mc:Fallback>
        </mc:AlternateContent>
      </w:r>
    </w:p>
    <w:p w14:paraId="15184A61" w14:textId="77777777" w:rsidR="0009551C" w:rsidRPr="0009551C" w:rsidRDefault="0009551C" w:rsidP="0009551C"/>
    <w:p w14:paraId="5FEA2981" w14:textId="77777777" w:rsidR="0009551C" w:rsidRPr="0009551C" w:rsidRDefault="0009551C" w:rsidP="0009551C"/>
    <w:p w14:paraId="35471188" w14:textId="77777777" w:rsidR="0009551C" w:rsidRPr="0009551C" w:rsidRDefault="0009551C" w:rsidP="0009551C"/>
    <w:p w14:paraId="027855D1" w14:textId="77777777" w:rsidR="0009551C" w:rsidRPr="0009551C" w:rsidRDefault="0009551C" w:rsidP="0009551C"/>
    <w:p w14:paraId="5D80EA5F" w14:textId="77777777" w:rsidR="0009551C" w:rsidRPr="0009551C" w:rsidRDefault="0009551C" w:rsidP="0009551C"/>
    <w:p w14:paraId="35AC283D" w14:textId="77777777" w:rsidR="0009551C" w:rsidRPr="0009551C" w:rsidRDefault="0009551C" w:rsidP="0009551C"/>
    <w:p w14:paraId="289081F4" w14:textId="77777777" w:rsidR="0009551C" w:rsidRPr="0009551C" w:rsidRDefault="0009551C" w:rsidP="0009551C"/>
    <w:p w14:paraId="4AD646A8" w14:textId="77777777" w:rsidR="0009551C" w:rsidRPr="0009551C" w:rsidRDefault="0009551C" w:rsidP="0009551C"/>
    <w:p w14:paraId="19616CC8" w14:textId="77777777" w:rsidR="00F26344" w:rsidRDefault="00474881" w:rsidP="0009551C">
      <w:r>
        <w:rPr>
          <w:noProof/>
        </w:rPr>
        <w:drawing>
          <wp:anchor distT="0" distB="0" distL="114300" distR="114300" simplePos="0" relativeHeight="251764736" behindDoc="0" locked="0" layoutInCell="1" allowOverlap="1" wp14:anchorId="15C3E7CC" wp14:editId="17A02B6B">
            <wp:simplePos x="0" y="0"/>
            <wp:positionH relativeFrom="column">
              <wp:posOffset>546735</wp:posOffset>
            </wp:positionH>
            <wp:positionV relativeFrom="paragraph">
              <wp:posOffset>2825115</wp:posOffset>
            </wp:positionV>
            <wp:extent cx="847725" cy="1466850"/>
            <wp:effectExtent l="0" t="0" r="9525" b="0"/>
            <wp:wrapSquare wrapText="bothSides"/>
            <wp:docPr id="144" name="Immagin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6AE6516" wp14:editId="1B68E632">
                <wp:simplePos x="0" y="0"/>
                <wp:positionH relativeFrom="column">
                  <wp:posOffset>127635</wp:posOffset>
                </wp:positionH>
                <wp:positionV relativeFrom="paragraph">
                  <wp:posOffset>2768600</wp:posOffset>
                </wp:positionV>
                <wp:extent cx="1660525" cy="2303780"/>
                <wp:effectExtent l="0" t="0" r="15875" b="20320"/>
                <wp:wrapNone/>
                <wp:docPr id="142" name="Rettangolo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A4964" w14:textId="77777777" w:rsidR="00474881" w:rsidRDefault="00474881" w:rsidP="00474881"/>
                          <w:p w14:paraId="481E5446" w14:textId="77777777" w:rsidR="00474881" w:rsidRDefault="00474881" w:rsidP="00474881"/>
                          <w:p w14:paraId="4E93DE31" w14:textId="77777777" w:rsidR="00474881" w:rsidRDefault="00474881" w:rsidP="00474881"/>
                          <w:p w14:paraId="19BFD2B2" w14:textId="77777777" w:rsidR="00474881" w:rsidRDefault="00474881" w:rsidP="0047488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6F02C8C8" w14:textId="77777777" w:rsidR="00474881" w:rsidRPr="00917A9A" w:rsidRDefault="00474881" w:rsidP="0047488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AE6516" id="Rettangolo 142" o:spid="_x0000_s1045" style="position:absolute;margin-left:10.05pt;margin-top:218pt;width:130.75pt;height:181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" fillcolor="#70ad47 [3209]" strokecolor="#375623 [1609]" strokeweight="1pt">
                <v:textbox>
                  <w:txbxContent>
                    <w:p w14:paraId="253A4964" w14:textId="77777777" w:rsidR="00474881" w:rsidRDefault="00474881" w:rsidP="00474881"/>
                    <w:p w14:paraId="481E5446" w14:textId="77777777" w:rsidR="00474881" w:rsidRDefault="00474881" w:rsidP="00474881"/>
                    <w:p w14:paraId="4E93DE31" w14:textId="77777777" w:rsidR="00474881" w:rsidRDefault="00474881" w:rsidP="00474881"/>
                    <w:p w14:paraId="19BFD2B2" w14:textId="77777777" w:rsidR="00474881" w:rsidRDefault="00474881" w:rsidP="0047488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6F02C8C8" w14:textId="77777777" w:rsidR="00474881" w:rsidRPr="00917A9A" w:rsidRDefault="00474881" w:rsidP="0047488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RETTANGOLO</w:t>
                      </w:r>
                    </w:p>
                  </w:txbxContent>
                </v:textbox>
              </v:rect>
            </w:pict>
          </mc:Fallback>
        </mc:AlternateContent>
      </w:r>
      <w:r w:rsidR="00B134AE">
        <w:rPr>
          <w:noProof/>
        </w:rPr>
        <w:drawing>
          <wp:anchor distT="0" distB="0" distL="114300" distR="114300" simplePos="0" relativeHeight="251761664" behindDoc="0" locked="0" layoutInCell="1" allowOverlap="1" wp14:anchorId="2253C08B" wp14:editId="020E46B4">
            <wp:simplePos x="0" y="0"/>
            <wp:positionH relativeFrom="column">
              <wp:posOffset>4335145</wp:posOffset>
            </wp:positionH>
            <wp:positionV relativeFrom="paragraph">
              <wp:posOffset>349250</wp:posOffset>
            </wp:positionV>
            <wp:extent cx="1038225" cy="1001395"/>
            <wp:effectExtent l="0" t="0" r="9525" b="8255"/>
            <wp:wrapSquare wrapText="bothSides"/>
            <wp:docPr id="140" name="Immagin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4AE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8BB0F53" wp14:editId="3B47DC3D">
                <wp:simplePos x="0" y="0"/>
                <wp:positionH relativeFrom="column">
                  <wp:posOffset>4026535</wp:posOffset>
                </wp:positionH>
                <wp:positionV relativeFrom="paragraph">
                  <wp:posOffset>187325</wp:posOffset>
                </wp:positionV>
                <wp:extent cx="1660525" cy="2303780"/>
                <wp:effectExtent l="0" t="0" r="15875" b="20320"/>
                <wp:wrapNone/>
                <wp:docPr id="138" name="Rettangolo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E3E47F" w14:textId="77777777" w:rsidR="00B134AE" w:rsidRDefault="00B134AE" w:rsidP="00B134AE"/>
                          <w:p w14:paraId="46C1B11B" w14:textId="77777777" w:rsidR="00B134AE" w:rsidRDefault="00B134AE" w:rsidP="00B134AE"/>
                          <w:p w14:paraId="0FB431E7" w14:textId="77777777" w:rsidR="00B134AE" w:rsidRDefault="00B134AE" w:rsidP="00B134AE"/>
                          <w:p w14:paraId="0EEB1D46" w14:textId="77777777" w:rsidR="00B134AE" w:rsidRPr="00917A9A" w:rsidRDefault="00B134AE" w:rsidP="00B134A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QUADRATO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BB0F53" id="Rettangolo 138" o:spid="_x0000_s1046" style="position:absolute;margin-left:317.05pt;margin-top:14.75pt;width:130.75pt;height:181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" fillcolor="#70ad47 [3209]" strokecolor="#375623 [1609]" strokeweight="1pt">
                <v:textbox>
                  <w:txbxContent>
                    <w:p w14:paraId="49E3E47F" w14:textId="77777777" w:rsidR="00B134AE" w:rsidRDefault="00B134AE" w:rsidP="00B134AE"/>
                    <w:p w14:paraId="46C1B11B" w14:textId="77777777" w:rsidR="00B134AE" w:rsidRDefault="00B134AE" w:rsidP="00B134AE"/>
                    <w:p w14:paraId="0FB431E7" w14:textId="77777777" w:rsidR="00B134AE" w:rsidRDefault="00B134AE" w:rsidP="00B134AE"/>
                    <w:p w14:paraId="0EEB1D46" w14:textId="77777777" w:rsidR="00B134AE" w:rsidRPr="00917A9A" w:rsidRDefault="00B134AE" w:rsidP="00B134AE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QUADRATO</w:t>
                      </w:r>
                    </w:p>
                  </w:txbxContent>
                </v:textbox>
              </v:rect>
            </w:pict>
          </mc:Fallback>
        </mc:AlternateContent>
      </w:r>
      <w:r w:rsidR="0009551C">
        <w:rPr>
          <w:noProof/>
        </w:rPr>
        <w:drawing>
          <wp:anchor distT="0" distB="0" distL="114300" distR="114300" simplePos="0" relativeHeight="251758592" behindDoc="0" locked="0" layoutInCell="1" allowOverlap="1" wp14:anchorId="4ED8EF18" wp14:editId="73594AE0">
            <wp:simplePos x="0" y="0"/>
            <wp:positionH relativeFrom="column">
              <wp:posOffset>2337435</wp:posOffset>
            </wp:positionH>
            <wp:positionV relativeFrom="paragraph">
              <wp:posOffset>259715</wp:posOffset>
            </wp:positionV>
            <wp:extent cx="1114425" cy="1165860"/>
            <wp:effectExtent l="0" t="0" r="9525" b="0"/>
            <wp:wrapSquare wrapText="bothSides"/>
            <wp:docPr id="136" name="Immagin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51C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39A6770" wp14:editId="157F1B77">
                <wp:simplePos x="0" y="0"/>
                <wp:positionH relativeFrom="column">
                  <wp:posOffset>2064385</wp:posOffset>
                </wp:positionH>
                <wp:positionV relativeFrom="paragraph">
                  <wp:posOffset>187325</wp:posOffset>
                </wp:positionV>
                <wp:extent cx="1660525" cy="2303780"/>
                <wp:effectExtent l="0" t="0" r="15875" b="20320"/>
                <wp:wrapNone/>
                <wp:docPr id="134" name="Rettangolo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AC6D0" w14:textId="77777777" w:rsidR="0009551C" w:rsidRDefault="0009551C" w:rsidP="0009551C"/>
                          <w:p w14:paraId="684A08AE" w14:textId="77777777" w:rsidR="0009551C" w:rsidRDefault="0009551C" w:rsidP="0009551C"/>
                          <w:p w14:paraId="7B3BE35C" w14:textId="77777777" w:rsidR="0009551C" w:rsidRDefault="0009551C" w:rsidP="0009551C"/>
                          <w:p w14:paraId="438E2CB2" w14:textId="77777777" w:rsidR="0009551C" w:rsidRPr="00917A9A" w:rsidRDefault="0009551C" w:rsidP="0009551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DELTOIDE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A6770" id="Rettangolo 134" o:spid="_x0000_s1047" style="position:absolute;margin-left:162.55pt;margin-top:14.75pt;width:130.75pt;height:181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" fillcolor="#70ad47 [3209]" strokecolor="#375623 [1609]" strokeweight="1pt">
                <v:textbox>
                  <w:txbxContent>
                    <w:p w14:paraId="521AC6D0" w14:textId="77777777" w:rsidR="0009551C" w:rsidRDefault="0009551C" w:rsidP="0009551C"/>
                    <w:p w14:paraId="684A08AE" w14:textId="77777777" w:rsidR="0009551C" w:rsidRDefault="0009551C" w:rsidP="0009551C"/>
                    <w:p w14:paraId="7B3BE35C" w14:textId="77777777" w:rsidR="0009551C" w:rsidRDefault="0009551C" w:rsidP="0009551C"/>
                    <w:p w14:paraId="438E2CB2" w14:textId="77777777" w:rsidR="0009551C" w:rsidRPr="00917A9A" w:rsidRDefault="0009551C" w:rsidP="0009551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DELTOIDE</w:t>
                      </w:r>
                    </w:p>
                  </w:txbxContent>
                </v:textbox>
              </v:rect>
            </w:pict>
          </mc:Fallback>
        </mc:AlternateContent>
      </w:r>
      <w:r w:rsidR="0009551C">
        <w:rPr>
          <w:noProof/>
        </w:rPr>
        <w:drawing>
          <wp:anchor distT="0" distB="0" distL="114300" distR="114300" simplePos="0" relativeHeight="251755520" behindDoc="0" locked="0" layoutInCell="1" allowOverlap="1" wp14:anchorId="484D6DA9" wp14:editId="5D74C688">
            <wp:simplePos x="0" y="0"/>
            <wp:positionH relativeFrom="column">
              <wp:posOffset>664845</wp:posOffset>
            </wp:positionH>
            <wp:positionV relativeFrom="paragraph">
              <wp:posOffset>263525</wp:posOffset>
            </wp:positionV>
            <wp:extent cx="548005" cy="1228725"/>
            <wp:effectExtent l="0" t="0" r="4445" b="9525"/>
            <wp:wrapSquare wrapText="bothSides"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0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51C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3F13CF3" wp14:editId="38BC258C">
                <wp:simplePos x="0" y="0"/>
                <wp:positionH relativeFrom="column">
                  <wp:posOffset>130175</wp:posOffset>
                </wp:positionH>
                <wp:positionV relativeFrom="paragraph">
                  <wp:posOffset>187325</wp:posOffset>
                </wp:positionV>
                <wp:extent cx="1660525" cy="2303780"/>
                <wp:effectExtent l="0" t="0" r="15875" b="20320"/>
                <wp:wrapNone/>
                <wp:docPr id="129" name="Rettangolo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44374" w14:textId="77777777" w:rsidR="0009551C" w:rsidRDefault="0009551C" w:rsidP="0009551C"/>
                          <w:p w14:paraId="0F4C92AF" w14:textId="77777777" w:rsidR="0009551C" w:rsidRDefault="0009551C" w:rsidP="0009551C"/>
                          <w:p w14:paraId="07A3F960" w14:textId="77777777" w:rsidR="0009551C" w:rsidRDefault="0009551C" w:rsidP="0009551C"/>
                          <w:p w14:paraId="38A29B63" w14:textId="77777777" w:rsidR="0009551C" w:rsidRDefault="0009551C" w:rsidP="0009551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512FF1B1" w14:textId="77777777" w:rsidR="0009551C" w:rsidRPr="00917A9A" w:rsidRDefault="0009551C" w:rsidP="0009551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PARALLELO - GRAMMA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13CF3" id="Rettangolo 129" o:spid="_x0000_s1048" style="position:absolute;margin-left:10.25pt;margin-top:14.75pt;width:130.75pt;height:181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" fillcolor="#70ad47 [3209]" strokecolor="#375623 [1609]" strokeweight="1pt">
                <v:textbox>
                  <w:txbxContent>
                    <w:p w14:paraId="28744374" w14:textId="77777777" w:rsidR="0009551C" w:rsidRDefault="0009551C" w:rsidP="0009551C"/>
                    <w:p w14:paraId="0F4C92AF" w14:textId="77777777" w:rsidR="0009551C" w:rsidRDefault="0009551C" w:rsidP="0009551C"/>
                    <w:p w14:paraId="07A3F960" w14:textId="77777777" w:rsidR="0009551C" w:rsidRDefault="0009551C" w:rsidP="0009551C"/>
                    <w:p w14:paraId="38A29B63" w14:textId="77777777" w:rsidR="0009551C" w:rsidRDefault="0009551C" w:rsidP="0009551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512FF1B1" w14:textId="77777777" w:rsidR="0009551C" w:rsidRPr="00917A9A" w:rsidRDefault="0009551C" w:rsidP="0009551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PARALLELO - GRAMMA GENERICO</w:t>
                      </w:r>
                    </w:p>
                  </w:txbxContent>
                </v:textbox>
              </v:rect>
            </w:pict>
          </mc:Fallback>
        </mc:AlternateContent>
      </w:r>
    </w:p>
    <w:p w14:paraId="4996EEA7" w14:textId="77777777" w:rsidR="00F26344" w:rsidRPr="00F26344" w:rsidRDefault="00F26344" w:rsidP="00F26344"/>
    <w:p w14:paraId="3E4E46C6" w14:textId="77777777" w:rsidR="00F26344" w:rsidRPr="00F26344" w:rsidRDefault="00F26344" w:rsidP="00F26344"/>
    <w:p w14:paraId="5BFDE60E" w14:textId="77777777" w:rsidR="00F26344" w:rsidRPr="00F26344" w:rsidRDefault="00F26344" w:rsidP="00F26344"/>
    <w:p w14:paraId="366F95E8" w14:textId="77777777" w:rsidR="00F26344" w:rsidRPr="00F26344" w:rsidRDefault="00F26344" w:rsidP="00F26344"/>
    <w:p w14:paraId="71D6B18E" w14:textId="77777777" w:rsidR="00F26344" w:rsidRPr="00F26344" w:rsidRDefault="00F26344" w:rsidP="00F26344"/>
    <w:p w14:paraId="54669157" w14:textId="77777777" w:rsidR="00F26344" w:rsidRPr="00F26344" w:rsidRDefault="00F26344" w:rsidP="00F26344"/>
    <w:p w14:paraId="7DE2A113" w14:textId="77777777" w:rsidR="00F26344" w:rsidRPr="00F26344" w:rsidRDefault="00F26344" w:rsidP="00F26344"/>
    <w:p w14:paraId="7A4A5A5F" w14:textId="77777777" w:rsidR="00F26344" w:rsidRPr="00F26344" w:rsidRDefault="00F26344" w:rsidP="00F26344"/>
    <w:p w14:paraId="1179F41D" w14:textId="77777777" w:rsidR="00F26344" w:rsidRPr="00F26344" w:rsidRDefault="00EF185C" w:rsidP="00F26344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4F93B96" wp14:editId="086FA729">
                <wp:simplePos x="0" y="0"/>
                <wp:positionH relativeFrom="column">
                  <wp:posOffset>4023360</wp:posOffset>
                </wp:positionH>
                <wp:positionV relativeFrom="paragraph">
                  <wp:posOffset>198120</wp:posOffset>
                </wp:positionV>
                <wp:extent cx="1660525" cy="2322830"/>
                <wp:effectExtent l="0" t="0" r="15875" b="20320"/>
                <wp:wrapNone/>
                <wp:docPr id="154" name="Rettangolo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22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14FC0" w14:textId="77777777" w:rsidR="00111811" w:rsidRDefault="00111811" w:rsidP="00111811"/>
                          <w:p w14:paraId="55CD5223" w14:textId="77777777" w:rsidR="00111811" w:rsidRDefault="00111811" w:rsidP="00111811"/>
                          <w:p w14:paraId="40D4FD4E" w14:textId="77777777" w:rsidR="00111811" w:rsidRDefault="00111811" w:rsidP="00111811"/>
                          <w:p w14:paraId="46066517" w14:textId="77777777" w:rsidR="00EF185C" w:rsidRDefault="00EF185C" w:rsidP="00111811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7E60EF54" w14:textId="77777777" w:rsidR="00111811" w:rsidRPr="00917A9A" w:rsidRDefault="00EF185C" w:rsidP="00EC2E80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QUADRILATE</w:t>
                            </w:r>
                            <w:r w:rsidR="00EC2E80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17A9A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–</w:t>
                            </w:r>
                            <w:r w:rsid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17A9A"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RO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93B96" id="Rettangolo 154" o:spid="_x0000_s1049" style="position:absolute;margin-left:316.8pt;margin-top:15.6pt;width:130.75pt;height:182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" fillcolor="#70ad47 [3209]" strokecolor="#375623 [1609]" strokeweight="1pt">
                <v:textbox>
                  <w:txbxContent>
                    <w:p w14:paraId="43314FC0" w14:textId="77777777" w:rsidR="00111811" w:rsidRDefault="00111811" w:rsidP="00111811"/>
                    <w:p w14:paraId="55CD5223" w14:textId="77777777" w:rsidR="00111811" w:rsidRDefault="00111811" w:rsidP="00111811"/>
                    <w:p w14:paraId="40D4FD4E" w14:textId="77777777" w:rsidR="00111811" w:rsidRDefault="00111811" w:rsidP="00111811"/>
                    <w:p w14:paraId="46066517" w14:textId="77777777" w:rsidR="00EF185C" w:rsidRDefault="00EF185C" w:rsidP="00111811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7E60EF54" w14:textId="77777777" w:rsidR="00111811" w:rsidRPr="00917A9A" w:rsidRDefault="00EF185C" w:rsidP="00EC2E80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QUADRILATE</w:t>
                      </w:r>
                      <w:r w:rsidR="00EC2E80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917A9A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–</w:t>
                      </w:r>
                      <w:r w:rsid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917A9A"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RO GENERICO</w:t>
                      </w:r>
                    </w:p>
                  </w:txbxContent>
                </v:textbox>
              </v:rect>
            </w:pict>
          </mc:Fallback>
        </mc:AlternateContent>
      </w:r>
      <w:r w:rsidR="00EC643A">
        <w:rPr>
          <w:noProof/>
        </w:rPr>
        <w:drawing>
          <wp:anchor distT="0" distB="0" distL="114300" distR="114300" simplePos="0" relativeHeight="251767808" behindDoc="0" locked="0" layoutInCell="1" allowOverlap="1" wp14:anchorId="3E6C962D" wp14:editId="66CA24B9">
            <wp:simplePos x="0" y="0"/>
            <wp:positionH relativeFrom="column">
              <wp:posOffset>2232660</wp:posOffset>
            </wp:positionH>
            <wp:positionV relativeFrom="paragraph">
              <wp:posOffset>274320</wp:posOffset>
            </wp:positionV>
            <wp:extent cx="1362075" cy="1362075"/>
            <wp:effectExtent l="0" t="0" r="9525" b="9525"/>
            <wp:wrapSquare wrapText="bothSides"/>
            <wp:docPr id="152" name="Immagin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34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3EFA804" wp14:editId="4C0DA759">
                <wp:simplePos x="0" y="0"/>
                <wp:positionH relativeFrom="column">
                  <wp:posOffset>2058035</wp:posOffset>
                </wp:positionH>
                <wp:positionV relativeFrom="paragraph">
                  <wp:posOffset>198120</wp:posOffset>
                </wp:positionV>
                <wp:extent cx="1660525" cy="2303780"/>
                <wp:effectExtent l="0" t="0" r="15875" b="20320"/>
                <wp:wrapNone/>
                <wp:docPr id="150" name="Rettangolo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4BD6F" w14:textId="77777777" w:rsidR="00F26344" w:rsidRDefault="00F26344" w:rsidP="00F26344"/>
                          <w:p w14:paraId="39F427F0" w14:textId="77777777" w:rsidR="00F26344" w:rsidRDefault="00F26344" w:rsidP="00F26344"/>
                          <w:p w14:paraId="66ACE924" w14:textId="77777777" w:rsidR="00F26344" w:rsidRDefault="00F26344" w:rsidP="00F26344"/>
                          <w:p w14:paraId="12790ACF" w14:textId="77777777" w:rsidR="00EC643A" w:rsidRDefault="00EC643A" w:rsidP="00F263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48A05CEC" w14:textId="77777777" w:rsidR="00F26344" w:rsidRPr="00917A9A" w:rsidRDefault="00F26344" w:rsidP="00F263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QUADRATO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EFA804" id="Rettangolo 150" o:spid="_x0000_s1050" style="position:absolute;margin-left:162.05pt;margin-top:15.6pt;width:130.75pt;height:181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" fillcolor="#70ad47 [3209]" strokecolor="#375623 [1609]" strokeweight="1pt">
                <v:textbox>
                  <w:txbxContent>
                    <w:p w14:paraId="5C54BD6F" w14:textId="77777777" w:rsidR="00F26344" w:rsidRDefault="00F26344" w:rsidP="00F26344"/>
                    <w:p w14:paraId="39F427F0" w14:textId="77777777" w:rsidR="00F26344" w:rsidRDefault="00F26344" w:rsidP="00F26344"/>
                    <w:p w14:paraId="66ACE924" w14:textId="77777777" w:rsidR="00F26344" w:rsidRDefault="00F26344" w:rsidP="00F26344"/>
                    <w:p w14:paraId="12790ACF" w14:textId="77777777" w:rsidR="00EC643A" w:rsidRDefault="00EC643A" w:rsidP="00F26344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48A05CEC" w14:textId="77777777" w:rsidR="00F26344" w:rsidRPr="00917A9A" w:rsidRDefault="00F26344" w:rsidP="00F26344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QUADRATO</w:t>
                      </w:r>
                    </w:p>
                  </w:txbxContent>
                </v:textbox>
              </v:rect>
            </w:pict>
          </mc:Fallback>
        </mc:AlternateContent>
      </w:r>
    </w:p>
    <w:p w14:paraId="0E96AAEB" w14:textId="77777777" w:rsidR="00F26344" w:rsidRPr="00F26344" w:rsidRDefault="00EF185C" w:rsidP="00F26344">
      <w:r>
        <w:rPr>
          <w:noProof/>
        </w:rPr>
        <w:drawing>
          <wp:anchor distT="0" distB="0" distL="114300" distR="114300" simplePos="0" relativeHeight="251770880" behindDoc="0" locked="0" layoutInCell="1" allowOverlap="1" wp14:anchorId="42D9F1F3" wp14:editId="3E23D157">
            <wp:simplePos x="0" y="0"/>
            <wp:positionH relativeFrom="column">
              <wp:posOffset>4347845</wp:posOffset>
            </wp:positionH>
            <wp:positionV relativeFrom="paragraph">
              <wp:posOffset>-1905</wp:posOffset>
            </wp:positionV>
            <wp:extent cx="1181100" cy="1220470"/>
            <wp:effectExtent l="0" t="0" r="0" b="0"/>
            <wp:wrapSquare wrapText="bothSides"/>
            <wp:docPr id="156" name="Immagin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27BD8E" w14:textId="77777777" w:rsidR="00F26344" w:rsidRPr="00F26344" w:rsidRDefault="00F26344" w:rsidP="00F26344"/>
    <w:p w14:paraId="209FD5AB" w14:textId="77777777" w:rsidR="00F26344" w:rsidRPr="00F26344" w:rsidRDefault="00F26344" w:rsidP="00F26344"/>
    <w:p w14:paraId="2ED4B5DF" w14:textId="77777777" w:rsidR="00F26344" w:rsidRPr="00F26344" w:rsidRDefault="00F26344" w:rsidP="00F26344"/>
    <w:p w14:paraId="3152010E" w14:textId="77777777" w:rsidR="00F26344" w:rsidRPr="00F26344" w:rsidRDefault="00F26344" w:rsidP="00F26344"/>
    <w:p w14:paraId="31FF5625" w14:textId="77777777" w:rsidR="00F26344" w:rsidRPr="00F26344" w:rsidRDefault="00F26344" w:rsidP="00F26344"/>
    <w:p w14:paraId="2B989E09" w14:textId="77777777" w:rsidR="00F26344" w:rsidRPr="00F26344" w:rsidRDefault="00F26344" w:rsidP="00F26344"/>
    <w:p w14:paraId="18F39BE2" w14:textId="77777777" w:rsidR="00F26344" w:rsidRPr="00F26344" w:rsidRDefault="00F26344" w:rsidP="00F26344"/>
    <w:p w14:paraId="54AFF40F" w14:textId="77777777" w:rsidR="00F26344" w:rsidRDefault="00F26344" w:rsidP="00F26344"/>
    <w:p w14:paraId="7D32BDCF" w14:textId="77777777" w:rsidR="00970A34" w:rsidRDefault="00970A34" w:rsidP="00F26344"/>
    <w:p w14:paraId="1EA8B0A7" w14:textId="77777777" w:rsidR="00EF185C" w:rsidRDefault="00EF185C" w:rsidP="00F26344"/>
    <w:p w14:paraId="488DB349" w14:textId="77777777" w:rsidR="00EF185C" w:rsidRDefault="00EF185C" w:rsidP="00F26344"/>
    <w:p w14:paraId="7F23CF55" w14:textId="77777777" w:rsidR="00217279" w:rsidRDefault="007E30C1" w:rsidP="00F26344">
      <w:r>
        <w:rPr>
          <w:noProof/>
        </w:rPr>
        <w:drawing>
          <wp:anchor distT="0" distB="0" distL="114300" distR="114300" simplePos="0" relativeHeight="251786240" behindDoc="0" locked="0" layoutInCell="1" allowOverlap="1" wp14:anchorId="7F22DD2E" wp14:editId="778C2119">
            <wp:simplePos x="0" y="0"/>
            <wp:positionH relativeFrom="column">
              <wp:posOffset>2546985</wp:posOffset>
            </wp:positionH>
            <wp:positionV relativeFrom="paragraph">
              <wp:posOffset>2653030</wp:posOffset>
            </wp:positionV>
            <wp:extent cx="939800" cy="951230"/>
            <wp:effectExtent l="0" t="0" r="0" b="1270"/>
            <wp:wrapSquare wrapText="bothSides"/>
            <wp:docPr id="179" name="Immagin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5DEB1CB" wp14:editId="5B57A05F">
                <wp:simplePos x="0" y="0"/>
                <wp:positionH relativeFrom="column">
                  <wp:posOffset>2153285</wp:posOffset>
                </wp:positionH>
                <wp:positionV relativeFrom="paragraph">
                  <wp:posOffset>2567305</wp:posOffset>
                </wp:positionV>
                <wp:extent cx="1660525" cy="2303780"/>
                <wp:effectExtent l="0" t="0" r="15875" b="20320"/>
                <wp:wrapNone/>
                <wp:docPr id="177" name="Rettangolo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00E06D" w14:textId="77777777" w:rsidR="007E30C1" w:rsidRDefault="007E30C1" w:rsidP="007E30C1"/>
                          <w:p w14:paraId="43AE8F10" w14:textId="77777777" w:rsidR="007E30C1" w:rsidRDefault="007E30C1" w:rsidP="007E30C1"/>
                          <w:p w14:paraId="1AB32E02" w14:textId="77777777" w:rsidR="007E30C1" w:rsidRDefault="007E30C1" w:rsidP="007E30C1"/>
                          <w:p w14:paraId="66F8CA5B" w14:textId="77777777" w:rsidR="007E30C1" w:rsidRPr="00917A9A" w:rsidRDefault="007E30C1" w:rsidP="007E30C1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PARALLELO – GRAMMA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EB1CB" id="Rettangolo 177" o:spid="_x0000_s1051" style="position:absolute;margin-left:169.55pt;margin-top:202.15pt;width:130.75pt;height:181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" fillcolor="#70ad47 [3209]" strokecolor="#375623 [1609]" strokeweight="1pt">
                <v:textbox>
                  <w:txbxContent>
                    <w:p w14:paraId="3300E06D" w14:textId="77777777" w:rsidR="007E30C1" w:rsidRDefault="007E30C1" w:rsidP="007E30C1"/>
                    <w:p w14:paraId="43AE8F10" w14:textId="77777777" w:rsidR="007E30C1" w:rsidRDefault="007E30C1" w:rsidP="007E30C1"/>
                    <w:p w14:paraId="1AB32E02" w14:textId="77777777" w:rsidR="007E30C1" w:rsidRDefault="007E30C1" w:rsidP="007E30C1"/>
                    <w:p w14:paraId="66F8CA5B" w14:textId="77777777" w:rsidR="007E30C1" w:rsidRPr="00917A9A" w:rsidRDefault="007E30C1" w:rsidP="007E30C1">
                      <w:pPr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PARALLELO – GRAMMA GENERICO</w:t>
                      </w:r>
                    </w:p>
                  </w:txbxContent>
                </v:textbox>
              </v:rect>
            </w:pict>
          </mc:Fallback>
        </mc:AlternateContent>
      </w:r>
      <w:r w:rsidR="002B78F5">
        <w:rPr>
          <w:noProof/>
        </w:rPr>
        <w:drawing>
          <wp:anchor distT="0" distB="0" distL="114300" distR="114300" simplePos="0" relativeHeight="251783168" behindDoc="0" locked="0" layoutInCell="1" allowOverlap="1" wp14:anchorId="4BB03E5E" wp14:editId="43557E88">
            <wp:simplePos x="0" y="0"/>
            <wp:positionH relativeFrom="column">
              <wp:posOffset>403860</wp:posOffset>
            </wp:positionH>
            <wp:positionV relativeFrom="paragraph">
              <wp:posOffset>2653030</wp:posOffset>
            </wp:positionV>
            <wp:extent cx="1336675" cy="933450"/>
            <wp:effectExtent l="0" t="0" r="0" b="0"/>
            <wp:wrapSquare wrapText="bothSides"/>
            <wp:docPr id="175" name="Immagin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8F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1E3EDD7" wp14:editId="6028210D">
                <wp:simplePos x="0" y="0"/>
                <wp:positionH relativeFrom="column">
                  <wp:posOffset>226060</wp:posOffset>
                </wp:positionH>
                <wp:positionV relativeFrom="paragraph">
                  <wp:posOffset>2567305</wp:posOffset>
                </wp:positionV>
                <wp:extent cx="1660525" cy="2303780"/>
                <wp:effectExtent l="0" t="0" r="15875" b="20320"/>
                <wp:wrapNone/>
                <wp:docPr id="173" name="Rettangolo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9444B" w14:textId="77777777" w:rsidR="002B78F5" w:rsidRDefault="002B78F5" w:rsidP="002B78F5"/>
                          <w:p w14:paraId="3B6DB14F" w14:textId="77777777" w:rsidR="002B78F5" w:rsidRDefault="002B78F5" w:rsidP="002B78F5"/>
                          <w:p w14:paraId="7A380926" w14:textId="77777777" w:rsidR="002B78F5" w:rsidRDefault="002B78F5" w:rsidP="002B78F5"/>
                          <w:p w14:paraId="52C3F4C2" w14:textId="77777777" w:rsidR="002B78F5" w:rsidRPr="00917A9A" w:rsidRDefault="002B78F5" w:rsidP="002B78F5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PARALLELO – GRAMMA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E3EDD7" id="Rettangolo 173" o:spid="_x0000_s1052" style="position:absolute;margin-left:17.8pt;margin-top:202.15pt;width:130.75pt;height:181.4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" fillcolor="#70ad47 [3209]" strokecolor="#375623 [1609]" strokeweight="1pt">
                <v:textbox>
                  <w:txbxContent>
                    <w:p w14:paraId="2269444B" w14:textId="77777777" w:rsidR="002B78F5" w:rsidRDefault="002B78F5" w:rsidP="002B78F5"/>
                    <w:p w14:paraId="3B6DB14F" w14:textId="77777777" w:rsidR="002B78F5" w:rsidRDefault="002B78F5" w:rsidP="002B78F5"/>
                    <w:p w14:paraId="7A380926" w14:textId="77777777" w:rsidR="002B78F5" w:rsidRDefault="002B78F5" w:rsidP="002B78F5"/>
                    <w:p w14:paraId="52C3F4C2" w14:textId="77777777" w:rsidR="002B78F5" w:rsidRPr="00917A9A" w:rsidRDefault="002B78F5" w:rsidP="002B78F5">
                      <w:pPr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PARALLELO – GRAMMA GENERICO</w:t>
                      </w:r>
                    </w:p>
                  </w:txbxContent>
                </v:textbox>
              </v:rect>
            </w:pict>
          </mc:Fallback>
        </mc:AlternateContent>
      </w:r>
      <w:r w:rsidR="00F461C9">
        <w:rPr>
          <w:noProof/>
        </w:rPr>
        <w:drawing>
          <wp:anchor distT="0" distB="0" distL="114300" distR="114300" simplePos="0" relativeHeight="251780096" behindDoc="0" locked="0" layoutInCell="1" allowOverlap="1" wp14:anchorId="7E88E8A7" wp14:editId="65525550">
            <wp:simplePos x="0" y="0"/>
            <wp:positionH relativeFrom="column">
              <wp:posOffset>4490085</wp:posOffset>
            </wp:positionH>
            <wp:positionV relativeFrom="paragraph">
              <wp:posOffset>-13970</wp:posOffset>
            </wp:positionV>
            <wp:extent cx="981075" cy="1257300"/>
            <wp:effectExtent l="0" t="0" r="9525" b="0"/>
            <wp:wrapSquare wrapText="bothSides"/>
            <wp:docPr id="171" name="Immagin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1C9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29FC7A3" wp14:editId="66BA8F6E">
                <wp:simplePos x="0" y="0"/>
                <wp:positionH relativeFrom="column">
                  <wp:posOffset>4140835</wp:posOffset>
                </wp:positionH>
                <wp:positionV relativeFrom="paragraph">
                  <wp:posOffset>-61595</wp:posOffset>
                </wp:positionV>
                <wp:extent cx="1660520" cy="2303780"/>
                <wp:effectExtent l="0" t="0" r="16510" b="20320"/>
                <wp:wrapNone/>
                <wp:docPr id="169" name="Rettangolo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0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E6E98" w14:textId="77777777" w:rsidR="00F461C9" w:rsidRDefault="00F461C9" w:rsidP="00F461C9"/>
                          <w:p w14:paraId="46F5A272" w14:textId="77777777" w:rsidR="00F461C9" w:rsidRDefault="00F461C9" w:rsidP="00F461C9"/>
                          <w:p w14:paraId="5865D876" w14:textId="77777777" w:rsidR="00F461C9" w:rsidRDefault="00F461C9" w:rsidP="00F461C9"/>
                          <w:p w14:paraId="562E1A08" w14:textId="77777777" w:rsidR="00F461C9" w:rsidRDefault="00F461C9" w:rsidP="00F461C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41A985B7" w14:textId="77777777" w:rsidR="00F461C9" w:rsidRPr="00917A9A" w:rsidRDefault="00F461C9" w:rsidP="00F461C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 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FC7A3" id="Rettangolo 169" o:spid="_x0000_s1053" style="position:absolute;margin-left:326.05pt;margin-top:-4.85pt;width:130.75pt;height:181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" fillcolor="#70ad47 [3209]" strokecolor="#375623 [1609]" strokeweight="1pt">
                <v:textbox>
                  <w:txbxContent>
                    <w:p w14:paraId="674E6E98" w14:textId="77777777" w:rsidR="00F461C9" w:rsidRDefault="00F461C9" w:rsidP="00F461C9"/>
                    <w:p w14:paraId="46F5A272" w14:textId="77777777" w:rsidR="00F461C9" w:rsidRDefault="00F461C9" w:rsidP="00F461C9"/>
                    <w:p w14:paraId="5865D876" w14:textId="77777777" w:rsidR="00F461C9" w:rsidRDefault="00F461C9" w:rsidP="00F461C9"/>
                    <w:p w14:paraId="562E1A08" w14:textId="77777777" w:rsidR="00F461C9" w:rsidRDefault="00F461C9" w:rsidP="00F461C9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41A985B7" w14:textId="77777777" w:rsidR="00F461C9" w:rsidRPr="00917A9A" w:rsidRDefault="00F461C9" w:rsidP="00F461C9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 RETTANGOLO</w:t>
                      </w:r>
                    </w:p>
                  </w:txbxContent>
                </v:textbox>
              </v:rect>
            </w:pict>
          </mc:Fallback>
        </mc:AlternateContent>
      </w:r>
      <w:r w:rsidR="002341BC">
        <w:rPr>
          <w:noProof/>
        </w:rPr>
        <w:drawing>
          <wp:anchor distT="0" distB="0" distL="114300" distR="114300" simplePos="0" relativeHeight="251777024" behindDoc="0" locked="0" layoutInCell="1" allowOverlap="1" wp14:anchorId="1E1D5949" wp14:editId="66F715B1">
            <wp:simplePos x="0" y="0"/>
            <wp:positionH relativeFrom="column">
              <wp:posOffset>2346960</wp:posOffset>
            </wp:positionH>
            <wp:positionV relativeFrom="paragraph">
              <wp:posOffset>244475</wp:posOffset>
            </wp:positionV>
            <wp:extent cx="1328420" cy="495300"/>
            <wp:effectExtent l="0" t="0" r="5080" b="0"/>
            <wp:wrapSquare wrapText="bothSides"/>
            <wp:docPr id="167" name="Immagin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1BC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0080EC7" wp14:editId="402BBC37">
                <wp:simplePos x="0" y="0"/>
                <wp:positionH relativeFrom="column">
                  <wp:posOffset>2178685</wp:posOffset>
                </wp:positionH>
                <wp:positionV relativeFrom="paragraph">
                  <wp:posOffset>-61595</wp:posOffset>
                </wp:positionV>
                <wp:extent cx="1660525" cy="2303780"/>
                <wp:effectExtent l="0" t="0" r="15875" b="20320"/>
                <wp:wrapNone/>
                <wp:docPr id="165" name="Rettangolo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918BAB" w14:textId="77777777" w:rsidR="002341BC" w:rsidRDefault="002341BC" w:rsidP="002341BC"/>
                          <w:p w14:paraId="27A81031" w14:textId="77777777" w:rsidR="002341BC" w:rsidRDefault="002341BC" w:rsidP="002341BC"/>
                          <w:p w14:paraId="7581DEF2" w14:textId="77777777" w:rsidR="002341BC" w:rsidRDefault="002341BC" w:rsidP="002341BC"/>
                          <w:p w14:paraId="1252DE22" w14:textId="77777777" w:rsidR="002341BC" w:rsidRPr="00917A9A" w:rsidRDefault="002341BC" w:rsidP="002341B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 ISOSCELE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80EC7" id="Rettangolo 165" o:spid="_x0000_s1054" style="position:absolute;margin-left:171.55pt;margin-top:-4.85pt;width:130.75pt;height:181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" fillcolor="#70ad47 [3209]" strokecolor="#375623 [1609]" strokeweight="1pt">
                <v:textbox>
                  <w:txbxContent>
                    <w:p w14:paraId="61918BAB" w14:textId="77777777" w:rsidR="002341BC" w:rsidRDefault="002341BC" w:rsidP="002341BC"/>
                    <w:p w14:paraId="27A81031" w14:textId="77777777" w:rsidR="002341BC" w:rsidRDefault="002341BC" w:rsidP="002341BC"/>
                    <w:p w14:paraId="7581DEF2" w14:textId="77777777" w:rsidR="002341BC" w:rsidRDefault="002341BC" w:rsidP="002341BC"/>
                    <w:p w14:paraId="1252DE22" w14:textId="77777777" w:rsidR="002341BC" w:rsidRPr="00917A9A" w:rsidRDefault="002341BC" w:rsidP="002341B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 ISOSCELE</w:t>
                      </w:r>
                    </w:p>
                  </w:txbxContent>
                </v:textbox>
              </v:rect>
            </w:pict>
          </mc:Fallback>
        </mc:AlternateContent>
      </w:r>
      <w:r w:rsidR="00EF185C">
        <w:rPr>
          <w:noProof/>
        </w:rPr>
        <w:drawing>
          <wp:anchor distT="0" distB="0" distL="114300" distR="114300" simplePos="0" relativeHeight="251773952" behindDoc="0" locked="0" layoutInCell="1" allowOverlap="1" wp14:anchorId="68E04E3D" wp14:editId="00266636">
            <wp:simplePos x="0" y="0"/>
            <wp:positionH relativeFrom="column">
              <wp:posOffset>594360</wp:posOffset>
            </wp:positionH>
            <wp:positionV relativeFrom="paragraph">
              <wp:posOffset>-13970</wp:posOffset>
            </wp:positionV>
            <wp:extent cx="873760" cy="1371600"/>
            <wp:effectExtent l="0" t="0" r="2540" b="0"/>
            <wp:wrapSquare wrapText="bothSides"/>
            <wp:docPr id="163" name="Immagin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85C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2BD63F" wp14:editId="18C7044F">
                <wp:simplePos x="0" y="0"/>
                <wp:positionH relativeFrom="column">
                  <wp:posOffset>222885</wp:posOffset>
                </wp:positionH>
                <wp:positionV relativeFrom="paragraph">
                  <wp:posOffset>-71120</wp:posOffset>
                </wp:positionV>
                <wp:extent cx="1660525" cy="2303780"/>
                <wp:effectExtent l="0" t="0" r="15875" b="20320"/>
                <wp:wrapNone/>
                <wp:docPr id="161" name="Rettangolo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935CB" w14:textId="77777777" w:rsidR="00EF185C" w:rsidRDefault="00EF185C" w:rsidP="00EF185C"/>
                          <w:p w14:paraId="360187A3" w14:textId="77777777" w:rsidR="00EF185C" w:rsidRDefault="00EF185C" w:rsidP="00EF185C"/>
                          <w:p w14:paraId="73BD385A" w14:textId="77777777" w:rsidR="00EF185C" w:rsidRDefault="00EF185C" w:rsidP="00EF185C"/>
                          <w:p w14:paraId="3D27C11E" w14:textId="77777777" w:rsidR="00EF185C" w:rsidRDefault="00EF185C" w:rsidP="00EF185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39286F72" w14:textId="77777777" w:rsidR="00EF185C" w:rsidRPr="00917A9A" w:rsidRDefault="00EF185C" w:rsidP="00EF185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DELTOIDE CONCAVO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2BD63F" id="Rettangolo 161" o:spid="_x0000_s1055" style="position:absolute;margin-left:17.55pt;margin-top:-5.6pt;width:130.75pt;height:181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" fillcolor="#70ad47 [3209]" strokecolor="#375623 [1609]" strokeweight="1pt">
                <v:textbox>
                  <w:txbxContent>
                    <w:p w14:paraId="462935CB" w14:textId="77777777" w:rsidR="00EF185C" w:rsidRDefault="00EF185C" w:rsidP="00EF185C"/>
                    <w:p w14:paraId="360187A3" w14:textId="77777777" w:rsidR="00EF185C" w:rsidRDefault="00EF185C" w:rsidP="00EF185C"/>
                    <w:p w14:paraId="73BD385A" w14:textId="77777777" w:rsidR="00EF185C" w:rsidRDefault="00EF185C" w:rsidP="00EF185C"/>
                    <w:p w14:paraId="3D27C11E" w14:textId="77777777" w:rsidR="00EF185C" w:rsidRDefault="00EF185C" w:rsidP="00EF185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39286F72" w14:textId="77777777" w:rsidR="00EF185C" w:rsidRPr="00917A9A" w:rsidRDefault="00EF185C" w:rsidP="00EF185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DELTOIDE CONCAVO</w:t>
                      </w:r>
                    </w:p>
                  </w:txbxContent>
                </v:textbox>
              </v:rect>
            </w:pict>
          </mc:Fallback>
        </mc:AlternateContent>
      </w:r>
    </w:p>
    <w:p w14:paraId="1BD5EB97" w14:textId="77777777" w:rsidR="00217279" w:rsidRPr="00217279" w:rsidRDefault="00217279" w:rsidP="00217279"/>
    <w:p w14:paraId="78BBAF22" w14:textId="77777777" w:rsidR="00217279" w:rsidRPr="00217279" w:rsidRDefault="00217279" w:rsidP="00217279"/>
    <w:p w14:paraId="533A9CCB" w14:textId="77777777" w:rsidR="00217279" w:rsidRPr="00217279" w:rsidRDefault="00217279" w:rsidP="00217279"/>
    <w:p w14:paraId="0A9DF1E3" w14:textId="77777777" w:rsidR="00217279" w:rsidRPr="00217279" w:rsidRDefault="00217279" w:rsidP="00217279"/>
    <w:p w14:paraId="685558A5" w14:textId="77777777" w:rsidR="00217279" w:rsidRPr="00217279" w:rsidRDefault="00217279" w:rsidP="00217279"/>
    <w:p w14:paraId="2D36A136" w14:textId="77777777" w:rsidR="00217279" w:rsidRPr="00217279" w:rsidRDefault="00217279" w:rsidP="00217279"/>
    <w:p w14:paraId="23D36458" w14:textId="77777777" w:rsidR="00217279" w:rsidRPr="00217279" w:rsidRDefault="00217279" w:rsidP="00217279"/>
    <w:p w14:paraId="7FBD41A2" w14:textId="77777777" w:rsidR="00217279" w:rsidRPr="00217279" w:rsidRDefault="00217279" w:rsidP="00217279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5FD0F43" wp14:editId="783F3888">
                <wp:simplePos x="0" y="0"/>
                <wp:positionH relativeFrom="column">
                  <wp:posOffset>4140835</wp:posOffset>
                </wp:positionH>
                <wp:positionV relativeFrom="paragraph">
                  <wp:posOffset>281940</wp:posOffset>
                </wp:positionV>
                <wp:extent cx="1660525" cy="2303780"/>
                <wp:effectExtent l="0" t="0" r="15875" b="20320"/>
                <wp:wrapNone/>
                <wp:docPr id="181" name="Rettangolo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DC873" w14:textId="77777777" w:rsidR="00217279" w:rsidRDefault="00217279" w:rsidP="00217279"/>
                          <w:p w14:paraId="61AFDF42" w14:textId="77777777" w:rsidR="00217279" w:rsidRDefault="00217279" w:rsidP="00217279"/>
                          <w:p w14:paraId="3314CE01" w14:textId="77777777" w:rsidR="00217279" w:rsidRDefault="00217279" w:rsidP="00217279"/>
                          <w:p w14:paraId="402FCCD6" w14:textId="77777777" w:rsidR="00917A9A" w:rsidRDefault="00917A9A" w:rsidP="00217279"/>
                          <w:p w14:paraId="04D20ABB" w14:textId="77777777" w:rsidR="00917A9A" w:rsidRDefault="00917A9A" w:rsidP="0021727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08F26B5F" w14:textId="77777777" w:rsidR="00917A9A" w:rsidRDefault="00917A9A" w:rsidP="0021727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570DE145" w14:textId="77777777" w:rsidR="00217279" w:rsidRPr="00917A9A" w:rsidRDefault="00217279" w:rsidP="0021727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D0F43" id="Rettangolo 181" o:spid="_x0000_s1056" style="position:absolute;margin-left:326.05pt;margin-top:22.2pt;width:130.75pt;height:181.4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" fillcolor="#70ad47 [3209]" strokecolor="#375623 [1609]" strokeweight="1pt">
                <v:textbox>
                  <w:txbxContent>
                    <w:p w14:paraId="6F6DC873" w14:textId="77777777" w:rsidR="00217279" w:rsidRDefault="00217279" w:rsidP="00217279"/>
                    <w:p w14:paraId="61AFDF42" w14:textId="77777777" w:rsidR="00217279" w:rsidRDefault="00217279" w:rsidP="00217279"/>
                    <w:p w14:paraId="3314CE01" w14:textId="77777777" w:rsidR="00217279" w:rsidRDefault="00217279" w:rsidP="00217279"/>
                    <w:p w14:paraId="402FCCD6" w14:textId="77777777" w:rsidR="00917A9A" w:rsidRDefault="00917A9A" w:rsidP="00217279"/>
                    <w:p w14:paraId="04D20ABB" w14:textId="77777777" w:rsidR="00917A9A" w:rsidRDefault="00917A9A" w:rsidP="00217279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08F26B5F" w14:textId="77777777" w:rsidR="00917A9A" w:rsidRDefault="00917A9A" w:rsidP="00217279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570DE145" w14:textId="77777777" w:rsidR="00217279" w:rsidRPr="00917A9A" w:rsidRDefault="00217279" w:rsidP="00217279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RETTANGOLO</w:t>
                      </w:r>
                    </w:p>
                  </w:txbxContent>
                </v:textbox>
              </v:rect>
            </w:pict>
          </mc:Fallback>
        </mc:AlternateContent>
      </w:r>
    </w:p>
    <w:p w14:paraId="1A8BD080" w14:textId="77777777" w:rsidR="00217279" w:rsidRPr="00217279" w:rsidRDefault="00217279" w:rsidP="00217279"/>
    <w:p w14:paraId="00CA80AA" w14:textId="77777777" w:rsidR="00217279" w:rsidRPr="00217279" w:rsidRDefault="00217279" w:rsidP="00217279"/>
    <w:p w14:paraId="73B6BC24" w14:textId="77777777" w:rsidR="00217279" w:rsidRPr="00217279" w:rsidRDefault="00217279" w:rsidP="00217279">
      <w:r>
        <w:rPr>
          <w:noProof/>
        </w:rPr>
        <w:drawing>
          <wp:anchor distT="0" distB="0" distL="114300" distR="114300" simplePos="0" relativeHeight="251789312" behindDoc="0" locked="0" layoutInCell="1" allowOverlap="1" wp14:anchorId="2C68A647" wp14:editId="45BFC8C9">
            <wp:simplePos x="0" y="0"/>
            <wp:positionH relativeFrom="column">
              <wp:posOffset>4137660</wp:posOffset>
            </wp:positionH>
            <wp:positionV relativeFrom="paragraph">
              <wp:posOffset>225425</wp:posOffset>
            </wp:positionV>
            <wp:extent cx="1692910" cy="455930"/>
            <wp:effectExtent l="8890" t="0" r="0" b="0"/>
            <wp:wrapSquare wrapText="bothSides"/>
            <wp:docPr id="183" name="Immagin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9291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5CAEBC" w14:textId="77777777" w:rsidR="00217279" w:rsidRPr="00217279" w:rsidRDefault="00217279" w:rsidP="00217279"/>
    <w:p w14:paraId="32A838D7" w14:textId="77777777" w:rsidR="00217279" w:rsidRPr="00217279" w:rsidRDefault="00217279" w:rsidP="00217279"/>
    <w:p w14:paraId="7A996213" w14:textId="77777777" w:rsidR="00217279" w:rsidRPr="00217279" w:rsidRDefault="00217279" w:rsidP="00217279"/>
    <w:p w14:paraId="6954682A" w14:textId="77777777" w:rsidR="00217279" w:rsidRPr="00217279" w:rsidRDefault="00217279" w:rsidP="00217279"/>
    <w:p w14:paraId="662CF76F" w14:textId="77777777" w:rsidR="00217279" w:rsidRPr="00217279" w:rsidRDefault="00217279" w:rsidP="00217279"/>
    <w:p w14:paraId="661D57E8" w14:textId="77777777" w:rsidR="00217279" w:rsidRDefault="000E26F0" w:rsidP="00217279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9869C70" wp14:editId="6C2C5139">
                <wp:simplePos x="0" y="0"/>
                <wp:positionH relativeFrom="column">
                  <wp:posOffset>4137025</wp:posOffset>
                </wp:positionH>
                <wp:positionV relativeFrom="paragraph">
                  <wp:posOffset>235585</wp:posOffset>
                </wp:positionV>
                <wp:extent cx="1660525" cy="2303780"/>
                <wp:effectExtent l="0" t="0" r="15875" b="20320"/>
                <wp:wrapNone/>
                <wp:docPr id="196" name="Rettangolo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CC7D7" w14:textId="77777777" w:rsidR="000E26F0" w:rsidRDefault="000E26F0" w:rsidP="000E26F0"/>
                          <w:p w14:paraId="6E6B6004" w14:textId="77777777" w:rsidR="000E26F0" w:rsidRDefault="000E26F0" w:rsidP="000E26F0"/>
                          <w:p w14:paraId="284F5C49" w14:textId="77777777" w:rsidR="000E26F0" w:rsidRDefault="000E26F0" w:rsidP="000E26F0"/>
                          <w:p w14:paraId="0794267A" w14:textId="77777777" w:rsidR="000E26F0" w:rsidRPr="002830A5" w:rsidRDefault="000E26F0" w:rsidP="000E26F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830A5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 SCALENO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869C70" id="Rettangolo 196" o:spid="_x0000_s1057" style="position:absolute;margin-left:325.75pt;margin-top:18.55pt;width:130.75pt;height:181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" fillcolor="#70ad47 [3209]" strokecolor="#375623 [1609]" strokeweight="1pt">
                <v:textbox>
                  <w:txbxContent>
                    <w:p w14:paraId="5C5CC7D7" w14:textId="77777777" w:rsidR="000E26F0" w:rsidRDefault="000E26F0" w:rsidP="000E26F0"/>
                    <w:p w14:paraId="6E6B6004" w14:textId="77777777" w:rsidR="000E26F0" w:rsidRDefault="000E26F0" w:rsidP="000E26F0"/>
                    <w:p w14:paraId="284F5C49" w14:textId="77777777" w:rsidR="000E26F0" w:rsidRDefault="000E26F0" w:rsidP="000E26F0"/>
                    <w:p w14:paraId="0794267A" w14:textId="77777777" w:rsidR="000E26F0" w:rsidRPr="002830A5" w:rsidRDefault="000E26F0" w:rsidP="000E26F0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2830A5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 SCALENO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B34DE0E" wp14:editId="3637C416">
                <wp:simplePos x="0" y="0"/>
                <wp:positionH relativeFrom="column">
                  <wp:posOffset>2169160</wp:posOffset>
                </wp:positionH>
                <wp:positionV relativeFrom="paragraph">
                  <wp:posOffset>235585</wp:posOffset>
                </wp:positionV>
                <wp:extent cx="1660525" cy="2303780"/>
                <wp:effectExtent l="0" t="0" r="15875" b="20320"/>
                <wp:wrapNone/>
                <wp:docPr id="189" name="Rettangolo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A9764A" w14:textId="77777777" w:rsidR="000E26F0" w:rsidRDefault="000E26F0" w:rsidP="000E26F0"/>
                          <w:p w14:paraId="292BC06A" w14:textId="77777777" w:rsidR="000E26F0" w:rsidRDefault="000E26F0" w:rsidP="000E26F0"/>
                          <w:p w14:paraId="0E815995" w14:textId="77777777" w:rsidR="000E26F0" w:rsidRDefault="000E26F0" w:rsidP="000E26F0"/>
                          <w:p w14:paraId="13567004" w14:textId="77777777" w:rsidR="000E26F0" w:rsidRPr="00917A9A" w:rsidRDefault="000E26F0" w:rsidP="000E26F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</w:t>
                            </w:r>
                          </w:p>
                          <w:p w14:paraId="7613F67B" w14:textId="77777777" w:rsidR="000E26F0" w:rsidRPr="00917A9A" w:rsidRDefault="000E26F0" w:rsidP="000E26F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4DE0E" id="Rettangolo 189" o:spid="_x0000_s1058" style="position:absolute;margin-left:170.8pt;margin-top:18.55pt;width:130.75pt;height:181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" fillcolor="#70ad47 [3209]" strokecolor="#375623 [1609]" strokeweight="1pt">
                <v:textbox>
                  <w:txbxContent>
                    <w:p w14:paraId="3DA9764A" w14:textId="77777777" w:rsidR="000E26F0" w:rsidRDefault="000E26F0" w:rsidP="000E26F0"/>
                    <w:p w14:paraId="292BC06A" w14:textId="77777777" w:rsidR="000E26F0" w:rsidRDefault="000E26F0" w:rsidP="000E26F0"/>
                    <w:p w14:paraId="0E815995" w14:textId="77777777" w:rsidR="000E26F0" w:rsidRDefault="000E26F0" w:rsidP="000E26F0"/>
                    <w:p w14:paraId="13567004" w14:textId="77777777" w:rsidR="000E26F0" w:rsidRPr="00917A9A" w:rsidRDefault="000E26F0" w:rsidP="000E26F0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</w:t>
                      </w:r>
                    </w:p>
                    <w:p w14:paraId="7613F67B" w14:textId="77777777" w:rsidR="000E26F0" w:rsidRPr="00917A9A" w:rsidRDefault="000E26F0" w:rsidP="000E26F0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RETTANGOLO</w:t>
                      </w:r>
                    </w:p>
                  </w:txbxContent>
                </v:textbox>
              </v:rect>
            </w:pict>
          </mc:Fallback>
        </mc:AlternateContent>
      </w:r>
      <w:r w:rsidR="00F44EF3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46A435B" wp14:editId="4BA6B8D9">
                <wp:simplePos x="0" y="0"/>
                <wp:positionH relativeFrom="column">
                  <wp:posOffset>222885</wp:posOffset>
                </wp:positionH>
                <wp:positionV relativeFrom="paragraph">
                  <wp:posOffset>235585</wp:posOffset>
                </wp:positionV>
                <wp:extent cx="1660525" cy="2303780"/>
                <wp:effectExtent l="0" t="0" r="15875" b="20320"/>
                <wp:wrapNone/>
                <wp:docPr id="185" name="Rettangolo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2C4725" w14:textId="77777777" w:rsidR="00F44EF3" w:rsidRDefault="00F44EF3" w:rsidP="00F44EF3"/>
                          <w:p w14:paraId="46B22AE3" w14:textId="77777777" w:rsidR="00F44EF3" w:rsidRDefault="00F44EF3" w:rsidP="00F44EF3"/>
                          <w:p w14:paraId="3C241524" w14:textId="77777777" w:rsidR="00F44EF3" w:rsidRDefault="00F44EF3" w:rsidP="00F44EF3"/>
                          <w:p w14:paraId="4F4BD547" w14:textId="77777777" w:rsidR="00F44EF3" w:rsidRPr="00917A9A" w:rsidRDefault="00F44EF3" w:rsidP="00F44EF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17A9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 ISOSCELE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6A435B" id="Rettangolo 185" o:spid="_x0000_s1059" style="position:absolute;margin-left:17.55pt;margin-top:18.55pt;width:130.75pt;height:181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" fillcolor="#70ad47 [3209]" strokecolor="#375623 [1609]" strokeweight="1pt">
                <v:textbox>
                  <w:txbxContent>
                    <w:p w14:paraId="1D2C4725" w14:textId="77777777" w:rsidR="00F44EF3" w:rsidRDefault="00F44EF3" w:rsidP="00F44EF3"/>
                    <w:p w14:paraId="46B22AE3" w14:textId="77777777" w:rsidR="00F44EF3" w:rsidRDefault="00F44EF3" w:rsidP="00F44EF3"/>
                    <w:p w14:paraId="3C241524" w14:textId="77777777" w:rsidR="00F44EF3" w:rsidRDefault="00F44EF3" w:rsidP="00F44EF3"/>
                    <w:p w14:paraId="4F4BD547" w14:textId="77777777" w:rsidR="00F44EF3" w:rsidRPr="00917A9A" w:rsidRDefault="00F44EF3" w:rsidP="00F44EF3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17A9A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 ISOSCELE</w:t>
                      </w:r>
                    </w:p>
                  </w:txbxContent>
                </v:textbox>
              </v:rect>
            </w:pict>
          </mc:Fallback>
        </mc:AlternateContent>
      </w:r>
    </w:p>
    <w:p w14:paraId="0EC23F6B" w14:textId="77777777" w:rsidR="000E26F0" w:rsidRDefault="000E26F0" w:rsidP="00217279">
      <w:r>
        <w:rPr>
          <w:noProof/>
        </w:rPr>
        <w:drawing>
          <wp:anchor distT="0" distB="0" distL="114300" distR="114300" simplePos="0" relativeHeight="251800576" behindDoc="0" locked="0" layoutInCell="1" allowOverlap="1" wp14:anchorId="560E3EEA" wp14:editId="7B9067ED">
            <wp:simplePos x="0" y="0"/>
            <wp:positionH relativeFrom="column">
              <wp:posOffset>4318635</wp:posOffset>
            </wp:positionH>
            <wp:positionV relativeFrom="paragraph">
              <wp:posOffset>254635</wp:posOffset>
            </wp:positionV>
            <wp:extent cx="1360805" cy="314325"/>
            <wp:effectExtent l="0" t="0" r="0" b="9525"/>
            <wp:wrapSquare wrapText="bothSides"/>
            <wp:docPr id="198" name="Immagin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5456" behindDoc="0" locked="0" layoutInCell="1" allowOverlap="1" wp14:anchorId="6DEFF5E4" wp14:editId="29B92357">
            <wp:simplePos x="0" y="0"/>
            <wp:positionH relativeFrom="column">
              <wp:posOffset>2346960</wp:posOffset>
            </wp:positionH>
            <wp:positionV relativeFrom="paragraph">
              <wp:posOffset>120015</wp:posOffset>
            </wp:positionV>
            <wp:extent cx="1371600" cy="952500"/>
            <wp:effectExtent l="0" t="0" r="0" b="0"/>
            <wp:wrapSquare wrapText="bothSides"/>
            <wp:docPr id="191" name="Immagin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EF3">
        <w:rPr>
          <w:noProof/>
        </w:rPr>
        <w:drawing>
          <wp:anchor distT="0" distB="0" distL="114300" distR="114300" simplePos="0" relativeHeight="251792384" behindDoc="0" locked="0" layoutInCell="1" allowOverlap="1" wp14:anchorId="3E8D8FA8" wp14:editId="57CCEBB5">
            <wp:simplePos x="0" y="0"/>
            <wp:positionH relativeFrom="column">
              <wp:posOffset>396240</wp:posOffset>
            </wp:positionH>
            <wp:positionV relativeFrom="paragraph">
              <wp:posOffset>302260</wp:posOffset>
            </wp:positionV>
            <wp:extent cx="1352550" cy="365125"/>
            <wp:effectExtent l="0" t="0" r="0" b="0"/>
            <wp:wrapSquare wrapText="bothSides"/>
            <wp:docPr id="187" name="Immagin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65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7A112" w14:textId="77777777" w:rsidR="000E26F0" w:rsidRPr="000E26F0" w:rsidRDefault="000E26F0" w:rsidP="000E26F0"/>
    <w:p w14:paraId="38BB0808" w14:textId="77777777" w:rsidR="000E26F0" w:rsidRPr="000E26F0" w:rsidRDefault="000E26F0" w:rsidP="000E26F0"/>
    <w:p w14:paraId="7A2FE23C" w14:textId="77777777" w:rsidR="000E26F0" w:rsidRPr="000E26F0" w:rsidRDefault="000E26F0" w:rsidP="000E26F0"/>
    <w:p w14:paraId="1A071501" w14:textId="77777777" w:rsidR="000E26F0" w:rsidRPr="000E26F0" w:rsidRDefault="000E26F0" w:rsidP="000E26F0"/>
    <w:p w14:paraId="1CBD8EEC" w14:textId="77777777" w:rsidR="000E26F0" w:rsidRPr="000E26F0" w:rsidRDefault="000E26F0" w:rsidP="000E26F0"/>
    <w:p w14:paraId="2F20B91F" w14:textId="77777777" w:rsidR="000E26F0" w:rsidRPr="000E26F0" w:rsidRDefault="000E26F0" w:rsidP="000E26F0"/>
    <w:p w14:paraId="156A9562" w14:textId="77777777" w:rsidR="000E26F0" w:rsidRPr="000E26F0" w:rsidRDefault="000E26F0" w:rsidP="000E26F0"/>
    <w:p w14:paraId="34F19024" w14:textId="77777777" w:rsidR="000E26F0" w:rsidRDefault="000E26F0" w:rsidP="000E26F0"/>
    <w:p w14:paraId="3233901E" w14:textId="77777777" w:rsidR="00EF185C" w:rsidRDefault="00EF185C" w:rsidP="000E26F0"/>
    <w:p w14:paraId="7F2C9CF8" w14:textId="77777777" w:rsidR="000E26F0" w:rsidRDefault="000E26F0" w:rsidP="000E26F0"/>
    <w:p w14:paraId="6D8EE0A2" w14:textId="77777777" w:rsidR="000E26F0" w:rsidRDefault="000E26F0" w:rsidP="000E26F0"/>
    <w:p w14:paraId="1D4CA183" w14:textId="77777777" w:rsidR="000E26F0" w:rsidRDefault="000E26F0" w:rsidP="000E26F0"/>
    <w:p w14:paraId="1FDCDF68" w14:textId="77777777" w:rsidR="000E26F0" w:rsidRDefault="000E26F0" w:rsidP="000E26F0"/>
    <w:p w14:paraId="777350D3" w14:textId="77777777" w:rsidR="00B1049C" w:rsidRDefault="00EC2E80" w:rsidP="000E26F0">
      <w:r>
        <w:rPr>
          <w:noProof/>
        </w:rPr>
        <w:drawing>
          <wp:anchor distT="0" distB="0" distL="114300" distR="114300" simplePos="0" relativeHeight="251807744" behindDoc="0" locked="0" layoutInCell="1" allowOverlap="1" wp14:anchorId="6B7B6A20" wp14:editId="78A332A0">
            <wp:simplePos x="0" y="0"/>
            <wp:positionH relativeFrom="column">
              <wp:posOffset>4228465</wp:posOffset>
            </wp:positionH>
            <wp:positionV relativeFrom="paragraph">
              <wp:posOffset>214630</wp:posOffset>
            </wp:positionV>
            <wp:extent cx="897255" cy="1276350"/>
            <wp:effectExtent l="0" t="0" r="0" b="0"/>
            <wp:wrapSquare wrapText="bothSides"/>
            <wp:docPr id="208" name="Immagin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7DA1EA2" wp14:editId="75D60617">
                <wp:simplePos x="0" y="0"/>
                <wp:positionH relativeFrom="column">
                  <wp:posOffset>3845560</wp:posOffset>
                </wp:positionH>
                <wp:positionV relativeFrom="paragraph">
                  <wp:posOffset>109855</wp:posOffset>
                </wp:positionV>
                <wp:extent cx="1659890" cy="2303780"/>
                <wp:effectExtent l="0" t="0" r="16510" b="20320"/>
                <wp:wrapNone/>
                <wp:docPr id="204" name="Rettangolo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E1EEA" w14:textId="77777777" w:rsidR="00B1049C" w:rsidRDefault="00B1049C" w:rsidP="00B1049C"/>
                          <w:p w14:paraId="67F4B665" w14:textId="77777777" w:rsidR="00B1049C" w:rsidRDefault="00B1049C" w:rsidP="00B1049C"/>
                          <w:p w14:paraId="32063428" w14:textId="77777777" w:rsidR="00B1049C" w:rsidRDefault="00B1049C" w:rsidP="00B1049C"/>
                          <w:p w14:paraId="330BB8DA" w14:textId="77777777" w:rsidR="00EC2E80" w:rsidRDefault="00EC2E80" w:rsidP="00B1049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63BF4043" w14:textId="77777777" w:rsidR="00B1049C" w:rsidRPr="002830A5" w:rsidRDefault="00EC2E80" w:rsidP="00B1049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830A5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QUADRILATE - </w:t>
                            </w:r>
                            <w:r w:rsidR="002830A5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RO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A1EA2" id="Rettangolo 204" o:spid="_x0000_s1060" style="position:absolute;margin-left:302.8pt;margin-top:8.65pt;width:130.7pt;height:181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" fillcolor="#70ad47 [3209]" strokecolor="#375623 [1609]" strokeweight="1pt">
                <v:textbox>
                  <w:txbxContent>
                    <w:p w14:paraId="18FE1EEA" w14:textId="77777777" w:rsidR="00B1049C" w:rsidRDefault="00B1049C" w:rsidP="00B1049C"/>
                    <w:p w14:paraId="67F4B665" w14:textId="77777777" w:rsidR="00B1049C" w:rsidRDefault="00B1049C" w:rsidP="00B1049C"/>
                    <w:p w14:paraId="32063428" w14:textId="77777777" w:rsidR="00B1049C" w:rsidRDefault="00B1049C" w:rsidP="00B1049C"/>
                    <w:p w14:paraId="330BB8DA" w14:textId="77777777" w:rsidR="00EC2E80" w:rsidRDefault="00EC2E80" w:rsidP="00B1049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63BF4043" w14:textId="77777777" w:rsidR="00B1049C" w:rsidRPr="002830A5" w:rsidRDefault="00EC2E80" w:rsidP="00B1049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2830A5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QUADRILATE - </w:t>
                      </w:r>
                      <w:r w:rsidR="002830A5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RO GENERICO</w:t>
                      </w:r>
                    </w:p>
                  </w:txbxContent>
                </v:textbox>
              </v:rect>
            </w:pict>
          </mc:Fallback>
        </mc:AlternateContent>
      </w:r>
      <w:r w:rsidR="00B1049C">
        <w:rPr>
          <w:noProof/>
        </w:rPr>
        <w:drawing>
          <wp:anchor distT="0" distB="0" distL="114300" distR="114300" simplePos="0" relativeHeight="251806720" behindDoc="0" locked="0" layoutInCell="1" allowOverlap="1" wp14:anchorId="2EB48702" wp14:editId="5EAC2BDF">
            <wp:simplePos x="0" y="0"/>
            <wp:positionH relativeFrom="column">
              <wp:posOffset>2331085</wp:posOffset>
            </wp:positionH>
            <wp:positionV relativeFrom="paragraph">
              <wp:posOffset>166370</wp:posOffset>
            </wp:positionV>
            <wp:extent cx="847725" cy="1498600"/>
            <wp:effectExtent l="0" t="0" r="9525" b="6350"/>
            <wp:wrapSquare wrapText="bothSides"/>
            <wp:docPr id="207" name="Immagin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49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E1BE32E" wp14:editId="5EE71508">
                <wp:simplePos x="0" y="0"/>
                <wp:positionH relativeFrom="column">
                  <wp:posOffset>1931035</wp:posOffset>
                </wp:positionH>
                <wp:positionV relativeFrom="paragraph">
                  <wp:posOffset>109855</wp:posOffset>
                </wp:positionV>
                <wp:extent cx="1660521" cy="2303780"/>
                <wp:effectExtent l="0" t="0" r="16510" b="20320"/>
                <wp:wrapNone/>
                <wp:docPr id="200" name="Rettangolo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1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DC67EE" w14:textId="77777777" w:rsidR="00B1049C" w:rsidRDefault="00B1049C" w:rsidP="00B1049C"/>
                          <w:p w14:paraId="718BC6E9" w14:textId="77777777" w:rsidR="00B1049C" w:rsidRDefault="00B1049C" w:rsidP="00B1049C"/>
                          <w:p w14:paraId="1A5AD45B" w14:textId="77777777" w:rsidR="00B1049C" w:rsidRDefault="00B1049C" w:rsidP="00B1049C"/>
                          <w:p w14:paraId="29915657" w14:textId="77777777" w:rsidR="00B1049C" w:rsidRDefault="00B1049C" w:rsidP="00B1049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47AA12AF" w14:textId="77777777" w:rsidR="00B1049C" w:rsidRPr="002830A5" w:rsidRDefault="00B1049C" w:rsidP="00B1049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830A5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DELTOIDE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BE32E" id="Rettangolo 200" o:spid="_x0000_s1061" style="position:absolute;margin-left:152.05pt;margin-top:8.65pt;width:130.75pt;height:181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" fillcolor="#70ad47 [3209]" strokecolor="#375623 [1609]" strokeweight="1pt">
                <v:textbox>
                  <w:txbxContent>
                    <w:p w14:paraId="1BDC67EE" w14:textId="77777777" w:rsidR="00B1049C" w:rsidRDefault="00B1049C" w:rsidP="00B1049C"/>
                    <w:p w14:paraId="718BC6E9" w14:textId="77777777" w:rsidR="00B1049C" w:rsidRDefault="00B1049C" w:rsidP="00B1049C"/>
                    <w:p w14:paraId="1A5AD45B" w14:textId="77777777" w:rsidR="00B1049C" w:rsidRDefault="00B1049C" w:rsidP="00B1049C"/>
                    <w:p w14:paraId="29915657" w14:textId="77777777" w:rsidR="00B1049C" w:rsidRDefault="00B1049C" w:rsidP="00B1049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47AA12AF" w14:textId="77777777" w:rsidR="00B1049C" w:rsidRPr="002830A5" w:rsidRDefault="00B1049C" w:rsidP="00B1049C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2830A5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DELTOIDE</w:t>
                      </w:r>
                    </w:p>
                  </w:txbxContent>
                </v:textbox>
              </v:rect>
            </w:pict>
          </mc:Fallback>
        </mc:AlternateContent>
      </w:r>
      <w:r w:rsidR="00B1049C">
        <w:rPr>
          <w:noProof/>
        </w:rPr>
        <w:drawing>
          <wp:anchor distT="0" distB="0" distL="114300" distR="114300" simplePos="0" relativeHeight="251803648" behindDoc="0" locked="0" layoutInCell="1" allowOverlap="1" wp14:anchorId="621EAC05" wp14:editId="4DBA2D08">
            <wp:simplePos x="0" y="0"/>
            <wp:positionH relativeFrom="column">
              <wp:posOffset>603885</wp:posOffset>
            </wp:positionH>
            <wp:positionV relativeFrom="paragraph">
              <wp:posOffset>166370</wp:posOffset>
            </wp:positionV>
            <wp:extent cx="552450" cy="1392555"/>
            <wp:effectExtent l="0" t="0" r="0" b="0"/>
            <wp:wrapSquare wrapText="bothSides"/>
            <wp:docPr id="202" name="Immagin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49C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A5E775A" wp14:editId="1515A3AC">
                <wp:simplePos x="0" y="0"/>
                <wp:positionH relativeFrom="column">
                  <wp:posOffset>22225</wp:posOffset>
                </wp:positionH>
                <wp:positionV relativeFrom="paragraph">
                  <wp:posOffset>109855</wp:posOffset>
                </wp:positionV>
                <wp:extent cx="1660123" cy="2303780"/>
                <wp:effectExtent l="0" t="0" r="16510" b="20320"/>
                <wp:wrapNone/>
                <wp:docPr id="193" name="Rettangolo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123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F87CED" w14:textId="77777777" w:rsidR="000E26F0" w:rsidRDefault="000E26F0" w:rsidP="000E26F0"/>
                          <w:p w14:paraId="05DD3AE3" w14:textId="77777777" w:rsidR="000E26F0" w:rsidRDefault="000E26F0" w:rsidP="000E26F0"/>
                          <w:p w14:paraId="1328BF14" w14:textId="77777777" w:rsidR="000E26F0" w:rsidRDefault="000E26F0" w:rsidP="000E26F0"/>
                          <w:p w14:paraId="1D3726FA" w14:textId="77777777" w:rsidR="00B1049C" w:rsidRDefault="00B1049C" w:rsidP="000E26F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67DF0DF3" w14:textId="77777777" w:rsidR="000E26F0" w:rsidRPr="002830A5" w:rsidRDefault="002830A5" w:rsidP="000E26F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TRAPEZIO SCALENO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E775A" id="Rettangolo 193" o:spid="_x0000_s1062" style="position:absolute;margin-left:1.75pt;margin-top:8.65pt;width:130.7pt;height:181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" fillcolor="#70ad47 [3209]" strokecolor="#375623 [1609]" strokeweight="1pt">
                <v:textbox>
                  <w:txbxContent>
                    <w:p w14:paraId="06F87CED" w14:textId="77777777" w:rsidR="000E26F0" w:rsidRDefault="000E26F0" w:rsidP="000E26F0"/>
                    <w:p w14:paraId="05DD3AE3" w14:textId="77777777" w:rsidR="000E26F0" w:rsidRDefault="000E26F0" w:rsidP="000E26F0"/>
                    <w:p w14:paraId="1328BF14" w14:textId="77777777" w:rsidR="000E26F0" w:rsidRDefault="000E26F0" w:rsidP="000E26F0"/>
                    <w:p w14:paraId="1D3726FA" w14:textId="77777777" w:rsidR="00B1049C" w:rsidRDefault="00B1049C" w:rsidP="000E26F0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40"/>
                        </w:rPr>
                      </w:pPr>
                    </w:p>
                    <w:p w14:paraId="67DF0DF3" w14:textId="77777777" w:rsidR="000E26F0" w:rsidRPr="002830A5" w:rsidRDefault="002830A5" w:rsidP="000E26F0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TRAPEZIO SCALENO</w:t>
                      </w:r>
                    </w:p>
                  </w:txbxContent>
                </v:textbox>
              </v:rect>
            </w:pict>
          </mc:Fallback>
        </mc:AlternateContent>
      </w:r>
      <w:r w:rsidR="006D31CC">
        <w:rPr>
          <w:rStyle w:val="Rimandocommento"/>
        </w:rPr>
        <w:commentReference w:id="0"/>
      </w:r>
    </w:p>
    <w:p w14:paraId="1DF0A9C3" w14:textId="77777777" w:rsidR="00B1049C" w:rsidRPr="00B1049C" w:rsidRDefault="00B1049C" w:rsidP="00B1049C"/>
    <w:p w14:paraId="34AD621A" w14:textId="77777777" w:rsidR="00B1049C" w:rsidRPr="00B1049C" w:rsidRDefault="00B1049C" w:rsidP="00B1049C"/>
    <w:p w14:paraId="7A994520" w14:textId="77777777" w:rsidR="00B1049C" w:rsidRPr="00B1049C" w:rsidRDefault="00B1049C" w:rsidP="00B1049C"/>
    <w:p w14:paraId="64FDD9FA" w14:textId="77777777" w:rsidR="00B1049C" w:rsidRPr="00B1049C" w:rsidRDefault="00B1049C" w:rsidP="00B1049C"/>
    <w:p w14:paraId="79A047AC" w14:textId="77777777" w:rsidR="00B1049C" w:rsidRPr="00B1049C" w:rsidRDefault="00B1049C" w:rsidP="00B1049C"/>
    <w:p w14:paraId="14EA9B5B" w14:textId="77777777" w:rsidR="00B1049C" w:rsidRPr="00B1049C" w:rsidRDefault="00B1049C" w:rsidP="00B1049C"/>
    <w:p w14:paraId="0756ADEE" w14:textId="77777777" w:rsidR="00B1049C" w:rsidRPr="00B1049C" w:rsidRDefault="00B1049C" w:rsidP="00B1049C"/>
    <w:p w14:paraId="235B3BF5" w14:textId="77777777" w:rsidR="00B1049C" w:rsidRPr="00B1049C" w:rsidRDefault="00B1049C" w:rsidP="00B1049C"/>
    <w:p w14:paraId="7E17FE31" w14:textId="77777777" w:rsidR="002F2F8E" w:rsidRDefault="002F2F8E" w:rsidP="00B1049C">
      <w:r>
        <w:rPr>
          <w:noProof/>
        </w:rPr>
        <w:drawing>
          <wp:anchor distT="0" distB="0" distL="114300" distR="114300" simplePos="0" relativeHeight="251819008" behindDoc="0" locked="0" layoutInCell="1" allowOverlap="1" wp14:anchorId="7A34A737" wp14:editId="50FFEFDA">
            <wp:simplePos x="0" y="0"/>
            <wp:positionH relativeFrom="column">
              <wp:posOffset>4135120</wp:posOffset>
            </wp:positionH>
            <wp:positionV relativeFrom="paragraph">
              <wp:posOffset>241300</wp:posOffset>
            </wp:positionV>
            <wp:extent cx="1066800" cy="1330325"/>
            <wp:effectExtent l="0" t="0" r="0" b="3175"/>
            <wp:wrapSquare wrapText="bothSides"/>
            <wp:docPr id="223" name="Immagin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5A1563D" wp14:editId="1976260C">
                <wp:simplePos x="0" y="0"/>
                <wp:positionH relativeFrom="column">
                  <wp:posOffset>3845560</wp:posOffset>
                </wp:positionH>
                <wp:positionV relativeFrom="paragraph">
                  <wp:posOffset>158750</wp:posOffset>
                </wp:positionV>
                <wp:extent cx="1660525" cy="2303780"/>
                <wp:effectExtent l="0" t="0" r="15875" b="20320"/>
                <wp:wrapNone/>
                <wp:docPr id="221" name="Rettangolo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726F3" w14:textId="77777777" w:rsidR="002F2F8E" w:rsidRDefault="002F2F8E" w:rsidP="002F2F8E"/>
                          <w:p w14:paraId="7F4DFFD5" w14:textId="77777777" w:rsidR="002F2F8E" w:rsidRDefault="002F2F8E" w:rsidP="002F2F8E"/>
                          <w:p w14:paraId="6E5C7A20" w14:textId="77777777" w:rsidR="002F2F8E" w:rsidRDefault="002F2F8E" w:rsidP="002F2F8E"/>
                          <w:p w14:paraId="6CC5FF41" w14:textId="77777777" w:rsidR="002F2F8E" w:rsidRDefault="002F2F8E" w:rsidP="002F2F8E"/>
                          <w:p w14:paraId="02DE5488" w14:textId="77777777" w:rsidR="002F2F8E" w:rsidRDefault="002F2F8E" w:rsidP="002F2F8E"/>
                          <w:p w14:paraId="265D98E2" w14:textId="77777777" w:rsidR="002F2F8E" w:rsidRPr="002830A5" w:rsidRDefault="002F2F8E" w:rsidP="002F2F8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TRAPEZIO 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1563D" id="Rettangolo 221" o:spid="_x0000_s1063" style="position:absolute;margin-left:302.8pt;margin-top:12.5pt;width:130.75pt;height:181.4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" fillcolor="#5b9bd5 [3204]" strokecolor="#1f4d78 [1604]" strokeweight="1pt">
                <v:textbox>
                  <w:txbxContent>
                    <w:p w14:paraId="3B6726F3" w14:textId="77777777" w:rsidR="002F2F8E" w:rsidRDefault="002F2F8E" w:rsidP="002F2F8E"/>
                    <w:p w14:paraId="7F4DFFD5" w14:textId="77777777" w:rsidR="002F2F8E" w:rsidRDefault="002F2F8E" w:rsidP="002F2F8E"/>
                    <w:p w14:paraId="6E5C7A20" w14:textId="77777777" w:rsidR="002F2F8E" w:rsidRDefault="002F2F8E" w:rsidP="002F2F8E"/>
                    <w:p w14:paraId="6CC5FF41" w14:textId="77777777" w:rsidR="002F2F8E" w:rsidRDefault="002F2F8E" w:rsidP="002F2F8E"/>
                    <w:p w14:paraId="02DE5488" w14:textId="77777777" w:rsidR="002F2F8E" w:rsidRDefault="002F2F8E" w:rsidP="002F2F8E"/>
                    <w:p w14:paraId="265D98E2" w14:textId="77777777" w:rsidR="002F2F8E" w:rsidRPr="002830A5" w:rsidRDefault="002F2F8E" w:rsidP="002F2F8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TRAPEZIO RETTANGOLO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49E6390" wp14:editId="2B5E76E9">
                <wp:simplePos x="0" y="0"/>
                <wp:positionH relativeFrom="column">
                  <wp:posOffset>1927860</wp:posOffset>
                </wp:positionH>
                <wp:positionV relativeFrom="paragraph">
                  <wp:posOffset>158750</wp:posOffset>
                </wp:positionV>
                <wp:extent cx="1800225" cy="2303780"/>
                <wp:effectExtent l="0" t="0" r="28575" b="20320"/>
                <wp:wrapNone/>
                <wp:docPr id="214" name="Rettangolo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CE8753" w14:textId="77777777" w:rsidR="002F2F8E" w:rsidRDefault="002F2F8E" w:rsidP="002F2F8E"/>
                          <w:p w14:paraId="532A404F" w14:textId="77777777" w:rsidR="002F2F8E" w:rsidRDefault="002F2F8E" w:rsidP="002F2F8E"/>
                          <w:p w14:paraId="16F209A4" w14:textId="77777777" w:rsidR="002F2F8E" w:rsidRDefault="002F2F8E" w:rsidP="002F2F8E"/>
                          <w:p w14:paraId="5E68A47B" w14:textId="77777777" w:rsidR="002F2F8E" w:rsidRDefault="002F2F8E" w:rsidP="002F2F8E"/>
                          <w:p w14:paraId="6F7ADC98" w14:textId="77777777" w:rsidR="002F2F8E" w:rsidRDefault="002F2F8E" w:rsidP="002F2F8E"/>
                          <w:p w14:paraId="576DB239" w14:textId="77777777" w:rsidR="002F2F8E" w:rsidRPr="002830A5" w:rsidRDefault="002F2F8E" w:rsidP="002F2F8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TRAPEZIO ISOSCELE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9E6390" id="Rettangolo 214" o:spid="_x0000_s1064" style="position:absolute;margin-left:151.8pt;margin-top:12.5pt;width:141.75pt;height:181.4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" fillcolor="#5b9bd5 [3204]" strokecolor="#1f4d78 [1604]" strokeweight="1pt">
                <v:textbox>
                  <w:txbxContent>
                    <w:p w14:paraId="09CE8753" w14:textId="77777777" w:rsidR="002F2F8E" w:rsidRDefault="002F2F8E" w:rsidP="002F2F8E"/>
                    <w:p w14:paraId="532A404F" w14:textId="77777777" w:rsidR="002F2F8E" w:rsidRDefault="002F2F8E" w:rsidP="002F2F8E"/>
                    <w:p w14:paraId="16F209A4" w14:textId="77777777" w:rsidR="002F2F8E" w:rsidRDefault="002F2F8E" w:rsidP="002F2F8E"/>
                    <w:p w14:paraId="5E68A47B" w14:textId="77777777" w:rsidR="002F2F8E" w:rsidRDefault="002F2F8E" w:rsidP="002F2F8E"/>
                    <w:p w14:paraId="6F7ADC98" w14:textId="77777777" w:rsidR="002F2F8E" w:rsidRDefault="002F2F8E" w:rsidP="002F2F8E"/>
                    <w:p w14:paraId="576DB239" w14:textId="77777777" w:rsidR="002F2F8E" w:rsidRPr="002830A5" w:rsidRDefault="002F2F8E" w:rsidP="002F2F8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TRAPEZIO ISOSCELE</w:t>
                      </w:r>
                    </w:p>
                  </w:txbxContent>
                </v:textbox>
              </v:rect>
            </w:pict>
          </mc:Fallback>
        </mc:AlternateContent>
      </w:r>
      <w:r w:rsidR="00030B86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2049C30" wp14:editId="65E8CB95">
                <wp:simplePos x="0" y="0"/>
                <wp:positionH relativeFrom="column">
                  <wp:posOffset>19685</wp:posOffset>
                </wp:positionH>
                <wp:positionV relativeFrom="paragraph">
                  <wp:posOffset>158750</wp:posOffset>
                </wp:positionV>
                <wp:extent cx="1660525" cy="2303780"/>
                <wp:effectExtent l="0" t="0" r="15875" b="20320"/>
                <wp:wrapNone/>
                <wp:docPr id="210" name="Rettangolo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D6A4B" w14:textId="77777777" w:rsidR="00030B86" w:rsidRDefault="00030B86" w:rsidP="00030B86"/>
                          <w:p w14:paraId="6B03835B" w14:textId="77777777" w:rsidR="00030B86" w:rsidRDefault="00030B86" w:rsidP="00030B86"/>
                          <w:p w14:paraId="00D3182C" w14:textId="77777777" w:rsidR="00030B86" w:rsidRDefault="00030B86" w:rsidP="00030B86"/>
                          <w:p w14:paraId="3D5308DB" w14:textId="77777777" w:rsidR="00030B86" w:rsidRPr="002830A5" w:rsidRDefault="00030B86" w:rsidP="00030B86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830A5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DELTOIDE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049C30" id="Rettangolo 210" o:spid="_x0000_s1065" style="position:absolute;margin-left:1.55pt;margin-top:12.5pt;width:130.75pt;height:181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" fillcolor="#70ad47 [3209]" strokecolor="#375623 [1609]" strokeweight="1pt">
                <v:textbox>
                  <w:txbxContent>
                    <w:p w14:paraId="0D9D6A4B" w14:textId="77777777" w:rsidR="00030B86" w:rsidRDefault="00030B86" w:rsidP="00030B86"/>
                    <w:p w14:paraId="6B03835B" w14:textId="77777777" w:rsidR="00030B86" w:rsidRDefault="00030B86" w:rsidP="00030B86"/>
                    <w:p w14:paraId="00D3182C" w14:textId="77777777" w:rsidR="00030B86" w:rsidRDefault="00030B86" w:rsidP="00030B86"/>
                    <w:p w14:paraId="3D5308DB" w14:textId="77777777" w:rsidR="00030B86" w:rsidRPr="002830A5" w:rsidRDefault="00030B86" w:rsidP="00030B86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2830A5">
                        <w:rPr>
                          <w:rFonts w:asciiTheme="majorHAnsi" w:hAnsiTheme="majorHAnsi"/>
                          <w:b/>
                          <w:color w:val="000000" w:themeColor="text1"/>
                          <w:sz w:val="36"/>
                          <w:szCs w:val="36"/>
                        </w:rPr>
                        <w:t>DELTOIDE</w:t>
                      </w:r>
                    </w:p>
                  </w:txbxContent>
                </v:textbox>
              </v:rect>
            </w:pict>
          </mc:Fallback>
        </mc:AlternateContent>
      </w:r>
    </w:p>
    <w:p w14:paraId="797F95FC" w14:textId="77777777" w:rsidR="00030B86" w:rsidRPr="002F2F8E" w:rsidRDefault="002F2F8E" w:rsidP="002F2F8E">
      <w:pPr>
        <w:tabs>
          <w:tab w:val="left" w:pos="6540"/>
        </w:tabs>
      </w:pPr>
      <w:r>
        <w:tab/>
      </w:r>
    </w:p>
    <w:p w14:paraId="2EA9CBE0" w14:textId="77777777" w:rsidR="00B1049C" w:rsidRPr="00B1049C" w:rsidRDefault="002830A5" w:rsidP="00B1049C">
      <w:r>
        <w:rPr>
          <w:noProof/>
        </w:rPr>
        <w:drawing>
          <wp:anchor distT="0" distB="0" distL="114300" distR="114300" simplePos="0" relativeHeight="251815936" behindDoc="0" locked="0" layoutInCell="1" allowOverlap="1" wp14:anchorId="2ED6ED6B" wp14:editId="065EF6FE">
            <wp:simplePos x="0" y="0"/>
            <wp:positionH relativeFrom="column">
              <wp:posOffset>1835785</wp:posOffset>
            </wp:positionH>
            <wp:positionV relativeFrom="paragraph">
              <wp:posOffset>260985</wp:posOffset>
            </wp:positionV>
            <wp:extent cx="1981200" cy="440055"/>
            <wp:effectExtent l="0" t="609600" r="0" b="607695"/>
            <wp:wrapSquare wrapText="bothSides"/>
            <wp:docPr id="219" name="Immagin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168436">
                      <a:off x="0" y="0"/>
                      <a:ext cx="1981200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B86">
        <w:rPr>
          <w:noProof/>
        </w:rPr>
        <w:drawing>
          <wp:anchor distT="0" distB="0" distL="114300" distR="114300" simplePos="0" relativeHeight="251810816" behindDoc="0" locked="0" layoutInCell="1" allowOverlap="1" wp14:anchorId="04362EF1" wp14:editId="2DB37DA9">
            <wp:simplePos x="0" y="0"/>
            <wp:positionH relativeFrom="column">
              <wp:posOffset>213360</wp:posOffset>
            </wp:positionH>
            <wp:positionV relativeFrom="paragraph">
              <wp:posOffset>43815</wp:posOffset>
            </wp:positionV>
            <wp:extent cx="1272540" cy="949325"/>
            <wp:effectExtent l="0" t="0" r="3810" b="3175"/>
            <wp:wrapSquare wrapText="bothSides"/>
            <wp:docPr id="212" name="Immagin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F166F" w14:textId="77777777" w:rsidR="00B1049C" w:rsidRPr="00B1049C" w:rsidRDefault="00B1049C" w:rsidP="00B1049C"/>
    <w:p w14:paraId="4F0C73CB" w14:textId="77777777" w:rsidR="00B1049C" w:rsidRPr="00B1049C" w:rsidRDefault="00B1049C" w:rsidP="00B1049C"/>
    <w:p w14:paraId="2BC319ED" w14:textId="77777777" w:rsidR="00B1049C" w:rsidRDefault="00B1049C" w:rsidP="00B1049C"/>
    <w:p w14:paraId="76C65124" w14:textId="77777777" w:rsidR="002F2F8E" w:rsidRDefault="002F2F8E" w:rsidP="00B1049C"/>
    <w:p w14:paraId="3123CD30" w14:textId="77777777" w:rsidR="002F2F8E" w:rsidRPr="002F2F8E" w:rsidRDefault="002F2F8E" w:rsidP="002F2F8E"/>
    <w:p w14:paraId="45836EB2" w14:textId="77777777" w:rsidR="002F2F8E" w:rsidRPr="002F2F8E" w:rsidRDefault="002F2F8E" w:rsidP="002F2F8E"/>
    <w:p w14:paraId="5E3A8EB6" w14:textId="77777777" w:rsidR="002F2F8E" w:rsidRPr="002F2F8E" w:rsidRDefault="004A5177" w:rsidP="002F2F8E"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9E89961" wp14:editId="4B510809">
                <wp:simplePos x="0" y="0"/>
                <wp:positionH relativeFrom="column">
                  <wp:posOffset>3842385</wp:posOffset>
                </wp:positionH>
                <wp:positionV relativeFrom="paragraph">
                  <wp:posOffset>273685</wp:posOffset>
                </wp:positionV>
                <wp:extent cx="1660525" cy="2303780"/>
                <wp:effectExtent l="0" t="0" r="15875" b="20320"/>
                <wp:wrapNone/>
                <wp:docPr id="233" name="Rettangolo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8361E" w14:textId="77777777" w:rsidR="004A5177" w:rsidRDefault="004A5177" w:rsidP="004A5177"/>
                          <w:p w14:paraId="34F0D7B8" w14:textId="77777777" w:rsidR="004A5177" w:rsidRDefault="004A5177" w:rsidP="004A5177"/>
                          <w:p w14:paraId="169077E0" w14:textId="77777777" w:rsidR="004A5177" w:rsidRDefault="004A5177" w:rsidP="004A5177"/>
                          <w:p w14:paraId="3F539189" w14:textId="77777777" w:rsidR="004A5177" w:rsidRDefault="004A5177" w:rsidP="004A5177"/>
                          <w:p w14:paraId="0403015A" w14:textId="77777777" w:rsidR="004A5177" w:rsidRDefault="004A5177" w:rsidP="004A5177"/>
                          <w:p w14:paraId="02577F3D" w14:textId="77777777" w:rsidR="004A5177" w:rsidRPr="002830A5" w:rsidRDefault="004A5177" w:rsidP="004A517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DELTOIDE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89961" id="Rettangolo 233" o:spid="_x0000_s1066" style="position:absolute;margin-left:302.55pt;margin-top:21.55pt;width:130.75pt;height:181.4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" fillcolor="#5b9bd5 [3204]" strokecolor="#1f4d78 [1604]" strokeweight="1pt">
                <v:textbox>
                  <w:txbxContent>
                    <w:p w14:paraId="2C68361E" w14:textId="77777777" w:rsidR="004A5177" w:rsidRDefault="004A5177" w:rsidP="004A5177"/>
                    <w:p w14:paraId="34F0D7B8" w14:textId="77777777" w:rsidR="004A5177" w:rsidRDefault="004A5177" w:rsidP="004A5177"/>
                    <w:p w14:paraId="169077E0" w14:textId="77777777" w:rsidR="004A5177" w:rsidRDefault="004A5177" w:rsidP="004A5177"/>
                    <w:p w14:paraId="3F539189" w14:textId="77777777" w:rsidR="004A5177" w:rsidRDefault="004A5177" w:rsidP="004A5177"/>
                    <w:p w14:paraId="0403015A" w14:textId="77777777" w:rsidR="004A5177" w:rsidRDefault="004A5177" w:rsidP="004A5177"/>
                    <w:p w14:paraId="02577F3D" w14:textId="77777777" w:rsidR="004A5177" w:rsidRPr="002830A5" w:rsidRDefault="004A5177" w:rsidP="004A517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DELTOIDE</w:t>
                      </w:r>
                    </w:p>
                  </w:txbxContent>
                </v:textbox>
              </v:rect>
            </w:pict>
          </mc:Fallback>
        </mc:AlternateContent>
      </w:r>
      <w:r w:rsidR="00836C16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EAE2D63" wp14:editId="7B103349">
                <wp:simplePos x="0" y="0"/>
                <wp:positionH relativeFrom="column">
                  <wp:posOffset>1965325</wp:posOffset>
                </wp:positionH>
                <wp:positionV relativeFrom="paragraph">
                  <wp:posOffset>273685</wp:posOffset>
                </wp:positionV>
                <wp:extent cx="1660525" cy="2303780"/>
                <wp:effectExtent l="0" t="0" r="15875" b="20320"/>
                <wp:wrapNone/>
                <wp:docPr id="229" name="Rettangolo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6F0C2" w14:textId="77777777" w:rsidR="002F2F8E" w:rsidRDefault="002F2F8E" w:rsidP="002F2F8E"/>
                          <w:p w14:paraId="4DFF2EBF" w14:textId="77777777" w:rsidR="002F2F8E" w:rsidRDefault="002F2F8E" w:rsidP="002F2F8E"/>
                          <w:p w14:paraId="51B14148" w14:textId="77777777" w:rsidR="002F2F8E" w:rsidRDefault="002F2F8E" w:rsidP="002F2F8E"/>
                          <w:p w14:paraId="18225694" w14:textId="77777777" w:rsidR="002F2F8E" w:rsidRDefault="002F2F8E" w:rsidP="002F2F8E"/>
                          <w:p w14:paraId="7860230F" w14:textId="77777777" w:rsidR="002F2F8E" w:rsidRDefault="002F2F8E" w:rsidP="002F2F8E"/>
                          <w:p w14:paraId="1B2DF89A" w14:textId="77777777" w:rsidR="00836C16" w:rsidRDefault="00836C16" w:rsidP="002F2F8E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4DA6F30D" w14:textId="77777777" w:rsidR="002F2F8E" w:rsidRPr="002830A5" w:rsidRDefault="00836C16" w:rsidP="002F2F8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ROMBO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AE2D63" id="Rettangolo 229" o:spid="_x0000_s1067" style="position:absolute;margin-left:154.75pt;margin-top:21.55pt;width:130.75pt;height:181.4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" fillcolor="#5b9bd5 [3204]" strokecolor="#1f4d78 [1604]" strokeweight="1pt">
                <v:textbox>
                  <w:txbxContent>
                    <w:p w14:paraId="6076F0C2" w14:textId="77777777" w:rsidR="002F2F8E" w:rsidRDefault="002F2F8E" w:rsidP="002F2F8E"/>
                    <w:p w14:paraId="4DFF2EBF" w14:textId="77777777" w:rsidR="002F2F8E" w:rsidRDefault="002F2F8E" w:rsidP="002F2F8E"/>
                    <w:p w14:paraId="51B14148" w14:textId="77777777" w:rsidR="002F2F8E" w:rsidRDefault="002F2F8E" w:rsidP="002F2F8E"/>
                    <w:p w14:paraId="18225694" w14:textId="77777777" w:rsidR="002F2F8E" w:rsidRDefault="002F2F8E" w:rsidP="002F2F8E"/>
                    <w:p w14:paraId="7860230F" w14:textId="77777777" w:rsidR="002F2F8E" w:rsidRDefault="002F2F8E" w:rsidP="002F2F8E"/>
                    <w:p w14:paraId="1B2DF89A" w14:textId="77777777" w:rsidR="00836C16" w:rsidRDefault="00836C16" w:rsidP="002F2F8E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4DA6F30D" w14:textId="77777777" w:rsidR="002F2F8E" w:rsidRPr="002830A5" w:rsidRDefault="00836C16" w:rsidP="002F2F8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ROMBO</w:t>
                      </w:r>
                    </w:p>
                  </w:txbxContent>
                </v:textbox>
              </v:rect>
            </w:pict>
          </mc:Fallback>
        </mc:AlternateContent>
      </w:r>
      <w:r w:rsidR="002F2F8E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78C6F55" wp14:editId="2197D471">
                <wp:simplePos x="0" y="0"/>
                <wp:positionH relativeFrom="column">
                  <wp:posOffset>22225</wp:posOffset>
                </wp:positionH>
                <wp:positionV relativeFrom="paragraph">
                  <wp:posOffset>254635</wp:posOffset>
                </wp:positionV>
                <wp:extent cx="1660525" cy="2303780"/>
                <wp:effectExtent l="0" t="0" r="15875" b="20320"/>
                <wp:wrapNone/>
                <wp:docPr id="217" name="Rettangolo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711407" w14:textId="77777777" w:rsidR="002F2F8E" w:rsidRDefault="002F2F8E" w:rsidP="002F2F8E"/>
                          <w:p w14:paraId="4F1A0DD5" w14:textId="77777777" w:rsidR="002F2F8E" w:rsidRDefault="002F2F8E" w:rsidP="002F2F8E"/>
                          <w:p w14:paraId="3591948C" w14:textId="77777777" w:rsidR="002F2F8E" w:rsidRPr="002830A5" w:rsidRDefault="002F2F8E" w:rsidP="002F2F8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TRAPEZIO ISOSCELE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8C6F55" id="Rettangolo 217" o:spid="_x0000_s1068" style="position:absolute;margin-left:1.75pt;margin-top:20.05pt;width:130.75pt;height:181.4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" fillcolor="#5b9bd5 [3204]" strokecolor="#1f4d78 [1604]" strokeweight="1pt">
                <v:textbox>
                  <w:txbxContent>
                    <w:p w14:paraId="2A711407" w14:textId="77777777" w:rsidR="002F2F8E" w:rsidRDefault="002F2F8E" w:rsidP="002F2F8E"/>
                    <w:p w14:paraId="4F1A0DD5" w14:textId="77777777" w:rsidR="002F2F8E" w:rsidRDefault="002F2F8E" w:rsidP="002F2F8E"/>
                    <w:p w14:paraId="3591948C" w14:textId="77777777" w:rsidR="002F2F8E" w:rsidRPr="002830A5" w:rsidRDefault="002F2F8E" w:rsidP="002F2F8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TRAPEZIO ISOSCELE</w:t>
                      </w:r>
                    </w:p>
                  </w:txbxContent>
                </v:textbox>
              </v:rect>
            </w:pict>
          </mc:Fallback>
        </mc:AlternateContent>
      </w:r>
    </w:p>
    <w:p w14:paraId="0781B31D" w14:textId="77777777" w:rsidR="002F2F8E" w:rsidRPr="002F2F8E" w:rsidRDefault="004A5177" w:rsidP="002F2F8E">
      <w:r>
        <w:rPr>
          <w:noProof/>
        </w:rPr>
        <w:drawing>
          <wp:anchor distT="0" distB="0" distL="114300" distR="114300" simplePos="0" relativeHeight="251828224" behindDoc="0" locked="0" layoutInCell="1" allowOverlap="1" wp14:anchorId="58BDAE3E" wp14:editId="7FD26D64">
            <wp:simplePos x="0" y="0"/>
            <wp:positionH relativeFrom="column">
              <wp:posOffset>4290060</wp:posOffset>
            </wp:positionH>
            <wp:positionV relativeFrom="paragraph">
              <wp:posOffset>131445</wp:posOffset>
            </wp:positionV>
            <wp:extent cx="771525" cy="1315720"/>
            <wp:effectExtent l="0" t="0" r="9525" b="0"/>
            <wp:wrapSquare wrapText="bothSides"/>
            <wp:docPr id="235" name="Immagin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C16">
        <w:rPr>
          <w:noProof/>
        </w:rPr>
        <w:drawing>
          <wp:anchor distT="0" distB="0" distL="114300" distR="114300" simplePos="0" relativeHeight="251825152" behindDoc="0" locked="0" layoutInCell="1" allowOverlap="1" wp14:anchorId="46BB929C" wp14:editId="24F43920">
            <wp:simplePos x="0" y="0"/>
            <wp:positionH relativeFrom="column">
              <wp:posOffset>2489835</wp:posOffset>
            </wp:positionH>
            <wp:positionV relativeFrom="paragraph">
              <wp:posOffset>45720</wp:posOffset>
            </wp:positionV>
            <wp:extent cx="537845" cy="1819275"/>
            <wp:effectExtent l="0" t="0" r="0" b="9525"/>
            <wp:wrapSquare wrapText="bothSides"/>
            <wp:docPr id="231" name="Immagin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84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F8E">
        <w:rPr>
          <w:noProof/>
        </w:rPr>
        <w:drawing>
          <wp:anchor distT="0" distB="0" distL="114300" distR="114300" simplePos="0" relativeHeight="251822080" behindDoc="0" locked="0" layoutInCell="1" allowOverlap="1" wp14:anchorId="48403AEB" wp14:editId="63212F59">
            <wp:simplePos x="0" y="0"/>
            <wp:positionH relativeFrom="column">
              <wp:posOffset>146685</wp:posOffset>
            </wp:positionH>
            <wp:positionV relativeFrom="paragraph">
              <wp:posOffset>264795</wp:posOffset>
            </wp:positionV>
            <wp:extent cx="1446530" cy="533400"/>
            <wp:effectExtent l="0" t="0" r="1270" b="0"/>
            <wp:wrapSquare wrapText="bothSides"/>
            <wp:docPr id="227" name="Immagin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10E98" w14:textId="77777777" w:rsidR="002F2F8E" w:rsidRDefault="002F2F8E" w:rsidP="002F2F8E"/>
    <w:p w14:paraId="2A599365" w14:textId="77777777" w:rsidR="002F2F8E" w:rsidRDefault="002F2F8E" w:rsidP="002F2F8E"/>
    <w:p w14:paraId="497849AE" w14:textId="77777777" w:rsidR="002F2F8E" w:rsidRPr="002F2F8E" w:rsidRDefault="002F2F8E" w:rsidP="002F2F8E"/>
    <w:p w14:paraId="26AF76B3" w14:textId="77777777" w:rsidR="002F2F8E" w:rsidRPr="002F2F8E" w:rsidRDefault="002F2F8E" w:rsidP="002F2F8E"/>
    <w:p w14:paraId="34696661" w14:textId="77777777" w:rsidR="002F2F8E" w:rsidRPr="002F2F8E" w:rsidRDefault="002F2F8E" w:rsidP="002F2F8E"/>
    <w:p w14:paraId="4A89574D" w14:textId="77777777" w:rsidR="002F2F8E" w:rsidRPr="002F2F8E" w:rsidRDefault="002F2F8E" w:rsidP="002F2F8E"/>
    <w:p w14:paraId="11E70A6E" w14:textId="77777777" w:rsidR="002F2F8E" w:rsidRPr="002F2F8E" w:rsidRDefault="002F2F8E" w:rsidP="002F2F8E"/>
    <w:p w14:paraId="6787CF30" w14:textId="77777777" w:rsidR="002F2F8E" w:rsidRPr="002F2F8E" w:rsidRDefault="002F2F8E" w:rsidP="002F2F8E"/>
    <w:p w14:paraId="60244B3D" w14:textId="77777777" w:rsidR="002F2F8E" w:rsidRDefault="002F2F8E" w:rsidP="002F2F8E"/>
    <w:p w14:paraId="6B674517" w14:textId="77777777" w:rsidR="002F2F8E" w:rsidRDefault="002F2F8E" w:rsidP="002F2F8E"/>
    <w:p w14:paraId="73D26CB4" w14:textId="77777777" w:rsidR="002F2F8E" w:rsidRDefault="002F2F8E" w:rsidP="002F2F8E"/>
    <w:p w14:paraId="6AA11E37" w14:textId="77777777" w:rsidR="002F2F8E" w:rsidRDefault="002F2F8E" w:rsidP="002F2F8E"/>
    <w:p w14:paraId="42110251" w14:textId="77777777" w:rsidR="002F2F8E" w:rsidRDefault="004A5177" w:rsidP="002F2F8E">
      <w:r>
        <w:rPr>
          <w:noProof/>
        </w:rPr>
        <w:drawing>
          <wp:anchor distT="0" distB="0" distL="114300" distR="114300" simplePos="0" relativeHeight="251837440" behindDoc="0" locked="0" layoutInCell="1" allowOverlap="1" wp14:anchorId="0B224B57" wp14:editId="3DB1128F">
            <wp:simplePos x="0" y="0"/>
            <wp:positionH relativeFrom="column">
              <wp:posOffset>4251960</wp:posOffset>
            </wp:positionH>
            <wp:positionV relativeFrom="paragraph">
              <wp:posOffset>262255</wp:posOffset>
            </wp:positionV>
            <wp:extent cx="1417320" cy="409575"/>
            <wp:effectExtent l="0" t="0" r="0" b="9525"/>
            <wp:wrapSquare wrapText="bothSides"/>
            <wp:docPr id="245" name="Immagin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D21DC81" wp14:editId="27151190">
                <wp:simplePos x="0" y="0"/>
                <wp:positionH relativeFrom="column">
                  <wp:posOffset>4099560</wp:posOffset>
                </wp:positionH>
                <wp:positionV relativeFrom="paragraph">
                  <wp:posOffset>-71120</wp:posOffset>
                </wp:positionV>
                <wp:extent cx="1660525" cy="2303780"/>
                <wp:effectExtent l="0" t="0" r="15875" b="20320"/>
                <wp:wrapNone/>
                <wp:docPr id="241" name="Rettangolo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FF4242" w14:textId="77777777" w:rsidR="004A5177" w:rsidRDefault="004A5177" w:rsidP="004A5177"/>
                          <w:p w14:paraId="0B9DCF1F" w14:textId="77777777" w:rsidR="004A5177" w:rsidRDefault="004A5177" w:rsidP="004A5177"/>
                          <w:p w14:paraId="401F9687" w14:textId="77777777" w:rsidR="004A5177" w:rsidRPr="002830A5" w:rsidRDefault="004A5177" w:rsidP="004A517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TRAPEZIO ISOSCELE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1DC81" id="Rettangolo 241" o:spid="_x0000_s1069" style="position:absolute;margin-left:322.8pt;margin-top:-5.6pt;width:130.75pt;height:181.4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" fillcolor="#5b9bd5 [3204]" strokecolor="#1f4d78 [1604]" strokeweight="1pt">
                <v:textbox>
                  <w:txbxContent>
                    <w:p w14:paraId="70FF4242" w14:textId="77777777" w:rsidR="004A5177" w:rsidRDefault="004A5177" w:rsidP="004A5177"/>
                    <w:p w14:paraId="0B9DCF1F" w14:textId="77777777" w:rsidR="004A5177" w:rsidRDefault="004A5177" w:rsidP="004A5177"/>
                    <w:p w14:paraId="401F9687" w14:textId="77777777" w:rsidR="004A5177" w:rsidRPr="002830A5" w:rsidRDefault="004A5177" w:rsidP="004A517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TRAPEZIO ISOSCELE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4368" behindDoc="0" locked="0" layoutInCell="1" allowOverlap="1" wp14:anchorId="6E4F8CD6" wp14:editId="7CDAF18A">
            <wp:simplePos x="0" y="0"/>
            <wp:positionH relativeFrom="column">
              <wp:posOffset>2566035</wp:posOffset>
            </wp:positionH>
            <wp:positionV relativeFrom="paragraph">
              <wp:posOffset>-13970</wp:posOffset>
            </wp:positionV>
            <wp:extent cx="809625" cy="1409700"/>
            <wp:effectExtent l="0" t="0" r="9525" b="0"/>
            <wp:wrapSquare wrapText="bothSides"/>
            <wp:docPr id="243" name="Immagin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6712873" wp14:editId="6E29C494">
                <wp:simplePos x="0" y="0"/>
                <wp:positionH relativeFrom="column">
                  <wp:posOffset>2089785</wp:posOffset>
                </wp:positionH>
                <wp:positionV relativeFrom="paragraph">
                  <wp:posOffset>-80645</wp:posOffset>
                </wp:positionV>
                <wp:extent cx="1660525" cy="2303780"/>
                <wp:effectExtent l="0" t="0" r="15875" b="20320"/>
                <wp:wrapNone/>
                <wp:docPr id="237" name="Rettangolo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25D85" w14:textId="77777777" w:rsidR="004A5177" w:rsidRDefault="004A5177" w:rsidP="004A5177"/>
                          <w:p w14:paraId="1FAABB7E" w14:textId="77777777" w:rsidR="004A5177" w:rsidRDefault="004A5177" w:rsidP="004A5177"/>
                          <w:p w14:paraId="73E79422" w14:textId="77777777" w:rsidR="004A5177" w:rsidRDefault="004A5177" w:rsidP="004A5177"/>
                          <w:p w14:paraId="162AC182" w14:textId="77777777" w:rsidR="004A5177" w:rsidRDefault="004A5177" w:rsidP="004A5177"/>
                          <w:p w14:paraId="014E5419" w14:textId="77777777" w:rsidR="004A5177" w:rsidRDefault="004A5177" w:rsidP="004A5177"/>
                          <w:p w14:paraId="34FCFB94" w14:textId="77777777" w:rsidR="004A5177" w:rsidRPr="002830A5" w:rsidRDefault="004A5177" w:rsidP="004A517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QUADRILATE – RO QUALSIASI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712873" id="Rettangolo 237" o:spid="_x0000_s1070" style="position:absolute;margin-left:164.55pt;margin-top:-6.35pt;width:130.75pt;height:181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" fillcolor="#5b9bd5 [3204]" strokecolor="#1f4d78 [1604]" strokeweight="1pt">
                <v:textbox>
                  <w:txbxContent>
                    <w:p w14:paraId="73625D85" w14:textId="77777777" w:rsidR="004A5177" w:rsidRDefault="004A5177" w:rsidP="004A5177"/>
                    <w:p w14:paraId="1FAABB7E" w14:textId="77777777" w:rsidR="004A5177" w:rsidRDefault="004A5177" w:rsidP="004A5177"/>
                    <w:p w14:paraId="73E79422" w14:textId="77777777" w:rsidR="004A5177" w:rsidRDefault="004A5177" w:rsidP="004A5177"/>
                    <w:p w14:paraId="162AC182" w14:textId="77777777" w:rsidR="004A5177" w:rsidRDefault="004A5177" w:rsidP="004A5177"/>
                    <w:p w14:paraId="014E5419" w14:textId="77777777" w:rsidR="004A5177" w:rsidRDefault="004A5177" w:rsidP="004A5177"/>
                    <w:p w14:paraId="34FCFB94" w14:textId="77777777" w:rsidR="004A5177" w:rsidRPr="002830A5" w:rsidRDefault="004A5177" w:rsidP="004A517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QUADRILATE – RO QUALSIASI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1296" behindDoc="0" locked="0" layoutInCell="1" allowOverlap="1" wp14:anchorId="536744E5" wp14:editId="3BCAEB05">
            <wp:simplePos x="0" y="0"/>
            <wp:positionH relativeFrom="column">
              <wp:posOffset>756285</wp:posOffset>
            </wp:positionH>
            <wp:positionV relativeFrom="paragraph">
              <wp:posOffset>-13970</wp:posOffset>
            </wp:positionV>
            <wp:extent cx="546735" cy="1409700"/>
            <wp:effectExtent l="0" t="0" r="5715" b="0"/>
            <wp:wrapSquare wrapText="bothSides"/>
            <wp:docPr id="239" name="Immagin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2A6F2E2" wp14:editId="09C0C0AA">
                <wp:simplePos x="0" y="0"/>
                <wp:positionH relativeFrom="column">
                  <wp:posOffset>175260</wp:posOffset>
                </wp:positionH>
                <wp:positionV relativeFrom="paragraph">
                  <wp:posOffset>-80645</wp:posOffset>
                </wp:positionV>
                <wp:extent cx="1660525" cy="2303780"/>
                <wp:effectExtent l="0" t="0" r="15875" b="20320"/>
                <wp:wrapNone/>
                <wp:docPr id="225" name="Rettangol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87854" w14:textId="77777777" w:rsidR="002F2F8E" w:rsidRDefault="002F2F8E" w:rsidP="002F2F8E"/>
                          <w:p w14:paraId="4A4CFE17" w14:textId="77777777" w:rsidR="002F2F8E" w:rsidRDefault="002F2F8E" w:rsidP="002F2F8E"/>
                          <w:p w14:paraId="06BC8E74" w14:textId="77777777" w:rsidR="002F2F8E" w:rsidRDefault="002F2F8E" w:rsidP="002F2F8E"/>
                          <w:p w14:paraId="0AB1A04E" w14:textId="77777777" w:rsidR="002F2F8E" w:rsidRDefault="002F2F8E" w:rsidP="002F2F8E"/>
                          <w:p w14:paraId="5B5F9199" w14:textId="77777777" w:rsidR="002F2F8E" w:rsidRDefault="002F2F8E" w:rsidP="002F2F8E"/>
                          <w:p w14:paraId="7C617C6F" w14:textId="77777777" w:rsidR="002F2F8E" w:rsidRPr="002830A5" w:rsidRDefault="002F2F8E" w:rsidP="002F2F8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 xml:space="preserve">TRAPEZIO </w:t>
                            </w:r>
                            <w:r w:rsidR="002830A5"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SCALENO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A6F2E2" id="Rettangolo 225" o:spid="_x0000_s1071" style="position:absolute;margin-left:13.8pt;margin-top:-6.35pt;width:130.75pt;height:181.4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" fillcolor="#5b9bd5 [3204]" strokecolor="#1f4d78 [1604]" strokeweight="1pt">
                <v:textbox>
                  <w:txbxContent>
                    <w:p w14:paraId="4E987854" w14:textId="77777777" w:rsidR="002F2F8E" w:rsidRDefault="002F2F8E" w:rsidP="002F2F8E"/>
                    <w:p w14:paraId="4A4CFE17" w14:textId="77777777" w:rsidR="002F2F8E" w:rsidRDefault="002F2F8E" w:rsidP="002F2F8E"/>
                    <w:p w14:paraId="06BC8E74" w14:textId="77777777" w:rsidR="002F2F8E" w:rsidRDefault="002F2F8E" w:rsidP="002F2F8E"/>
                    <w:p w14:paraId="0AB1A04E" w14:textId="77777777" w:rsidR="002F2F8E" w:rsidRDefault="002F2F8E" w:rsidP="002F2F8E"/>
                    <w:p w14:paraId="5B5F9199" w14:textId="77777777" w:rsidR="002F2F8E" w:rsidRDefault="002F2F8E" w:rsidP="002F2F8E"/>
                    <w:p w14:paraId="7C617C6F" w14:textId="77777777" w:rsidR="002F2F8E" w:rsidRPr="002830A5" w:rsidRDefault="002F2F8E" w:rsidP="002F2F8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 xml:space="preserve">TRAPEZIO </w:t>
                      </w:r>
                      <w:r w:rsidR="002830A5"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SCALENO</w:t>
                      </w:r>
                    </w:p>
                  </w:txbxContent>
                </v:textbox>
              </v:rect>
            </w:pict>
          </mc:Fallback>
        </mc:AlternateContent>
      </w:r>
    </w:p>
    <w:p w14:paraId="2192AB34" w14:textId="77777777" w:rsidR="002F2F8E" w:rsidRDefault="002F2F8E" w:rsidP="002F2F8E"/>
    <w:p w14:paraId="12BEB233" w14:textId="77777777" w:rsidR="002F2F8E" w:rsidRDefault="002F2F8E" w:rsidP="002F2F8E"/>
    <w:p w14:paraId="38C70CDE" w14:textId="77777777" w:rsidR="002F2F8E" w:rsidRDefault="002F2F8E" w:rsidP="002F2F8E"/>
    <w:p w14:paraId="47457F48" w14:textId="77777777" w:rsidR="002F2F8E" w:rsidRDefault="002F2F8E" w:rsidP="002F2F8E"/>
    <w:p w14:paraId="5030D6CE" w14:textId="77777777" w:rsidR="002F2F8E" w:rsidRDefault="002F2F8E" w:rsidP="002F2F8E"/>
    <w:p w14:paraId="7CAD7B04" w14:textId="77777777" w:rsidR="002F2F8E" w:rsidRDefault="002F2F8E" w:rsidP="002F2F8E"/>
    <w:p w14:paraId="26555505" w14:textId="77777777" w:rsidR="002F2F8E" w:rsidRDefault="002F2F8E" w:rsidP="002F2F8E"/>
    <w:p w14:paraId="32AB715E" w14:textId="77777777" w:rsidR="00B21137" w:rsidRDefault="00B21137" w:rsidP="002F2F8E"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2ABF746" wp14:editId="5A3A1723">
                <wp:simplePos x="0" y="0"/>
                <wp:positionH relativeFrom="column">
                  <wp:posOffset>175260</wp:posOffset>
                </wp:positionH>
                <wp:positionV relativeFrom="paragraph">
                  <wp:posOffset>2865755</wp:posOffset>
                </wp:positionV>
                <wp:extent cx="1660525" cy="2303780"/>
                <wp:effectExtent l="0" t="0" r="15875" b="20320"/>
                <wp:wrapNone/>
                <wp:docPr id="257" name="Rettangolo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4EF40D" w14:textId="77777777" w:rsidR="00B21137" w:rsidRDefault="00B21137" w:rsidP="00B21137"/>
                          <w:p w14:paraId="4CF54747" w14:textId="77777777" w:rsidR="00B21137" w:rsidRDefault="00B21137" w:rsidP="00B21137"/>
                          <w:p w14:paraId="78BC3D3E" w14:textId="77777777" w:rsidR="00B21137" w:rsidRDefault="00B21137" w:rsidP="00B21137"/>
                          <w:p w14:paraId="68865FA5" w14:textId="77777777" w:rsidR="00B21137" w:rsidRDefault="00B21137" w:rsidP="00B21137"/>
                          <w:p w14:paraId="06101AFB" w14:textId="77777777" w:rsidR="00B21137" w:rsidRDefault="00B21137" w:rsidP="00B21137"/>
                          <w:p w14:paraId="32E7C116" w14:textId="77777777" w:rsidR="00B21137" w:rsidRPr="002830A5" w:rsidRDefault="00B21137" w:rsidP="00B2113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TRAPEZIO 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ABF746" id="Rettangolo 257" o:spid="_x0000_s1072" style="position:absolute;margin-left:13.8pt;margin-top:225.65pt;width:130.75pt;height:181.4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" fillcolor="#5b9bd5 [3204]" strokecolor="#1f4d78 [1604]" strokeweight="1pt">
                <v:textbox>
                  <w:txbxContent>
                    <w:p w14:paraId="014EF40D" w14:textId="77777777" w:rsidR="00B21137" w:rsidRDefault="00B21137" w:rsidP="00B21137"/>
                    <w:p w14:paraId="4CF54747" w14:textId="77777777" w:rsidR="00B21137" w:rsidRDefault="00B21137" w:rsidP="00B21137"/>
                    <w:p w14:paraId="78BC3D3E" w14:textId="77777777" w:rsidR="00B21137" w:rsidRDefault="00B21137" w:rsidP="00B21137"/>
                    <w:p w14:paraId="68865FA5" w14:textId="77777777" w:rsidR="00B21137" w:rsidRDefault="00B21137" w:rsidP="00B21137"/>
                    <w:p w14:paraId="06101AFB" w14:textId="77777777" w:rsidR="00B21137" w:rsidRDefault="00B21137" w:rsidP="00B21137"/>
                    <w:p w14:paraId="32E7C116" w14:textId="77777777" w:rsidR="00B21137" w:rsidRPr="002830A5" w:rsidRDefault="00B21137" w:rsidP="00B2113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TRAPEZIO RETTANGOLO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1968A56" wp14:editId="0745B8F2">
                <wp:simplePos x="0" y="0"/>
                <wp:positionH relativeFrom="column">
                  <wp:posOffset>2140585</wp:posOffset>
                </wp:positionH>
                <wp:positionV relativeFrom="paragraph">
                  <wp:posOffset>2857500</wp:posOffset>
                </wp:positionV>
                <wp:extent cx="1660525" cy="2303780"/>
                <wp:effectExtent l="0" t="0" r="15875" b="20320"/>
                <wp:wrapNone/>
                <wp:docPr id="258" name="Rettangolo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D378DC" w14:textId="77777777" w:rsidR="00B21137" w:rsidRDefault="00B21137" w:rsidP="00B21137"/>
                          <w:p w14:paraId="7CD07CA4" w14:textId="77777777" w:rsidR="00B21137" w:rsidRDefault="00B21137" w:rsidP="00B21137"/>
                          <w:p w14:paraId="654A8EEB" w14:textId="77777777" w:rsidR="00B21137" w:rsidRDefault="00B21137" w:rsidP="00B21137"/>
                          <w:p w14:paraId="7859CA93" w14:textId="77777777" w:rsidR="00B21137" w:rsidRDefault="00B21137" w:rsidP="00B21137"/>
                          <w:p w14:paraId="27BD5740" w14:textId="77777777" w:rsidR="00B21137" w:rsidRDefault="00B21137" w:rsidP="00B21137"/>
                          <w:p w14:paraId="25C8F0D1" w14:textId="77777777" w:rsidR="00B21137" w:rsidRPr="002830A5" w:rsidRDefault="001E6C53" w:rsidP="00B2113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 xml:space="preserve">QUADRILATE – RO </w:t>
                            </w:r>
                            <w:r w:rsid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68A56" id="Rettangolo 258" o:spid="_x0000_s1073" style="position:absolute;margin-left:168.55pt;margin-top:225pt;width:130.75pt;height:181.4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" fillcolor="#5b9bd5 [3204]" strokecolor="#1f4d78 [1604]" strokeweight="1pt">
                <v:textbox>
                  <w:txbxContent>
                    <w:p w14:paraId="65D378DC" w14:textId="77777777" w:rsidR="00B21137" w:rsidRDefault="00B21137" w:rsidP="00B21137"/>
                    <w:p w14:paraId="7CD07CA4" w14:textId="77777777" w:rsidR="00B21137" w:rsidRDefault="00B21137" w:rsidP="00B21137"/>
                    <w:p w14:paraId="654A8EEB" w14:textId="77777777" w:rsidR="00B21137" w:rsidRDefault="00B21137" w:rsidP="00B21137"/>
                    <w:p w14:paraId="7859CA93" w14:textId="77777777" w:rsidR="00B21137" w:rsidRDefault="00B21137" w:rsidP="00B21137"/>
                    <w:p w14:paraId="27BD5740" w14:textId="77777777" w:rsidR="00B21137" w:rsidRDefault="00B21137" w:rsidP="00B21137"/>
                    <w:p w14:paraId="25C8F0D1" w14:textId="77777777" w:rsidR="00B21137" w:rsidRPr="002830A5" w:rsidRDefault="001E6C53" w:rsidP="00B2113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 xml:space="preserve">QUADRILATE – RO </w:t>
                      </w:r>
                      <w:r w:rsid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GENERICO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8D4DC22" wp14:editId="390DB684">
                <wp:simplePos x="0" y="0"/>
                <wp:positionH relativeFrom="column">
                  <wp:posOffset>4137660</wp:posOffset>
                </wp:positionH>
                <wp:positionV relativeFrom="paragraph">
                  <wp:posOffset>2856230</wp:posOffset>
                </wp:positionV>
                <wp:extent cx="1660525" cy="2303780"/>
                <wp:effectExtent l="0" t="0" r="15875" b="20320"/>
                <wp:wrapNone/>
                <wp:docPr id="259" name="Rettangolo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A675BC" w14:textId="77777777" w:rsidR="00B21137" w:rsidRDefault="00B21137" w:rsidP="00B21137"/>
                          <w:p w14:paraId="7EFF663D" w14:textId="77777777" w:rsidR="00B21137" w:rsidRDefault="00B21137" w:rsidP="00B21137"/>
                          <w:p w14:paraId="2702342A" w14:textId="77777777" w:rsidR="00B21137" w:rsidRDefault="00B21137" w:rsidP="00B21137"/>
                          <w:p w14:paraId="1A97E86E" w14:textId="77777777" w:rsidR="00B21137" w:rsidRDefault="00B21137" w:rsidP="00B21137"/>
                          <w:p w14:paraId="50BC8E24" w14:textId="77777777" w:rsidR="00B21137" w:rsidRDefault="00B21137" w:rsidP="00B21137"/>
                          <w:p w14:paraId="6CA5CE2C" w14:textId="77777777" w:rsidR="00B21137" w:rsidRPr="002830A5" w:rsidRDefault="00503B54" w:rsidP="00B2113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DELTOIDE CONCAVO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D4DC22" id="Rettangolo 259" o:spid="_x0000_s1074" style="position:absolute;margin-left:325.8pt;margin-top:224.9pt;width:130.75pt;height:181.4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" fillcolor="#5b9bd5 [3204]" strokecolor="#1f4d78 [1604]" strokeweight="1pt">
                <v:textbox>
                  <w:txbxContent>
                    <w:p w14:paraId="1AA675BC" w14:textId="77777777" w:rsidR="00B21137" w:rsidRDefault="00B21137" w:rsidP="00B21137"/>
                    <w:p w14:paraId="7EFF663D" w14:textId="77777777" w:rsidR="00B21137" w:rsidRDefault="00B21137" w:rsidP="00B21137"/>
                    <w:p w14:paraId="2702342A" w14:textId="77777777" w:rsidR="00B21137" w:rsidRDefault="00B21137" w:rsidP="00B21137"/>
                    <w:p w14:paraId="1A97E86E" w14:textId="77777777" w:rsidR="00B21137" w:rsidRDefault="00B21137" w:rsidP="00B21137"/>
                    <w:p w14:paraId="50BC8E24" w14:textId="77777777" w:rsidR="00B21137" w:rsidRDefault="00B21137" w:rsidP="00B21137"/>
                    <w:p w14:paraId="6CA5CE2C" w14:textId="77777777" w:rsidR="00B21137" w:rsidRPr="002830A5" w:rsidRDefault="00503B54" w:rsidP="00B2113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DELTOIDE CONCAVO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E1FC3F3" wp14:editId="03AD2948">
                <wp:simplePos x="0" y="0"/>
                <wp:positionH relativeFrom="column">
                  <wp:posOffset>4099560</wp:posOffset>
                </wp:positionH>
                <wp:positionV relativeFrom="paragraph">
                  <wp:posOffset>323850</wp:posOffset>
                </wp:positionV>
                <wp:extent cx="1660525" cy="2303780"/>
                <wp:effectExtent l="0" t="0" r="15875" b="20320"/>
                <wp:wrapNone/>
                <wp:docPr id="260" name="Rettangolo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CDFE3A" w14:textId="77777777" w:rsidR="00B21137" w:rsidRDefault="00B21137" w:rsidP="00B21137"/>
                          <w:p w14:paraId="5C9EC9F1" w14:textId="77777777" w:rsidR="00B21137" w:rsidRDefault="00B21137" w:rsidP="00B21137"/>
                          <w:p w14:paraId="52B5F858" w14:textId="77777777" w:rsidR="00B21137" w:rsidRDefault="00B21137" w:rsidP="00B21137"/>
                          <w:p w14:paraId="2A0520FC" w14:textId="77777777" w:rsidR="00B21137" w:rsidRDefault="00B21137" w:rsidP="00B21137"/>
                          <w:p w14:paraId="21CF354C" w14:textId="77777777" w:rsidR="00B21137" w:rsidRDefault="00B21137" w:rsidP="00B21137"/>
                          <w:p w14:paraId="253C5E9B" w14:textId="77777777" w:rsidR="00B21137" w:rsidRPr="002830A5" w:rsidRDefault="001E6C53" w:rsidP="00B2113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DELTOIDE CONCAVO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FC3F3" id="Rettangolo 260" o:spid="_x0000_s1075" style="position:absolute;margin-left:322.8pt;margin-top:25.5pt;width:130.75pt;height:181.4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" fillcolor="#5b9bd5 [3204]" strokecolor="#1f4d78 [1604]" strokeweight="1pt">
                <v:textbox>
                  <w:txbxContent>
                    <w:p w14:paraId="3FCDFE3A" w14:textId="77777777" w:rsidR="00B21137" w:rsidRDefault="00B21137" w:rsidP="00B21137"/>
                    <w:p w14:paraId="5C9EC9F1" w14:textId="77777777" w:rsidR="00B21137" w:rsidRDefault="00B21137" w:rsidP="00B21137"/>
                    <w:p w14:paraId="52B5F858" w14:textId="77777777" w:rsidR="00B21137" w:rsidRDefault="00B21137" w:rsidP="00B21137"/>
                    <w:p w14:paraId="2A0520FC" w14:textId="77777777" w:rsidR="00B21137" w:rsidRDefault="00B21137" w:rsidP="00B21137"/>
                    <w:p w14:paraId="21CF354C" w14:textId="77777777" w:rsidR="00B21137" w:rsidRDefault="00B21137" w:rsidP="00B21137"/>
                    <w:p w14:paraId="253C5E9B" w14:textId="77777777" w:rsidR="00B21137" w:rsidRPr="002830A5" w:rsidRDefault="001E6C53" w:rsidP="00B2113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DELTOIDE CONCAVO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5156721" wp14:editId="41222AC4">
                <wp:simplePos x="0" y="0"/>
                <wp:positionH relativeFrom="column">
                  <wp:posOffset>2089785</wp:posOffset>
                </wp:positionH>
                <wp:positionV relativeFrom="paragraph">
                  <wp:posOffset>276225</wp:posOffset>
                </wp:positionV>
                <wp:extent cx="1660525" cy="2303780"/>
                <wp:effectExtent l="0" t="0" r="15875" b="20320"/>
                <wp:wrapNone/>
                <wp:docPr id="247" name="Rettangolo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5F0A3" w14:textId="77777777" w:rsidR="00B21137" w:rsidRDefault="00B21137" w:rsidP="00B21137"/>
                          <w:p w14:paraId="763D65AB" w14:textId="77777777" w:rsidR="00B21137" w:rsidRDefault="00B21137" w:rsidP="00B21137"/>
                          <w:p w14:paraId="2C7243C3" w14:textId="77777777" w:rsidR="00B21137" w:rsidRDefault="00B21137" w:rsidP="00B21137"/>
                          <w:p w14:paraId="369E6662" w14:textId="77777777" w:rsidR="00B21137" w:rsidRDefault="00B21137" w:rsidP="00B21137"/>
                          <w:p w14:paraId="75CA8F92" w14:textId="77777777" w:rsidR="00B21137" w:rsidRDefault="00B21137" w:rsidP="00B21137"/>
                          <w:p w14:paraId="76F2C94C" w14:textId="77777777" w:rsidR="00B21137" w:rsidRPr="002830A5" w:rsidRDefault="003F11DF" w:rsidP="00B2113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ROMBO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56721" id="Rettangolo 247" o:spid="_x0000_s1076" style="position:absolute;margin-left:164.55pt;margin-top:21.75pt;width:130.75pt;height:181.4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" fillcolor="#5b9bd5 [3204]" strokecolor="#1f4d78 [1604]" strokeweight="1pt">
                <v:textbox>
                  <w:txbxContent>
                    <w:p w14:paraId="3F95F0A3" w14:textId="77777777" w:rsidR="00B21137" w:rsidRDefault="00B21137" w:rsidP="00B21137"/>
                    <w:p w14:paraId="763D65AB" w14:textId="77777777" w:rsidR="00B21137" w:rsidRDefault="00B21137" w:rsidP="00B21137"/>
                    <w:p w14:paraId="2C7243C3" w14:textId="77777777" w:rsidR="00B21137" w:rsidRDefault="00B21137" w:rsidP="00B21137"/>
                    <w:p w14:paraId="369E6662" w14:textId="77777777" w:rsidR="00B21137" w:rsidRDefault="00B21137" w:rsidP="00B21137"/>
                    <w:p w14:paraId="75CA8F92" w14:textId="77777777" w:rsidR="00B21137" w:rsidRDefault="00B21137" w:rsidP="00B21137"/>
                    <w:p w14:paraId="76F2C94C" w14:textId="77777777" w:rsidR="00B21137" w:rsidRPr="002830A5" w:rsidRDefault="003F11DF" w:rsidP="00B2113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ROMBO</w:t>
                      </w:r>
                    </w:p>
                  </w:txbxContent>
                </v:textbox>
              </v:rect>
            </w:pict>
          </mc:Fallback>
        </mc:AlternateContent>
      </w:r>
      <w:r w:rsidR="004A517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6CF6982" wp14:editId="6E0F84ED">
                <wp:simplePos x="0" y="0"/>
                <wp:positionH relativeFrom="column">
                  <wp:posOffset>175260</wp:posOffset>
                </wp:positionH>
                <wp:positionV relativeFrom="paragraph">
                  <wp:posOffset>257175</wp:posOffset>
                </wp:positionV>
                <wp:extent cx="1660525" cy="2303780"/>
                <wp:effectExtent l="0" t="0" r="15875" b="20320"/>
                <wp:wrapNone/>
                <wp:docPr id="244" name="Rettangolo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B7377" w14:textId="77777777" w:rsidR="004A5177" w:rsidRDefault="004A5177" w:rsidP="004A5177"/>
                          <w:p w14:paraId="42995CF8" w14:textId="77777777" w:rsidR="004A5177" w:rsidRPr="002830A5" w:rsidRDefault="004A5177" w:rsidP="004A5177">
                            <w:pPr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</w:p>
                          <w:p w14:paraId="10906D8A" w14:textId="77777777" w:rsidR="004A5177" w:rsidRPr="002830A5" w:rsidRDefault="004A5177" w:rsidP="00B21137">
                            <w:pPr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F6982" id="Rettangolo 244" o:spid="_x0000_s1077" style="position:absolute;margin-left:13.8pt;margin-top:20.25pt;width:130.75pt;height:181.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" fillcolor="#5b9bd5 [3204]" strokecolor="#1f4d78 [1604]" strokeweight="1pt">
                <v:textbox>
                  <w:txbxContent>
                    <w:p w14:paraId="2D4B7377" w14:textId="77777777" w:rsidR="004A5177" w:rsidRDefault="004A5177" w:rsidP="004A5177"/>
                    <w:p w14:paraId="42995CF8" w14:textId="77777777" w:rsidR="004A5177" w:rsidRPr="002830A5" w:rsidRDefault="004A5177" w:rsidP="004A5177">
                      <w:pPr>
                        <w:rPr>
                          <w:rFonts w:asciiTheme="majorHAnsi" w:hAnsiTheme="majorHAnsi" w:cstheme="majorHAnsi"/>
                          <w:b/>
                        </w:rPr>
                      </w:pPr>
                    </w:p>
                    <w:p w14:paraId="10906D8A" w14:textId="77777777" w:rsidR="004A5177" w:rsidRPr="002830A5" w:rsidRDefault="004A5177" w:rsidP="00B21137">
                      <w:pPr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RETTANGOLO</w:t>
                      </w:r>
                    </w:p>
                  </w:txbxContent>
                </v:textbox>
              </v:rect>
            </w:pict>
          </mc:Fallback>
        </mc:AlternateContent>
      </w:r>
    </w:p>
    <w:p w14:paraId="7628E0BD" w14:textId="77777777" w:rsidR="00B21137" w:rsidRPr="00B21137" w:rsidRDefault="00D045FF" w:rsidP="00B21137">
      <w:r>
        <w:rPr>
          <w:noProof/>
        </w:rPr>
        <w:drawing>
          <wp:anchor distT="0" distB="0" distL="114300" distR="114300" simplePos="0" relativeHeight="251869184" behindDoc="0" locked="0" layoutInCell="1" allowOverlap="1" wp14:anchorId="646B7D18" wp14:editId="0AAAEB72">
            <wp:simplePos x="0" y="0"/>
            <wp:positionH relativeFrom="column">
              <wp:posOffset>4322445</wp:posOffset>
            </wp:positionH>
            <wp:positionV relativeFrom="paragraph">
              <wp:posOffset>215900</wp:posOffset>
            </wp:positionV>
            <wp:extent cx="1196340" cy="1228725"/>
            <wp:effectExtent l="0" t="0" r="3810" b="9525"/>
            <wp:wrapSquare wrapText="bothSides"/>
            <wp:docPr id="263" name="Immagin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1DF">
        <w:rPr>
          <w:noProof/>
        </w:rPr>
        <w:drawing>
          <wp:anchor distT="0" distB="0" distL="114300" distR="114300" simplePos="0" relativeHeight="251868160" behindDoc="0" locked="0" layoutInCell="1" allowOverlap="1" wp14:anchorId="5A173334" wp14:editId="471433F9">
            <wp:simplePos x="0" y="0"/>
            <wp:positionH relativeFrom="column">
              <wp:posOffset>2538730</wp:posOffset>
            </wp:positionH>
            <wp:positionV relativeFrom="paragraph">
              <wp:posOffset>120650</wp:posOffset>
            </wp:positionV>
            <wp:extent cx="836295" cy="1495425"/>
            <wp:effectExtent l="0" t="0" r="1905" b="9525"/>
            <wp:wrapSquare wrapText="bothSides"/>
            <wp:docPr id="262" name="Immagin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29857" w14:textId="77777777" w:rsidR="00B21137" w:rsidRPr="00B21137" w:rsidRDefault="00B21137" w:rsidP="00B21137">
      <w:r>
        <w:rPr>
          <w:noProof/>
        </w:rPr>
        <w:drawing>
          <wp:anchor distT="0" distB="0" distL="114300" distR="114300" simplePos="0" relativeHeight="251867136" behindDoc="0" locked="0" layoutInCell="1" allowOverlap="1" wp14:anchorId="6D1AA861" wp14:editId="32BA71AC">
            <wp:simplePos x="0" y="0"/>
            <wp:positionH relativeFrom="column">
              <wp:posOffset>270510</wp:posOffset>
            </wp:positionH>
            <wp:positionV relativeFrom="paragraph">
              <wp:posOffset>25400</wp:posOffset>
            </wp:positionV>
            <wp:extent cx="1514475" cy="394335"/>
            <wp:effectExtent l="0" t="0" r="9525" b="5715"/>
            <wp:wrapSquare wrapText="bothSides"/>
            <wp:docPr id="261" name="Immagin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94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DB07D1" w14:textId="77777777" w:rsidR="00B21137" w:rsidRPr="00B21137" w:rsidRDefault="00B21137" w:rsidP="00B21137"/>
    <w:p w14:paraId="2FC797F8" w14:textId="77777777" w:rsidR="00B21137" w:rsidRPr="00B21137" w:rsidRDefault="00B21137" w:rsidP="00B21137"/>
    <w:p w14:paraId="171DE408" w14:textId="77777777" w:rsidR="00B21137" w:rsidRPr="00B21137" w:rsidRDefault="00B21137" w:rsidP="00B21137"/>
    <w:p w14:paraId="70C1BFB3" w14:textId="77777777" w:rsidR="00B21137" w:rsidRPr="00B21137" w:rsidRDefault="00B21137" w:rsidP="00B21137"/>
    <w:p w14:paraId="53E42A17" w14:textId="77777777" w:rsidR="00B21137" w:rsidRPr="00B21137" w:rsidRDefault="00B21137" w:rsidP="00B21137"/>
    <w:p w14:paraId="732F9C21" w14:textId="77777777" w:rsidR="00B21137" w:rsidRPr="00B21137" w:rsidRDefault="00B21137" w:rsidP="00B21137"/>
    <w:p w14:paraId="04858DC9" w14:textId="77777777" w:rsidR="00B21137" w:rsidRPr="00B21137" w:rsidRDefault="00B21137" w:rsidP="00B21137"/>
    <w:p w14:paraId="129D0BCC" w14:textId="77777777" w:rsidR="00B21137" w:rsidRPr="00B21137" w:rsidRDefault="00503B54" w:rsidP="00B21137">
      <w:r>
        <w:rPr>
          <w:noProof/>
        </w:rPr>
        <w:drawing>
          <wp:anchor distT="0" distB="0" distL="114300" distR="114300" simplePos="0" relativeHeight="251872256" behindDoc="0" locked="0" layoutInCell="1" allowOverlap="1" wp14:anchorId="35A7A4A2" wp14:editId="7B63A9D3">
            <wp:simplePos x="0" y="0"/>
            <wp:positionH relativeFrom="column">
              <wp:posOffset>4490085</wp:posOffset>
            </wp:positionH>
            <wp:positionV relativeFrom="paragraph">
              <wp:posOffset>101600</wp:posOffset>
            </wp:positionV>
            <wp:extent cx="931545" cy="1416050"/>
            <wp:effectExtent l="0" t="0" r="1905" b="0"/>
            <wp:wrapSquare wrapText="bothSides"/>
            <wp:docPr id="266" name="Immagin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C53">
        <w:rPr>
          <w:noProof/>
        </w:rPr>
        <w:drawing>
          <wp:anchor distT="0" distB="0" distL="114300" distR="114300" simplePos="0" relativeHeight="251871232" behindDoc="0" locked="0" layoutInCell="1" allowOverlap="1" wp14:anchorId="3976EEBA" wp14:editId="22B11EC7">
            <wp:simplePos x="0" y="0"/>
            <wp:positionH relativeFrom="column">
              <wp:posOffset>2596515</wp:posOffset>
            </wp:positionH>
            <wp:positionV relativeFrom="paragraph">
              <wp:posOffset>102235</wp:posOffset>
            </wp:positionV>
            <wp:extent cx="866775" cy="1403985"/>
            <wp:effectExtent l="0" t="0" r="9525" b="5715"/>
            <wp:wrapSquare wrapText="bothSides"/>
            <wp:docPr id="265" name="Immagin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5FF">
        <w:rPr>
          <w:noProof/>
        </w:rPr>
        <w:drawing>
          <wp:anchor distT="0" distB="0" distL="114300" distR="114300" simplePos="0" relativeHeight="251870208" behindDoc="0" locked="0" layoutInCell="1" allowOverlap="1" wp14:anchorId="7FF67D86" wp14:editId="2E3A7797">
            <wp:simplePos x="0" y="0"/>
            <wp:positionH relativeFrom="column">
              <wp:posOffset>709295</wp:posOffset>
            </wp:positionH>
            <wp:positionV relativeFrom="paragraph">
              <wp:posOffset>73025</wp:posOffset>
            </wp:positionV>
            <wp:extent cx="590550" cy="1402080"/>
            <wp:effectExtent l="0" t="0" r="0" b="7620"/>
            <wp:wrapSquare wrapText="bothSides"/>
            <wp:docPr id="264" name="Immagin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DA584B" w14:textId="77777777" w:rsidR="00B21137" w:rsidRPr="00B21137" w:rsidRDefault="00B21137" w:rsidP="00B21137"/>
    <w:p w14:paraId="2C79FE27" w14:textId="77777777" w:rsidR="00B21137" w:rsidRPr="00B21137" w:rsidRDefault="00B21137" w:rsidP="00B21137"/>
    <w:p w14:paraId="5F17EDE4" w14:textId="77777777" w:rsidR="00B21137" w:rsidRPr="00B21137" w:rsidRDefault="00B21137" w:rsidP="00B21137"/>
    <w:p w14:paraId="340E27DC" w14:textId="77777777" w:rsidR="00B21137" w:rsidRPr="00B21137" w:rsidRDefault="00B21137" w:rsidP="00B21137"/>
    <w:p w14:paraId="1E1BE935" w14:textId="77777777" w:rsidR="00B21137" w:rsidRPr="00B21137" w:rsidRDefault="00B21137" w:rsidP="00B21137"/>
    <w:p w14:paraId="2FCE5844" w14:textId="77777777" w:rsidR="00B21137" w:rsidRPr="00B21137" w:rsidRDefault="00B21137" w:rsidP="00B21137"/>
    <w:p w14:paraId="1A1D0385" w14:textId="77777777" w:rsidR="00B21137" w:rsidRDefault="00B21137" w:rsidP="00B21137"/>
    <w:p w14:paraId="661CBE7C" w14:textId="77777777" w:rsidR="000E26F0" w:rsidRDefault="000E26F0" w:rsidP="00B21137"/>
    <w:p w14:paraId="77C48B96" w14:textId="77777777" w:rsidR="00B21137" w:rsidRDefault="00B21137" w:rsidP="00B21137"/>
    <w:p w14:paraId="4A2BF2F3" w14:textId="77777777" w:rsidR="00B21137" w:rsidRDefault="00B21137" w:rsidP="00B21137"/>
    <w:p w14:paraId="13143F0E" w14:textId="77777777" w:rsidR="00B21137" w:rsidRDefault="00B21137" w:rsidP="00B21137"/>
    <w:p w14:paraId="0AC3A959" w14:textId="77777777" w:rsidR="00B21137" w:rsidRDefault="00B21137" w:rsidP="00B21137"/>
    <w:p w14:paraId="0F4463B9" w14:textId="77777777" w:rsidR="00B21137" w:rsidRDefault="00B21137" w:rsidP="00B21137"/>
    <w:p w14:paraId="4DB26003" w14:textId="77777777" w:rsidR="00B21137" w:rsidRDefault="00441260" w:rsidP="00B21137">
      <w:r>
        <w:rPr>
          <w:noProof/>
        </w:rPr>
        <w:drawing>
          <wp:anchor distT="0" distB="0" distL="114300" distR="114300" simplePos="0" relativeHeight="251891712" behindDoc="0" locked="0" layoutInCell="1" allowOverlap="1" wp14:anchorId="140AA3B7" wp14:editId="77375E5F">
            <wp:simplePos x="0" y="0"/>
            <wp:positionH relativeFrom="column">
              <wp:posOffset>4098925</wp:posOffset>
            </wp:positionH>
            <wp:positionV relativeFrom="paragraph">
              <wp:posOffset>242570</wp:posOffset>
            </wp:positionV>
            <wp:extent cx="1340485" cy="1323975"/>
            <wp:effectExtent l="0" t="0" r="0" b="9525"/>
            <wp:wrapSquare wrapText="bothSides"/>
            <wp:docPr id="277" name="Immagin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D07">
        <w:rPr>
          <w:noProof/>
        </w:rPr>
        <w:drawing>
          <wp:anchor distT="0" distB="0" distL="114300" distR="114300" simplePos="0" relativeHeight="251890688" behindDoc="0" locked="0" layoutInCell="1" allowOverlap="1" wp14:anchorId="222C59E0" wp14:editId="1A80A77E">
            <wp:simplePos x="0" y="0"/>
            <wp:positionH relativeFrom="column">
              <wp:posOffset>2042160</wp:posOffset>
            </wp:positionH>
            <wp:positionV relativeFrom="paragraph">
              <wp:posOffset>243205</wp:posOffset>
            </wp:positionV>
            <wp:extent cx="1516380" cy="1028700"/>
            <wp:effectExtent l="0" t="0" r="7620" b="0"/>
            <wp:wrapSquare wrapText="bothSides"/>
            <wp:docPr id="276" name="Immagin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36B">
        <w:rPr>
          <w:noProof/>
        </w:rPr>
        <w:drawing>
          <wp:anchor distT="0" distB="0" distL="114300" distR="114300" simplePos="0" relativeHeight="251889664" behindDoc="0" locked="0" layoutInCell="1" allowOverlap="1" wp14:anchorId="54A63A54" wp14:editId="08189324">
            <wp:simplePos x="0" y="0"/>
            <wp:positionH relativeFrom="column">
              <wp:posOffset>346710</wp:posOffset>
            </wp:positionH>
            <wp:positionV relativeFrom="paragraph">
              <wp:posOffset>157480</wp:posOffset>
            </wp:positionV>
            <wp:extent cx="1028065" cy="1409700"/>
            <wp:effectExtent l="0" t="0" r="635" b="0"/>
            <wp:wrapSquare wrapText="bothSides"/>
            <wp:docPr id="275" name="Immagin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36B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1D191C3" wp14:editId="4FD1BCD5">
                <wp:simplePos x="0" y="0"/>
                <wp:positionH relativeFrom="column">
                  <wp:posOffset>3947160</wp:posOffset>
                </wp:positionH>
                <wp:positionV relativeFrom="paragraph">
                  <wp:posOffset>66040</wp:posOffset>
                </wp:positionV>
                <wp:extent cx="1660525" cy="2303780"/>
                <wp:effectExtent l="0" t="0" r="15875" b="20320"/>
                <wp:wrapNone/>
                <wp:docPr id="267" name="Rettangolo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3A606" w14:textId="77777777" w:rsidR="0001736B" w:rsidRDefault="0001736B" w:rsidP="0001736B"/>
                          <w:p w14:paraId="0CE51CC8" w14:textId="77777777" w:rsidR="0001736B" w:rsidRDefault="0001736B" w:rsidP="0001736B"/>
                          <w:p w14:paraId="4C8DEE03" w14:textId="77777777" w:rsidR="0001736B" w:rsidRDefault="0001736B" w:rsidP="0001736B"/>
                          <w:p w14:paraId="7BF0BC42" w14:textId="77777777" w:rsidR="0001736B" w:rsidRDefault="0001736B" w:rsidP="0001736B"/>
                          <w:p w14:paraId="5D7321A4" w14:textId="77777777" w:rsidR="0001736B" w:rsidRPr="002830A5" w:rsidRDefault="0001736B" w:rsidP="0001736B">
                            <w:pPr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</w:p>
                          <w:p w14:paraId="24DE7F8D" w14:textId="77777777" w:rsidR="0001736B" w:rsidRPr="002830A5" w:rsidRDefault="00441260" w:rsidP="0001736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QUADRATO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D191C3" id="Rettangolo 267" o:spid="_x0000_s1078" style="position:absolute;margin-left:310.8pt;margin-top:5.2pt;width:130.75pt;height:181.4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" fillcolor="#5b9bd5 [3204]" strokecolor="#1f4d78 [1604]" strokeweight="1pt">
                <v:textbox>
                  <w:txbxContent>
                    <w:p w14:paraId="5F63A606" w14:textId="77777777" w:rsidR="0001736B" w:rsidRDefault="0001736B" w:rsidP="0001736B"/>
                    <w:p w14:paraId="0CE51CC8" w14:textId="77777777" w:rsidR="0001736B" w:rsidRDefault="0001736B" w:rsidP="0001736B"/>
                    <w:p w14:paraId="4C8DEE03" w14:textId="77777777" w:rsidR="0001736B" w:rsidRDefault="0001736B" w:rsidP="0001736B"/>
                    <w:p w14:paraId="7BF0BC42" w14:textId="77777777" w:rsidR="0001736B" w:rsidRDefault="0001736B" w:rsidP="0001736B"/>
                    <w:p w14:paraId="5D7321A4" w14:textId="77777777" w:rsidR="0001736B" w:rsidRPr="002830A5" w:rsidRDefault="0001736B" w:rsidP="0001736B">
                      <w:pPr>
                        <w:rPr>
                          <w:rFonts w:asciiTheme="majorHAnsi" w:hAnsiTheme="majorHAnsi" w:cstheme="majorHAnsi"/>
                          <w:b/>
                        </w:rPr>
                      </w:pPr>
                    </w:p>
                    <w:p w14:paraId="24DE7F8D" w14:textId="77777777" w:rsidR="0001736B" w:rsidRPr="002830A5" w:rsidRDefault="00441260" w:rsidP="0001736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QUADRATO</w:t>
                      </w:r>
                    </w:p>
                  </w:txbxContent>
                </v:textbox>
              </v:rect>
            </w:pict>
          </mc:Fallback>
        </mc:AlternateContent>
      </w:r>
      <w:r w:rsidR="00B2113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C460CCC" wp14:editId="6665CAA5">
                <wp:simplePos x="0" y="0"/>
                <wp:positionH relativeFrom="column">
                  <wp:posOffset>1988185</wp:posOffset>
                </wp:positionH>
                <wp:positionV relativeFrom="paragraph">
                  <wp:posOffset>66040</wp:posOffset>
                </wp:positionV>
                <wp:extent cx="1660525" cy="2303780"/>
                <wp:effectExtent l="0" t="0" r="15875" b="20320"/>
                <wp:wrapNone/>
                <wp:docPr id="255" name="Rettangolo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CBF0D" w14:textId="77777777" w:rsidR="00B21137" w:rsidRDefault="00B21137" w:rsidP="00B21137"/>
                          <w:p w14:paraId="2DEA40DF" w14:textId="77777777" w:rsidR="00B21137" w:rsidRDefault="00B21137" w:rsidP="00B21137"/>
                          <w:p w14:paraId="0EC77B43" w14:textId="77777777" w:rsidR="00B21137" w:rsidRDefault="00B21137" w:rsidP="00B21137"/>
                          <w:p w14:paraId="15D0816C" w14:textId="77777777" w:rsidR="00B21137" w:rsidRDefault="00B21137" w:rsidP="00B21137"/>
                          <w:p w14:paraId="7B01DC08" w14:textId="77777777" w:rsidR="00B21137" w:rsidRPr="002830A5" w:rsidRDefault="00417D07" w:rsidP="00B2113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PARALLELO – GRAMMA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60CCC" id="Rettangolo 255" o:spid="_x0000_s1079" style="position:absolute;margin-left:156.55pt;margin-top:5.2pt;width:130.75pt;height:181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" fillcolor="#5b9bd5 [3204]" strokecolor="#1f4d78 [1604]" strokeweight="1pt">
                <v:textbox>
                  <w:txbxContent>
                    <w:p w14:paraId="736CBF0D" w14:textId="77777777" w:rsidR="00B21137" w:rsidRDefault="00B21137" w:rsidP="00B21137"/>
                    <w:p w14:paraId="2DEA40DF" w14:textId="77777777" w:rsidR="00B21137" w:rsidRDefault="00B21137" w:rsidP="00B21137"/>
                    <w:p w14:paraId="0EC77B43" w14:textId="77777777" w:rsidR="00B21137" w:rsidRDefault="00B21137" w:rsidP="00B21137"/>
                    <w:p w14:paraId="15D0816C" w14:textId="77777777" w:rsidR="00B21137" w:rsidRDefault="00B21137" w:rsidP="00B21137"/>
                    <w:p w14:paraId="7B01DC08" w14:textId="77777777" w:rsidR="00B21137" w:rsidRPr="002830A5" w:rsidRDefault="00417D07" w:rsidP="00B2113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PARALLELO – GRAMMA GENERICO</w:t>
                      </w:r>
                    </w:p>
                  </w:txbxContent>
                </v:textbox>
              </v:rect>
            </w:pict>
          </mc:Fallback>
        </mc:AlternateContent>
      </w:r>
      <w:r w:rsidR="00B2113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A1C024B" wp14:editId="4F90D5BB">
                <wp:simplePos x="0" y="0"/>
                <wp:positionH relativeFrom="column">
                  <wp:posOffset>22860</wp:posOffset>
                </wp:positionH>
                <wp:positionV relativeFrom="paragraph">
                  <wp:posOffset>46990</wp:posOffset>
                </wp:positionV>
                <wp:extent cx="1660525" cy="2303780"/>
                <wp:effectExtent l="0" t="0" r="15875" b="20320"/>
                <wp:wrapNone/>
                <wp:docPr id="256" name="Rettangolo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FCB72" w14:textId="77777777" w:rsidR="00B21137" w:rsidRDefault="00B21137" w:rsidP="00B21137"/>
                          <w:p w14:paraId="04AC96CE" w14:textId="77777777" w:rsidR="00B21137" w:rsidRDefault="00B21137" w:rsidP="00B21137"/>
                          <w:p w14:paraId="6C220DC3" w14:textId="77777777" w:rsidR="00B21137" w:rsidRDefault="00B21137" w:rsidP="00B21137"/>
                          <w:p w14:paraId="7176E321" w14:textId="77777777" w:rsidR="00B21137" w:rsidRDefault="00B21137" w:rsidP="00B21137"/>
                          <w:p w14:paraId="78F45B67" w14:textId="77777777" w:rsidR="00B21137" w:rsidRDefault="00B21137" w:rsidP="00B21137"/>
                          <w:p w14:paraId="51636658" w14:textId="77777777" w:rsidR="00B21137" w:rsidRPr="002830A5" w:rsidRDefault="0001736B" w:rsidP="00B2113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DELTOIDE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1C024B" id="Rettangolo 256" o:spid="_x0000_s1080" style="position:absolute;margin-left:1.8pt;margin-top:3.7pt;width:130.75pt;height:181.4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" fillcolor="#5b9bd5 [3204]" strokecolor="#1f4d78 [1604]" strokeweight="1pt">
                <v:textbox>
                  <w:txbxContent>
                    <w:p w14:paraId="1F7FCB72" w14:textId="77777777" w:rsidR="00B21137" w:rsidRDefault="00B21137" w:rsidP="00B21137"/>
                    <w:p w14:paraId="04AC96CE" w14:textId="77777777" w:rsidR="00B21137" w:rsidRDefault="00B21137" w:rsidP="00B21137"/>
                    <w:p w14:paraId="6C220DC3" w14:textId="77777777" w:rsidR="00B21137" w:rsidRDefault="00B21137" w:rsidP="00B21137"/>
                    <w:p w14:paraId="7176E321" w14:textId="77777777" w:rsidR="00B21137" w:rsidRDefault="00B21137" w:rsidP="00B21137"/>
                    <w:p w14:paraId="78F45B67" w14:textId="77777777" w:rsidR="00B21137" w:rsidRDefault="00B21137" w:rsidP="00B21137"/>
                    <w:p w14:paraId="51636658" w14:textId="77777777" w:rsidR="00B21137" w:rsidRPr="002830A5" w:rsidRDefault="0001736B" w:rsidP="00B2113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DELTOIDE</w:t>
                      </w:r>
                    </w:p>
                  </w:txbxContent>
                </v:textbox>
              </v:rect>
            </w:pict>
          </mc:Fallback>
        </mc:AlternateContent>
      </w:r>
    </w:p>
    <w:p w14:paraId="4F1A2895" w14:textId="53729E7A" w:rsidR="0001736B" w:rsidRDefault="0001736B" w:rsidP="00B21137"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26442A6" wp14:editId="5B5D9A5E">
                <wp:simplePos x="0" y="0"/>
                <wp:positionH relativeFrom="column">
                  <wp:posOffset>3947160</wp:posOffset>
                </wp:positionH>
                <wp:positionV relativeFrom="paragraph">
                  <wp:posOffset>4904740</wp:posOffset>
                </wp:positionV>
                <wp:extent cx="1660525" cy="2303780"/>
                <wp:effectExtent l="0" t="0" r="15875" b="20320"/>
                <wp:wrapNone/>
                <wp:docPr id="271" name="Rettangolo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F43603" w14:textId="77777777" w:rsidR="0001736B" w:rsidRDefault="0001736B" w:rsidP="0001736B"/>
                          <w:p w14:paraId="3AC8D50D" w14:textId="77777777" w:rsidR="0001736B" w:rsidRDefault="0001736B" w:rsidP="0001736B"/>
                          <w:p w14:paraId="45A223E5" w14:textId="77777777" w:rsidR="005D02E1" w:rsidRDefault="005D02E1" w:rsidP="0001736B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7847EFAA" w14:textId="77777777" w:rsidR="0001736B" w:rsidRPr="002830A5" w:rsidRDefault="0001736B" w:rsidP="0001736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TRAPEZIO 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6442A6" id="Rettangolo 271" o:spid="_x0000_s1081" style="position:absolute;margin-left:310.8pt;margin-top:386.2pt;width:130.75pt;height:181.4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" fillcolor="#5b9bd5 [3204]" strokecolor="#1f4d78 [1604]" strokeweight="1pt">
                <v:textbox>
                  <w:txbxContent>
                    <w:p w14:paraId="33F43603" w14:textId="77777777" w:rsidR="0001736B" w:rsidRDefault="0001736B" w:rsidP="0001736B"/>
                    <w:p w14:paraId="3AC8D50D" w14:textId="77777777" w:rsidR="0001736B" w:rsidRDefault="0001736B" w:rsidP="0001736B"/>
                    <w:p w14:paraId="45A223E5" w14:textId="77777777" w:rsidR="005D02E1" w:rsidRDefault="005D02E1" w:rsidP="0001736B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7847EFAA" w14:textId="77777777" w:rsidR="0001736B" w:rsidRPr="002830A5" w:rsidRDefault="0001736B" w:rsidP="0001736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TRAPEZIO RETTANGOLO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0F7ED9B" wp14:editId="32631B8A">
                <wp:simplePos x="0" y="0"/>
                <wp:positionH relativeFrom="column">
                  <wp:posOffset>1985010</wp:posOffset>
                </wp:positionH>
                <wp:positionV relativeFrom="paragraph">
                  <wp:posOffset>4904740</wp:posOffset>
                </wp:positionV>
                <wp:extent cx="1660525" cy="2303780"/>
                <wp:effectExtent l="0" t="0" r="15875" b="20320"/>
                <wp:wrapNone/>
                <wp:docPr id="272" name="Rettangolo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C3542" w14:textId="77777777" w:rsidR="0001736B" w:rsidRDefault="0001736B" w:rsidP="0001736B"/>
                          <w:p w14:paraId="5D03EABC" w14:textId="77777777" w:rsidR="0001736B" w:rsidRPr="002830A5" w:rsidRDefault="0001736B" w:rsidP="0001736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 xml:space="preserve">TRAPEZIO </w:t>
                            </w:r>
                            <w:r w:rsidR="005D02E1"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SCALENO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7ED9B" id="Rettangolo 272" o:spid="_x0000_s1082" style="position:absolute;margin-left:156.3pt;margin-top:386.2pt;width:130.75pt;height:181.4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" fillcolor="#5b9bd5 [3204]" strokecolor="#1f4d78 [1604]" strokeweight="1pt">
                <v:textbox>
                  <w:txbxContent>
                    <w:p w14:paraId="0A2C3542" w14:textId="77777777" w:rsidR="0001736B" w:rsidRDefault="0001736B" w:rsidP="0001736B"/>
                    <w:p w14:paraId="5D03EABC" w14:textId="77777777" w:rsidR="0001736B" w:rsidRPr="002830A5" w:rsidRDefault="0001736B" w:rsidP="0001736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 xml:space="preserve">TRAPEZIO </w:t>
                      </w:r>
                      <w:r w:rsidR="005D02E1"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SCALENO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F245ADF" wp14:editId="50BED967">
                <wp:simplePos x="0" y="0"/>
                <wp:positionH relativeFrom="column">
                  <wp:posOffset>22860</wp:posOffset>
                </wp:positionH>
                <wp:positionV relativeFrom="paragraph">
                  <wp:posOffset>4904740</wp:posOffset>
                </wp:positionV>
                <wp:extent cx="1660525" cy="2303780"/>
                <wp:effectExtent l="0" t="0" r="15875" b="20320"/>
                <wp:wrapNone/>
                <wp:docPr id="273" name="Rettangolo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01147" w14:textId="77777777" w:rsidR="006C5571" w:rsidRDefault="006C5571" w:rsidP="006C5571">
                            <w:pPr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24B3876B" w14:textId="77777777" w:rsidR="006C5571" w:rsidRDefault="006C5571" w:rsidP="0001736B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165ED74F" w14:textId="77777777" w:rsidR="006C5571" w:rsidRDefault="006C5571" w:rsidP="0001736B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4F76B775" w14:textId="77777777" w:rsidR="0001736B" w:rsidRPr="002830A5" w:rsidRDefault="006C5571" w:rsidP="0001736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PARALLELO – GRAMMA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245ADF" id="Rettangolo 273" o:spid="_x0000_s1083" style="position:absolute;margin-left:1.8pt;margin-top:386.2pt;width:130.75pt;height:181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" fillcolor="#5b9bd5 [3204]" strokecolor="#1f4d78 [1604]" strokeweight="1pt">
                <v:textbox>
                  <w:txbxContent>
                    <w:p w14:paraId="12501147" w14:textId="77777777" w:rsidR="006C5571" w:rsidRDefault="006C5571" w:rsidP="006C5571">
                      <w:pPr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24B3876B" w14:textId="77777777" w:rsidR="006C5571" w:rsidRDefault="006C5571" w:rsidP="0001736B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165ED74F" w14:textId="77777777" w:rsidR="006C5571" w:rsidRDefault="006C5571" w:rsidP="0001736B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4F76B775" w14:textId="77777777" w:rsidR="0001736B" w:rsidRPr="002830A5" w:rsidRDefault="006C5571" w:rsidP="0001736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PARALLELO – GRAMMA GENERICO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38" behindDoc="0" locked="0" layoutInCell="1" allowOverlap="1" wp14:anchorId="38493E2C" wp14:editId="59C83514">
                <wp:simplePos x="0" y="0"/>
                <wp:positionH relativeFrom="column">
                  <wp:posOffset>1985010</wp:posOffset>
                </wp:positionH>
                <wp:positionV relativeFrom="paragraph">
                  <wp:posOffset>2369820</wp:posOffset>
                </wp:positionV>
                <wp:extent cx="1660525" cy="2303780"/>
                <wp:effectExtent l="0" t="0" r="15875" b="20320"/>
                <wp:wrapNone/>
                <wp:docPr id="269" name="Rettangolo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F56CE6" w14:textId="77777777" w:rsidR="0001736B" w:rsidRDefault="0001736B" w:rsidP="0001736B"/>
                          <w:p w14:paraId="5F5F6B73" w14:textId="77777777" w:rsidR="0001736B" w:rsidRDefault="0001736B" w:rsidP="0001736B"/>
                          <w:p w14:paraId="6AAA07F2" w14:textId="77777777" w:rsidR="004B193A" w:rsidRDefault="004B193A" w:rsidP="0001736B"/>
                          <w:p w14:paraId="17FFC1B5" w14:textId="77777777" w:rsidR="004B193A" w:rsidRDefault="004B193A" w:rsidP="0001736B"/>
                          <w:p w14:paraId="49B6FAB8" w14:textId="77777777" w:rsidR="004B193A" w:rsidRDefault="004B193A" w:rsidP="0001736B"/>
                          <w:p w14:paraId="0BBD4701" w14:textId="77777777" w:rsidR="0001736B" w:rsidRPr="002830A5" w:rsidRDefault="004B193A" w:rsidP="0001736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QUADRATO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93E2C" id="Rettangolo 269" o:spid="_x0000_s1084" style="position:absolute;margin-left:156.3pt;margin-top:186.6pt;width:130.75pt;height:181.4pt;z-index:2516326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" fillcolor="#5b9bd5 [3204]" strokecolor="#1f4d78 [1604]" strokeweight="1pt">
                <v:textbox>
                  <w:txbxContent>
                    <w:p w14:paraId="21F56CE6" w14:textId="77777777" w:rsidR="0001736B" w:rsidRDefault="0001736B" w:rsidP="0001736B"/>
                    <w:p w14:paraId="5F5F6B73" w14:textId="77777777" w:rsidR="0001736B" w:rsidRDefault="0001736B" w:rsidP="0001736B"/>
                    <w:p w14:paraId="6AAA07F2" w14:textId="77777777" w:rsidR="004B193A" w:rsidRDefault="004B193A" w:rsidP="0001736B"/>
                    <w:p w14:paraId="17FFC1B5" w14:textId="77777777" w:rsidR="004B193A" w:rsidRDefault="004B193A" w:rsidP="0001736B"/>
                    <w:p w14:paraId="49B6FAB8" w14:textId="77777777" w:rsidR="004B193A" w:rsidRDefault="004B193A" w:rsidP="0001736B"/>
                    <w:p w14:paraId="0BBD4701" w14:textId="77777777" w:rsidR="0001736B" w:rsidRPr="002830A5" w:rsidRDefault="004B193A" w:rsidP="0001736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QUADRATO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3" behindDoc="0" locked="0" layoutInCell="1" allowOverlap="1" wp14:anchorId="589DDE98" wp14:editId="265AA171">
                <wp:simplePos x="0" y="0"/>
                <wp:positionH relativeFrom="column">
                  <wp:posOffset>3947160</wp:posOffset>
                </wp:positionH>
                <wp:positionV relativeFrom="paragraph">
                  <wp:posOffset>2350770</wp:posOffset>
                </wp:positionV>
                <wp:extent cx="1660525" cy="2303780"/>
                <wp:effectExtent l="0" t="0" r="15875" b="20320"/>
                <wp:wrapNone/>
                <wp:docPr id="270" name="Rettangolo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CAE124" w14:textId="77777777" w:rsidR="0001736B" w:rsidRDefault="0001736B" w:rsidP="0001736B"/>
                          <w:p w14:paraId="362BF387" w14:textId="77777777" w:rsidR="005F7BCF" w:rsidRDefault="005F7BCF" w:rsidP="0001736B"/>
                          <w:p w14:paraId="4F2A4687" w14:textId="77777777" w:rsidR="005F7BCF" w:rsidRDefault="005F7BCF" w:rsidP="0001736B"/>
                          <w:p w14:paraId="23E083A2" w14:textId="77777777" w:rsidR="005F7BCF" w:rsidRDefault="005F7BCF" w:rsidP="0001736B"/>
                          <w:p w14:paraId="7726A87A" w14:textId="77777777" w:rsidR="005F7BCF" w:rsidRDefault="005F7BCF" w:rsidP="0001736B"/>
                          <w:p w14:paraId="211A4D3A" w14:textId="77777777" w:rsidR="005F7BCF" w:rsidRDefault="005F7BCF" w:rsidP="0001736B"/>
                          <w:p w14:paraId="09117C1F" w14:textId="77777777" w:rsidR="0001736B" w:rsidRPr="002830A5" w:rsidRDefault="0001736B" w:rsidP="0001736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9DDE98" id="Rettangolo 270" o:spid="_x0000_s1085" style="position:absolute;margin-left:310.8pt;margin-top:185.1pt;width:130.75pt;height:181.4pt;z-index:2516316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" fillcolor="#5b9bd5 [3204]" strokecolor="#1f4d78 [1604]" strokeweight="1pt">
                <v:textbox>
                  <w:txbxContent>
                    <w:p w14:paraId="44CAE124" w14:textId="77777777" w:rsidR="0001736B" w:rsidRDefault="0001736B" w:rsidP="0001736B"/>
                    <w:p w14:paraId="362BF387" w14:textId="77777777" w:rsidR="005F7BCF" w:rsidRDefault="005F7BCF" w:rsidP="0001736B"/>
                    <w:p w14:paraId="4F2A4687" w14:textId="77777777" w:rsidR="005F7BCF" w:rsidRDefault="005F7BCF" w:rsidP="0001736B"/>
                    <w:p w14:paraId="23E083A2" w14:textId="77777777" w:rsidR="005F7BCF" w:rsidRDefault="005F7BCF" w:rsidP="0001736B"/>
                    <w:p w14:paraId="7726A87A" w14:textId="77777777" w:rsidR="005F7BCF" w:rsidRDefault="005F7BCF" w:rsidP="0001736B"/>
                    <w:p w14:paraId="211A4D3A" w14:textId="77777777" w:rsidR="005F7BCF" w:rsidRDefault="005F7BCF" w:rsidP="0001736B"/>
                    <w:p w14:paraId="09117C1F" w14:textId="77777777" w:rsidR="0001736B" w:rsidRPr="002830A5" w:rsidRDefault="0001736B" w:rsidP="0001736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RETTANGOLO</w:t>
                      </w:r>
                    </w:p>
                  </w:txbxContent>
                </v:textbox>
              </v:rect>
            </w:pict>
          </mc:Fallback>
        </mc:AlternateContent>
      </w:r>
    </w:p>
    <w:p w14:paraId="3993BFA2" w14:textId="77777777" w:rsidR="0001736B" w:rsidRPr="0001736B" w:rsidRDefault="0001736B" w:rsidP="0001736B"/>
    <w:p w14:paraId="742B8C14" w14:textId="77777777" w:rsidR="0001736B" w:rsidRPr="0001736B" w:rsidRDefault="0001736B" w:rsidP="0001736B"/>
    <w:p w14:paraId="45A9E07D" w14:textId="77777777" w:rsidR="0001736B" w:rsidRPr="0001736B" w:rsidRDefault="0001736B" w:rsidP="0001736B"/>
    <w:p w14:paraId="2115F3C1" w14:textId="77777777" w:rsidR="0001736B" w:rsidRPr="0001736B" w:rsidRDefault="0001736B" w:rsidP="0001736B"/>
    <w:p w14:paraId="6234EC82" w14:textId="77777777" w:rsidR="0001736B" w:rsidRPr="0001736B" w:rsidRDefault="0001736B" w:rsidP="0001736B"/>
    <w:p w14:paraId="23621650" w14:textId="77777777" w:rsidR="0001736B" w:rsidRPr="0001736B" w:rsidRDefault="0001736B" w:rsidP="0001736B"/>
    <w:p w14:paraId="04FEC1CC" w14:textId="7145D8C4" w:rsidR="0001736B" w:rsidRPr="0001736B" w:rsidRDefault="0001736B" w:rsidP="0001736B"/>
    <w:p w14:paraId="3C5D7492" w14:textId="1F99C6D9" w:rsidR="0001736B" w:rsidRPr="0001736B" w:rsidRDefault="007C2F2B" w:rsidP="0001736B">
      <w:r w:rsidRPr="003879C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DBF6DD" wp14:editId="0156B677">
                <wp:simplePos x="0" y="0"/>
                <wp:positionH relativeFrom="column">
                  <wp:posOffset>19050</wp:posOffset>
                </wp:positionH>
                <wp:positionV relativeFrom="paragraph">
                  <wp:posOffset>66675</wp:posOffset>
                </wp:positionV>
                <wp:extent cx="1660525" cy="2303780"/>
                <wp:effectExtent l="0" t="0" r="15875" b="20320"/>
                <wp:wrapNone/>
                <wp:docPr id="288" name="Rettangolo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1A667" w14:textId="77777777" w:rsidR="003879C2" w:rsidRDefault="003879C2" w:rsidP="003879C2"/>
                          <w:p w14:paraId="2F397CA9" w14:textId="77777777" w:rsidR="003879C2" w:rsidRDefault="003879C2" w:rsidP="003879C2"/>
                          <w:p w14:paraId="4B701E8F" w14:textId="77777777" w:rsidR="003879C2" w:rsidRDefault="003879C2" w:rsidP="003879C2"/>
                          <w:p w14:paraId="27513283" w14:textId="77777777" w:rsidR="003879C2" w:rsidRDefault="003879C2" w:rsidP="003879C2"/>
                          <w:p w14:paraId="710B87E8" w14:textId="77777777" w:rsidR="003879C2" w:rsidRDefault="003879C2" w:rsidP="003879C2"/>
                          <w:p w14:paraId="6269B196" w14:textId="77777777" w:rsidR="003879C2" w:rsidRPr="002830A5" w:rsidRDefault="003879C2" w:rsidP="003879C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DELTOIDE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DBF6DD" id="Rettangolo 288" o:spid="_x0000_s1086" style="position:absolute;margin-left:1.5pt;margin-top:5.25pt;width:130.75pt;height:181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" fillcolor="#5b9bd5 [3204]" strokecolor="#1f4d78 [1604]" strokeweight="1pt">
                <v:textbox>
                  <w:txbxContent>
                    <w:p w14:paraId="1A61A667" w14:textId="77777777" w:rsidR="003879C2" w:rsidRDefault="003879C2" w:rsidP="003879C2"/>
                    <w:p w14:paraId="2F397CA9" w14:textId="77777777" w:rsidR="003879C2" w:rsidRDefault="003879C2" w:rsidP="003879C2"/>
                    <w:p w14:paraId="4B701E8F" w14:textId="77777777" w:rsidR="003879C2" w:rsidRDefault="003879C2" w:rsidP="003879C2"/>
                    <w:p w14:paraId="27513283" w14:textId="77777777" w:rsidR="003879C2" w:rsidRDefault="003879C2" w:rsidP="003879C2"/>
                    <w:p w14:paraId="710B87E8" w14:textId="77777777" w:rsidR="003879C2" w:rsidRDefault="003879C2" w:rsidP="003879C2"/>
                    <w:p w14:paraId="6269B196" w14:textId="77777777" w:rsidR="003879C2" w:rsidRPr="002830A5" w:rsidRDefault="003879C2" w:rsidP="003879C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DELTOIDE</w:t>
                      </w:r>
                    </w:p>
                  </w:txbxContent>
                </v:textbox>
              </v:rect>
            </w:pict>
          </mc:Fallback>
        </mc:AlternateContent>
      </w:r>
      <w:r w:rsidR="005F7BCF">
        <w:rPr>
          <w:noProof/>
        </w:rPr>
        <w:drawing>
          <wp:anchor distT="0" distB="0" distL="114300" distR="114300" simplePos="0" relativeHeight="251673600" behindDoc="0" locked="0" layoutInCell="1" allowOverlap="1" wp14:anchorId="03BA1C62" wp14:editId="49860640">
            <wp:simplePos x="0" y="0"/>
            <wp:positionH relativeFrom="column">
              <wp:posOffset>4356735</wp:posOffset>
            </wp:positionH>
            <wp:positionV relativeFrom="paragraph">
              <wp:posOffset>182880</wp:posOffset>
            </wp:positionV>
            <wp:extent cx="876300" cy="1670685"/>
            <wp:effectExtent l="0" t="0" r="0" b="5715"/>
            <wp:wrapSquare wrapText="bothSides"/>
            <wp:docPr id="280" name="Immagin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93A">
        <w:rPr>
          <w:noProof/>
        </w:rPr>
        <w:drawing>
          <wp:anchor distT="0" distB="0" distL="114300" distR="114300" simplePos="0" relativeHeight="251672576" behindDoc="0" locked="0" layoutInCell="1" allowOverlap="1" wp14:anchorId="3DABB67D" wp14:editId="7F84AC34">
            <wp:simplePos x="0" y="0"/>
            <wp:positionH relativeFrom="column">
              <wp:posOffset>2089785</wp:posOffset>
            </wp:positionH>
            <wp:positionV relativeFrom="paragraph">
              <wp:posOffset>187325</wp:posOffset>
            </wp:positionV>
            <wp:extent cx="1464945" cy="1464945"/>
            <wp:effectExtent l="0" t="0" r="1905" b="1905"/>
            <wp:wrapSquare wrapText="bothSides"/>
            <wp:docPr id="279" name="Immagin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945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DC720" w14:textId="6E15E908" w:rsidR="0001736B" w:rsidRPr="0001736B" w:rsidRDefault="003879C2" w:rsidP="0001736B">
      <w:r w:rsidRPr="003879C2">
        <w:rPr>
          <w:noProof/>
        </w:rPr>
        <w:drawing>
          <wp:anchor distT="0" distB="0" distL="114300" distR="114300" simplePos="0" relativeHeight="251680768" behindDoc="0" locked="0" layoutInCell="1" allowOverlap="1" wp14:anchorId="0401EAB5" wp14:editId="1C83AF07">
            <wp:simplePos x="0" y="0"/>
            <wp:positionH relativeFrom="column">
              <wp:posOffset>232410</wp:posOffset>
            </wp:positionH>
            <wp:positionV relativeFrom="paragraph">
              <wp:posOffset>92075</wp:posOffset>
            </wp:positionV>
            <wp:extent cx="1209040" cy="1274445"/>
            <wp:effectExtent l="0" t="0" r="0" b="1905"/>
            <wp:wrapSquare wrapText="bothSides"/>
            <wp:docPr id="297" name="Immagin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CF869" w14:textId="77777777" w:rsidR="0001736B" w:rsidRPr="0001736B" w:rsidRDefault="0001736B" w:rsidP="0001736B"/>
    <w:p w14:paraId="5A328931" w14:textId="77777777" w:rsidR="0001736B" w:rsidRPr="0001736B" w:rsidRDefault="0001736B" w:rsidP="0001736B"/>
    <w:p w14:paraId="5FC60DB7" w14:textId="77777777" w:rsidR="0001736B" w:rsidRPr="0001736B" w:rsidRDefault="0001736B" w:rsidP="0001736B"/>
    <w:p w14:paraId="4C091B6B" w14:textId="77777777" w:rsidR="0001736B" w:rsidRPr="0001736B" w:rsidRDefault="0001736B" w:rsidP="0001736B"/>
    <w:p w14:paraId="146DADF7" w14:textId="77777777" w:rsidR="0001736B" w:rsidRPr="0001736B" w:rsidRDefault="0001736B" w:rsidP="0001736B"/>
    <w:p w14:paraId="4EB7AB41" w14:textId="77777777" w:rsidR="0001736B" w:rsidRPr="0001736B" w:rsidRDefault="0001736B" w:rsidP="0001736B"/>
    <w:p w14:paraId="7731C43C" w14:textId="77777777" w:rsidR="0001736B" w:rsidRPr="0001736B" w:rsidRDefault="0001736B" w:rsidP="0001736B"/>
    <w:p w14:paraId="4B423A04" w14:textId="77777777" w:rsidR="0001736B" w:rsidRPr="0001736B" w:rsidRDefault="005D02E1" w:rsidP="0001736B">
      <w:r>
        <w:rPr>
          <w:noProof/>
        </w:rPr>
        <w:drawing>
          <wp:anchor distT="0" distB="0" distL="114300" distR="114300" simplePos="0" relativeHeight="251897856" behindDoc="0" locked="0" layoutInCell="1" allowOverlap="1" wp14:anchorId="078948CB" wp14:editId="38BA516A">
            <wp:simplePos x="0" y="0"/>
            <wp:positionH relativeFrom="column">
              <wp:posOffset>4042410</wp:posOffset>
            </wp:positionH>
            <wp:positionV relativeFrom="paragraph">
              <wp:posOffset>245110</wp:posOffset>
            </wp:positionV>
            <wp:extent cx="1464945" cy="1014730"/>
            <wp:effectExtent l="0" t="0" r="1905" b="0"/>
            <wp:wrapSquare wrapText="bothSides"/>
            <wp:docPr id="283" name="Immagin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945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96832" behindDoc="0" locked="0" layoutInCell="1" allowOverlap="1" wp14:anchorId="5ED215CA" wp14:editId="3C9ACEC2">
            <wp:simplePos x="0" y="0"/>
            <wp:positionH relativeFrom="column">
              <wp:posOffset>2099310</wp:posOffset>
            </wp:positionH>
            <wp:positionV relativeFrom="paragraph">
              <wp:posOffset>245110</wp:posOffset>
            </wp:positionV>
            <wp:extent cx="1457325" cy="323850"/>
            <wp:effectExtent l="0" t="0" r="9525" b="0"/>
            <wp:wrapSquare wrapText="bothSides"/>
            <wp:docPr id="282" name="Immagin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571">
        <w:rPr>
          <w:noProof/>
        </w:rPr>
        <w:drawing>
          <wp:anchor distT="0" distB="0" distL="114300" distR="114300" simplePos="0" relativeHeight="251895808" behindDoc="0" locked="0" layoutInCell="1" allowOverlap="1" wp14:anchorId="19FAC34B" wp14:editId="4422CD6B">
            <wp:simplePos x="0" y="0"/>
            <wp:positionH relativeFrom="column">
              <wp:posOffset>280035</wp:posOffset>
            </wp:positionH>
            <wp:positionV relativeFrom="paragraph">
              <wp:posOffset>92710</wp:posOffset>
            </wp:positionV>
            <wp:extent cx="1247775" cy="1242060"/>
            <wp:effectExtent l="0" t="0" r="9525" b="0"/>
            <wp:wrapSquare wrapText="bothSides"/>
            <wp:docPr id="281" name="Immagin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B88DFC" w14:textId="77777777" w:rsidR="0001736B" w:rsidRPr="0001736B" w:rsidRDefault="0001736B" w:rsidP="0001736B"/>
    <w:p w14:paraId="312BD0EB" w14:textId="77777777" w:rsidR="0001736B" w:rsidRPr="0001736B" w:rsidRDefault="0001736B" w:rsidP="0001736B"/>
    <w:p w14:paraId="78FA8F13" w14:textId="77777777" w:rsidR="0001736B" w:rsidRPr="0001736B" w:rsidRDefault="0001736B" w:rsidP="0001736B"/>
    <w:p w14:paraId="3F4FC596" w14:textId="77777777" w:rsidR="0001736B" w:rsidRPr="0001736B" w:rsidRDefault="0001736B" w:rsidP="0001736B"/>
    <w:p w14:paraId="725BE4BB" w14:textId="77777777" w:rsidR="0001736B" w:rsidRPr="0001736B" w:rsidRDefault="0001736B" w:rsidP="0001736B"/>
    <w:p w14:paraId="4A62C096" w14:textId="77777777" w:rsidR="0001736B" w:rsidRPr="0001736B" w:rsidRDefault="0001736B" w:rsidP="0001736B"/>
    <w:p w14:paraId="49830EA3" w14:textId="77777777" w:rsidR="0001736B" w:rsidRPr="0001736B" w:rsidRDefault="0001736B" w:rsidP="0001736B"/>
    <w:p w14:paraId="43D55C61" w14:textId="77777777" w:rsidR="0001736B" w:rsidRPr="0001736B" w:rsidRDefault="0001736B" w:rsidP="0001736B"/>
    <w:p w14:paraId="6B45D4EB" w14:textId="77777777" w:rsidR="0001736B" w:rsidRPr="0001736B" w:rsidRDefault="0001736B" w:rsidP="0001736B"/>
    <w:p w14:paraId="710639D9" w14:textId="77777777" w:rsidR="0001736B" w:rsidRDefault="0001736B" w:rsidP="0001736B"/>
    <w:p w14:paraId="16E62B0D" w14:textId="77777777" w:rsidR="00B21137" w:rsidRDefault="00B21137" w:rsidP="0001736B"/>
    <w:p w14:paraId="170E56E2" w14:textId="77777777" w:rsidR="0001736B" w:rsidRDefault="0001736B" w:rsidP="0001736B"/>
    <w:p w14:paraId="1C27E8AE" w14:textId="77777777" w:rsidR="0001736B" w:rsidRDefault="0001736B" w:rsidP="0001736B"/>
    <w:p w14:paraId="4216271D" w14:textId="3FAC6A7B" w:rsidR="00F24779" w:rsidRDefault="00F24779" w:rsidP="0001736B"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62F4C0E" wp14:editId="5F8561D1">
                <wp:simplePos x="0" y="0"/>
                <wp:positionH relativeFrom="column">
                  <wp:posOffset>108585</wp:posOffset>
                </wp:positionH>
                <wp:positionV relativeFrom="paragraph">
                  <wp:posOffset>5405755</wp:posOffset>
                </wp:positionV>
                <wp:extent cx="1790700" cy="2466975"/>
                <wp:effectExtent l="0" t="0" r="19050" b="28575"/>
                <wp:wrapNone/>
                <wp:docPr id="39" name="Rettango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341F31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24779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PARALLELO-GRAMMA</w:t>
                            </w:r>
                          </w:p>
                          <w:p w14:paraId="009D4224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24779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2F4C0E" id="Rettangolo 39" o:spid="_x0000_s1087" style="position:absolute;margin-left:8.55pt;margin-top:425.65pt;width:141pt;height:194.25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" fillcolor="red" strokecolor="#1f4d78 [1604]" strokeweight="1pt">
                <v:textbox>
                  <w:txbxContent>
                    <w:p w14:paraId="0E341F31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F24779">
                        <w:rPr>
                          <w:color w:val="000000" w:themeColor="text1"/>
                          <w:sz w:val="36"/>
                          <w:szCs w:val="36"/>
                        </w:rPr>
                        <w:t>PARALLELO-GRAMMA</w:t>
                      </w:r>
                    </w:p>
                    <w:p w14:paraId="009D4224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F24779">
                        <w:rPr>
                          <w:color w:val="000000" w:themeColor="text1"/>
                          <w:sz w:val="36"/>
                          <w:szCs w:val="36"/>
                        </w:rPr>
                        <w:t>GENERICO</w:t>
                      </w:r>
                    </w:p>
                  </w:txbxContent>
                </v:textbox>
              </v:rect>
            </w:pict>
          </mc:Fallback>
        </mc:AlternateContent>
      </w:r>
      <w:r w:rsidR="002830A5">
        <w:rPr>
          <w:noProof/>
        </w:rPr>
        <w:drawing>
          <wp:anchor distT="0" distB="0" distL="114300" distR="114300" simplePos="0" relativeHeight="251909120" behindDoc="0" locked="0" layoutInCell="1" allowOverlap="1" wp14:anchorId="1B0679A0" wp14:editId="6274BBC6">
            <wp:simplePos x="0" y="0"/>
            <wp:positionH relativeFrom="column">
              <wp:posOffset>499110</wp:posOffset>
            </wp:positionH>
            <wp:positionV relativeFrom="paragraph">
              <wp:posOffset>214630</wp:posOffset>
            </wp:positionV>
            <wp:extent cx="1019175" cy="1496695"/>
            <wp:effectExtent l="0" t="0" r="9525" b="8255"/>
            <wp:wrapSquare wrapText="bothSides"/>
            <wp:docPr id="292" name="Immagin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44C">
        <w:rPr>
          <w:noProof/>
        </w:rPr>
        <w:drawing>
          <wp:anchor distT="0" distB="0" distL="114300" distR="114300" simplePos="0" relativeHeight="251678720" behindDoc="0" locked="0" layoutInCell="1" allowOverlap="1" wp14:anchorId="7293FCBC" wp14:editId="547DD65C">
            <wp:simplePos x="0" y="0"/>
            <wp:positionH relativeFrom="column">
              <wp:posOffset>2118360</wp:posOffset>
            </wp:positionH>
            <wp:positionV relativeFrom="paragraph">
              <wp:posOffset>2767330</wp:posOffset>
            </wp:positionV>
            <wp:extent cx="1397000" cy="1457325"/>
            <wp:effectExtent l="0" t="0" r="0" b="9525"/>
            <wp:wrapSquare wrapText="bothSides"/>
            <wp:docPr id="296" name="Immagin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44C">
        <w:rPr>
          <w:noProof/>
        </w:rPr>
        <w:drawing>
          <wp:anchor distT="0" distB="0" distL="114300" distR="114300" simplePos="0" relativeHeight="251677696" behindDoc="0" locked="0" layoutInCell="1" allowOverlap="1" wp14:anchorId="4FA36637" wp14:editId="7A9573EA">
            <wp:simplePos x="0" y="0"/>
            <wp:positionH relativeFrom="column">
              <wp:posOffset>708660</wp:posOffset>
            </wp:positionH>
            <wp:positionV relativeFrom="paragraph">
              <wp:posOffset>2767330</wp:posOffset>
            </wp:positionV>
            <wp:extent cx="544195" cy="1333500"/>
            <wp:effectExtent l="0" t="0" r="8255" b="0"/>
            <wp:wrapSquare wrapText="bothSides"/>
            <wp:docPr id="295" name="Immagin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970">
        <w:rPr>
          <w:noProof/>
        </w:rPr>
        <w:drawing>
          <wp:anchor distT="0" distB="0" distL="114300" distR="114300" simplePos="0" relativeHeight="251676672" behindDoc="0" locked="0" layoutInCell="1" allowOverlap="1" wp14:anchorId="55886A17" wp14:editId="528CD8CF">
            <wp:simplePos x="0" y="0"/>
            <wp:positionH relativeFrom="column">
              <wp:posOffset>4204335</wp:posOffset>
            </wp:positionH>
            <wp:positionV relativeFrom="paragraph">
              <wp:posOffset>375920</wp:posOffset>
            </wp:positionV>
            <wp:extent cx="927100" cy="1285875"/>
            <wp:effectExtent l="0" t="0" r="6350" b="9525"/>
            <wp:wrapSquare wrapText="bothSides"/>
            <wp:docPr id="294" name="Immagin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AC9">
        <w:rPr>
          <w:noProof/>
        </w:rPr>
        <w:drawing>
          <wp:anchor distT="0" distB="0" distL="114300" distR="114300" simplePos="0" relativeHeight="251675648" behindDoc="0" locked="0" layoutInCell="1" allowOverlap="1" wp14:anchorId="52D860FA" wp14:editId="00666055">
            <wp:simplePos x="0" y="0"/>
            <wp:positionH relativeFrom="column">
              <wp:posOffset>2518410</wp:posOffset>
            </wp:positionH>
            <wp:positionV relativeFrom="paragraph">
              <wp:posOffset>292735</wp:posOffset>
            </wp:positionV>
            <wp:extent cx="609600" cy="1550670"/>
            <wp:effectExtent l="0" t="0" r="0" b="0"/>
            <wp:wrapSquare wrapText="bothSides"/>
            <wp:docPr id="293" name="Immagin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FDD">
        <w:rPr>
          <w:noProof/>
        </w:rPr>
        <mc:AlternateContent>
          <mc:Choice Requires="wps">
            <w:drawing>
              <wp:anchor distT="0" distB="0" distL="114300" distR="114300" simplePos="0" relativeHeight="251627513" behindDoc="0" locked="0" layoutInCell="1" allowOverlap="1" wp14:anchorId="3EFA5DD5" wp14:editId="532D54C4">
                <wp:simplePos x="0" y="0"/>
                <wp:positionH relativeFrom="column">
                  <wp:posOffset>1988185</wp:posOffset>
                </wp:positionH>
                <wp:positionV relativeFrom="paragraph">
                  <wp:posOffset>2704465</wp:posOffset>
                </wp:positionV>
                <wp:extent cx="1660525" cy="2303780"/>
                <wp:effectExtent l="0" t="0" r="15875" b="20320"/>
                <wp:wrapNone/>
                <wp:docPr id="287" name="Rettangolo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5D9882" w14:textId="77777777" w:rsidR="00564FDD" w:rsidRDefault="00564FDD" w:rsidP="00564FDD"/>
                          <w:p w14:paraId="50B0BF31" w14:textId="77777777" w:rsidR="00564FDD" w:rsidRDefault="00564FDD" w:rsidP="00564FDD"/>
                          <w:p w14:paraId="27A3A055" w14:textId="77777777" w:rsidR="00564FDD" w:rsidRDefault="00564FDD" w:rsidP="00564FDD"/>
                          <w:p w14:paraId="4B4A9513" w14:textId="77777777" w:rsidR="00564FDD" w:rsidRDefault="00564FDD" w:rsidP="00564FDD"/>
                          <w:p w14:paraId="0745DC96" w14:textId="77777777" w:rsidR="00564FDD" w:rsidRDefault="00564FDD" w:rsidP="00564FDD"/>
                          <w:p w14:paraId="1E2C2270" w14:textId="77777777" w:rsidR="00564FDD" w:rsidRPr="002830A5" w:rsidRDefault="00E6544C" w:rsidP="00564FD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QUADRILATE – RO QUALSIASI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A5DD5" id="Rettangolo 287" o:spid="_x0000_s1088" style="position:absolute;margin-left:156.55pt;margin-top:212.95pt;width:130.75pt;height:181.4pt;z-index:2516275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" fillcolor="#5b9bd5 [3204]" strokecolor="#1f4d78 [1604]" strokeweight="1pt">
                <v:textbox>
                  <w:txbxContent>
                    <w:p w14:paraId="7B5D9882" w14:textId="77777777" w:rsidR="00564FDD" w:rsidRDefault="00564FDD" w:rsidP="00564FDD"/>
                    <w:p w14:paraId="50B0BF31" w14:textId="77777777" w:rsidR="00564FDD" w:rsidRDefault="00564FDD" w:rsidP="00564FDD"/>
                    <w:p w14:paraId="27A3A055" w14:textId="77777777" w:rsidR="00564FDD" w:rsidRDefault="00564FDD" w:rsidP="00564FDD"/>
                    <w:p w14:paraId="4B4A9513" w14:textId="77777777" w:rsidR="00564FDD" w:rsidRDefault="00564FDD" w:rsidP="00564FDD"/>
                    <w:p w14:paraId="0745DC96" w14:textId="77777777" w:rsidR="00564FDD" w:rsidRDefault="00564FDD" w:rsidP="00564FDD"/>
                    <w:p w14:paraId="1E2C2270" w14:textId="77777777" w:rsidR="00564FDD" w:rsidRPr="002830A5" w:rsidRDefault="00E6544C" w:rsidP="00564FD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QUADRILATE – RO QUALSIASI</w:t>
                      </w:r>
                    </w:p>
                  </w:txbxContent>
                </v:textbox>
              </v:rect>
            </w:pict>
          </mc:Fallback>
        </mc:AlternateContent>
      </w:r>
      <w:r w:rsidR="00564FDD">
        <w:rPr>
          <w:noProof/>
        </w:rPr>
        <mc:AlternateContent>
          <mc:Choice Requires="wps">
            <w:drawing>
              <wp:anchor distT="0" distB="0" distL="114300" distR="114300" simplePos="0" relativeHeight="251628538" behindDoc="0" locked="0" layoutInCell="1" allowOverlap="1" wp14:anchorId="4BDE4B7F" wp14:editId="208F4577">
                <wp:simplePos x="0" y="0"/>
                <wp:positionH relativeFrom="column">
                  <wp:posOffset>175260</wp:posOffset>
                </wp:positionH>
                <wp:positionV relativeFrom="paragraph">
                  <wp:posOffset>2704465</wp:posOffset>
                </wp:positionV>
                <wp:extent cx="1660525" cy="2303780"/>
                <wp:effectExtent l="0" t="0" r="15875" b="20320"/>
                <wp:wrapNone/>
                <wp:docPr id="286" name="Rettangolo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DC63C" w14:textId="77777777" w:rsidR="00564FDD" w:rsidRDefault="00564FDD" w:rsidP="00564FDD"/>
                          <w:p w14:paraId="5D6AE45B" w14:textId="77777777" w:rsidR="00E6544C" w:rsidRDefault="00E6544C" w:rsidP="00564FDD"/>
                          <w:p w14:paraId="68C75AF0" w14:textId="77777777" w:rsidR="00E6544C" w:rsidRDefault="00E6544C" w:rsidP="00564FD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42F887E6" w14:textId="77777777" w:rsidR="00E6544C" w:rsidRDefault="00E6544C" w:rsidP="00564FD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53824CCF" w14:textId="77777777" w:rsidR="00564FDD" w:rsidRPr="002830A5" w:rsidRDefault="00E6544C" w:rsidP="00564FD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PARALLELO – GRAMMA 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E4B7F" id="Rettangolo 286" o:spid="_x0000_s1089" style="position:absolute;margin-left:13.8pt;margin-top:212.95pt;width:130.75pt;height:181.4pt;z-index:2516285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" fillcolor="#5b9bd5 [3204]" strokecolor="#1f4d78 [1604]" strokeweight="1pt">
                <v:textbox>
                  <w:txbxContent>
                    <w:p w14:paraId="7ABDC63C" w14:textId="77777777" w:rsidR="00564FDD" w:rsidRDefault="00564FDD" w:rsidP="00564FDD"/>
                    <w:p w14:paraId="5D6AE45B" w14:textId="77777777" w:rsidR="00E6544C" w:rsidRDefault="00E6544C" w:rsidP="00564FDD"/>
                    <w:p w14:paraId="68C75AF0" w14:textId="77777777" w:rsidR="00E6544C" w:rsidRDefault="00E6544C" w:rsidP="00564FDD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42F887E6" w14:textId="77777777" w:rsidR="00E6544C" w:rsidRDefault="00E6544C" w:rsidP="00564FDD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53824CCF" w14:textId="77777777" w:rsidR="00564FDD" w:rsidRPr="002830A5" w:rsidRDefault="00E6544C" w:rsidP="00564FD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PARALLELO – GRAMMA GENERICO</w:t>
                      </w:r>
                    </w:p>
                  </w:txbxContent>
                </v:textbox>
              </v:rect>
            </w:pict>
          </mc:Fallback>
        </mc:AlternateContent>
      </w:r>
      <w:r w:rsidR="00564FDD">
        <w:rPr>
          <w:noProof/>
        </w:rPr>
        <mc:AlternateContent>
          <mc:Choice Requires="wps">
            <w:drawing>
              <wp:anchor distT="0" distB="0" distL="114300" distR="114300" simplePos="0" relativeHeight="251629563" behindDoc="0" locked="0" layoutInCell="1" allowOverlap="1" wp14:anchorId="584B0381" wp14:editId="27425ED8">
                <wp:simplePos x="0" y="0"/>
                <wp:positionH relativeFrom="column">
                  <wp:posOffset>3832860</wp:posOffset>
                </wp:positionH>
                <wp:positionV relativeFrom="paragraph">
                  <wp:posOffset>218440</wp:posOffset>
                </wp:positionV>
                <wp:extent cx="1660525" cy="2303780"/>
                <wp:effectExtent l="0" t="0" r="15875" b="20320"/>
                <wp:wrapNone/>
                <wp:docPr id="285" name="Rettangolo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8A9FEA" w14:textId="77777777" w:rsidR="00564FDD" w:rsidRDefault="00564FDD" w:rsidP="00564FDD"/>
                          <w:p w14:paraId="0525C767" w14:textId="77777777" w:rsidR="00564FDD" w:rsidRDefault="00564FDD" w:rsidP="00564FDD"/>
                          <w:p w14:paraId="155F6368" w14:textId="77777777" w:rsidR="00564FDD" w:rsidRDefault="00564FDD" w:rsidP="00564FDD"/>
                          <w:p w14:paraId="07754DF9" w14:textId="77777777" w:rsidR="00564FDD" w:rsidRDefault="00564FDD" w:rsidP="00564FDD"/>
                          <w:p w14:paraId="3A3CFDFC" w14:textId="77777777" w:rsidR="00564FDD" w:rsidRDefault="00564FDD" w:rsidP="00564FDD"/>
                          <w:p w14:paraId="50E86CAF" w14:textId="77777777" w:rsidR="00564FDD" w:rsidRPr="002830A5" w:rsidRDefault="001D3970" w:rsidP="00564FD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 xml:space="preserve">QUADRILATE – RO </w:t>
                            </w:r>
                            <w:r w:rsidR="002830A5"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4B0381" id="Rettangolo 285" o:spid="_x0000_s1090" style="position:absolute;margin-left:301.8pt;margin-top:17.2pt;width:130.75pt;height:181.4pt;z-index:2516295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" fillcolor="#5b9bd5 [3204]" strokecolor="#1f4d78 [1604]" strokeweight="1pt">
                <v:textbox>
                  <w:txbxContent>
                    <w:p w14:paraId="748A9FEA" w14:textId="77777777" w:rsidR="00564FDD" w:rsidRDefault="00564FDD" w:rsidP="00564FDD"/>
                    <w:p w14:paraId="0525C767" w14:textId="77777777" w:rsidR="00564FDD" w:rsidRDefault="00564FDD" w:rsidP="00564FDD"/>
                    <w:p w14:paraId="155F6368" w14:textId="77777777" w:rsidR="00564FDD" w:rsidRDefault="00564FDD" w:rsidP="00564FDD"/>
                    <w:p w14:paraId="07754DF9" w14:textId="77777777" w:rsidR="00564FDD" w:rsidRDefault="00564FDD" w:rsidP="00564FDD"/>
                    <w:p w14:paraId="3A3CFDFC" w14:textId="77777777" w:rsidR="00564FDD" w:rsidRDefault="00564FDD" w:rsidP="00564FDD"/>
                    <w:p w14:paraId="50E86CAF" w14:textId="77777777" w:rsidR="00564FDD" w:rsidRPr="002830A5" w:rsidRDefault="001D3970" w:rsidP="00564FD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 xml:space="preserve">QUADRILATE – RO </w:t>
                      </w:r>
                      <w:r w:rsidR="002830A5"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GENERICO</w:t>
                      </w:r>
                    </w:p>
                  </w:txbxContent>
                </v:textbox>
              </v:rect>
            </w:pict>
          </mc:Fallback>
        </mc:AlternateContent>
      </w:r>
      <w:r w:rsidR="00564FDD">
        <w:rPr>
          <w:noProof/>
        </w:rPr>
        <mc:AlternateContent>
          <mc:Choice Requires="wps">
            <w:drawing>
              <wp:anchor distT="0" distB="0" distL="114300" distR="114300" simplePos="0" relativeHeight="251630588" behindDoc="0" locked="0" layoutInCell="1" allowOverlap="1" wp14:anchorId="2F4FCA7A" wp14:editId="04461E0F">
                <wp:simplePos x="0" y="0"/>
                <wp:positionH relativeFrom="column">
                  <wp:posOffset>1988185</wp:posOffset>
                </wp:positionH>
                <wp:positionV relativeFrom="paragraph">
                  <wp:posOffset>199390</wp:posOffset>
                </wp:positionV>
                <wp:extent cx="1660525" cy="2303780"/>
                <wp:effectExtent l="0" t="0" r="15875" b="20320"/>
                <wp:wrapNone/>
                <wp:docPr id="284" name="Rettangolo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22471B" w14:textId="77777777" w:rsidR="00564FDD" w:rsidRDefault="00564FDD" w:rsidP="00564FDD"/>
                          <w:p w14:paraId="100EBE23" w14:textId="77777777" w:rsidR="00564FDD" w:rsidRDefault="00564FDD" w:rsidP="00564FDD"/>
                          <w:p w14:paraId="20A10AC6" w14:textId="77777777" w:rsidR="00564FDD" w:rsidRDefault="00564FDD" w:rsidP="00564FDD"/>
                          <w:p w14:paraId="5D272166" w14:textId="77777777" w:rsidR="00404AC9" w:rsidRDefault="00404AC9" w:rsidP="00564FDD"/>
                          <w:p w14:paraId="41392D3B" w14:textId="77777777" w:rsidR="00404AC9" w:rsidRDefault="00404AC9" w:rsidP="00564FDD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</w:p>
                          <w:p w14:paraId="49890ED8" w14:textId="77777777" w:rsidR="00564FDD" w:rsidRPr="002830A5" w:rsidRDefault="00404AC9" w:rsidP="00564FD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 xml:space="preserve">QUADRILATE – RO </w:t>
                            </w:r>
                            <w:r w:rsidR="002830A5"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FCA7A" id="Rettangolo 284" o:spid="_x0000_s1091" style="position:absolute;margin-left:156.55pt;margin-top:15.7pt;width:130.75pt;height:181.4pt;z-index:2516305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" fillcolor="#5b9bd5 [3204]" strokecolor="#1f4d78 [1604]" strokeweight="1pt">
                <v:textbox>
                  <w:txbxContent>
                    <w:p w14:paraId="7A22471B" w14:textId="77777777" w:rsidR="00564FDD" w:rsidRDefault="00564FDD" w:rsidP="00564FDD"/>
                    <w:p w14:paraId="100EBE23" w14:textId="77777777" w:rsidR="00564FDD" w:rsidRDefault="00564FDD" w:rsidP="00564FDD"/>
                    <w:p w14:paraId="20A10AC6" w14:textId="77777777" w:rsidR="00564FDD" w:rsidRDefault="00564FDD" w:rsidP="00564FDD"/>
                    <w:p w14:paraId="5D272166" w14:textId="77777777" w:rsidR="00404AC9" w:rsidRDefault="00404AC9" w:rsidP="00564FDD"/>
                    <w:p w14:paraId="41392D3B" w14:textId="77777777" w:rsidR="00404AC9" w:rsidRDefault="00404AC9" w:rsidP="00564FDD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</w:p>
                    <w:p w14:paraId="49890ED8" w14:textId="77777777" w:rsidR="00564FDD" w:rsidRPr="002830A5" w:rsidRDefault="00404AC9" w:rsidP="00564FD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 xml:space="preserve">QUADRILATE – RO </w:t>
                      </w:r>
                      <w:r w:rsidR="002830A5"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GENERICO</w:t>
                      </w:r>
                    </w:p>
                  </w:txbxContent>
                </v:textbox>
              </v:rect>
            </w:pict>
          </mc:Fallback>
        </mc:AlternateContent>
      </w:r>
      <w:r w:rsidR="0001736B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4A3D3B1" wp14:editId="2BFD0CD6">
                <wp:simplePos x="0" y="0"/>
                <wp:positionH relativeFrom="column">
                  <wp:posOffset>175260</wp:posOffset>
                </wp:positionH>
                <wp:positionV relativeFrom="paragraph">
                  <wp:posOffset>199390</wp:posOffset>
                </wp:positionV>
                <wp:extent cx="1660525" cy="2303780"/>
                <wp:effectExtent l="0" t="0" r="15875" b="20320"/>
                <wp:wrapNone/>
                <wp:docPr id="274" name="Rettangolo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2303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04872B" w14:textId="77777777" w:rsidR="0001736B" w:rsidRDefault="0001736B" w:rsidP="0001736B"/>
                          <w:p w14:paraId="5EC23B56" w14:textId="77777777" w:rsidR="0001736B" w:rsidRDefault="0001736B" w:rsidP="0001736B"/>
                          <w:p w14:paraId="5C6B2D5B" w14:textId="77777777" w:rsidR="0001736B" w:rsidRDefault="0001736B" w:rsidP="0001736B"/>
                          <w:p w14:paraId="16B7D11B" w14:textId="77777777" w:rsidR="0001736B" w:rsidRDefault="0001736B" w:rsidP="0001736B"/>
                          <w:p w14:paraId="24DDB281" w14:textId="77777777" w:rsidR="0001736B" w:rsidRDefault="0001736B" w:rsidP="0001736B"/>
                          <w:p w14:paraId="6815D375" w14:textId="77777777" w:rsidR="0001736B" w:rsidRPr="002830A5" w:rsidRDefault="00564FDD" w:rsidP="0001736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 xml:space="preserve">QUADRILATE – RO </w:t>
                            </w:r>
                            <w:r w:rsidR="002830A5" w:rsidRPr="002830A5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  <w:sz w:val="36"/>
                              </w:rPr>
                              <w:t>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A3D3B1" id="Rettangolo 274" o:spid="_x0000_s1092" style="position:absolute;margin-left:13.8pt;margin-top:15.7pt;width:130.75pt;height:181.4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" fillcolor="#5b9bd5 [3204]" strokecolor="#1f4d78 [1604]" strokeweight="1pt">
                <v:textbox>
                  <w:txbxContent>
                    <w:p w14:paraId="0E04872B" w14:textId="77777777" w:rsidR="0001736B" w:rsidRDefault="0001736B" w:rsidP="0001736B"/>
                    <w:p w14:paraId="5EC23B56" w14:textId="77777777" w:rsidR="0001736B" w:rsidRDefault="0001736B" w:rsidP="0001736B"/>
                    <w:p w14:paraId="5C6B2D5B" w14:textId="77777777" w:rsidR="0001736B" w:rsidRDefault="0001736B" w:rsidP="0001736B"/>
                    <w:p w14:paraId="16B7D11B" w14:textId="77777777" w:rsidR="0001736B" w:rsidRDefault="0001736B" w:rsidP="0001736B"/>
                    <w:p w14:paraId="24DDB281" w14:textId="77777777" w:rsidR="0001736B" w:rsidRDefault="0001736B" w:rsidP="0001736B"/>
                    <w:p w14:paraId="6815D375" w14:textId="77777777" w:rsidR="0001736B" w:rsidRPr="002830A5" w:rsidRDefault="00564FDD" w:rsidP="0001736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</w:pPr>
                      <w:r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 xml:space="preserve">QUADRILATE – RO </w:t>
                      </w:r>
                      <w:r w:rsidR="002830A5" w:rsidRPr="002830A5"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36"/>
                        </w:rPr>
                        <w:t>GENERICO</w:t>
                      </w:r>
                    </w:p>
                  </w:txbxContent>
                </v:textbox>
              </v:rect>
            </w:pict>
          </mc:Fallback>
        </mc:AlternateContent>
      </w:r>
    </w:p>
    <w:p w14:paraId="66E75D72" w14:textId="77777777" w:rsidR="00F24779" w:rsidRPr="00F24779" w:rsidRDefault="00F24779" w:rsidP="00F24779"/>
    <w:p w14:paraId="54F8DD6B" w14:textId="77777777" w:rsidR="00F24779" w:rsidRPr="00F24779" w:rsidRDefault="00F24779" w:rsidP="00F24779"/>
    <w:p w14:paraId="6A532723" w14:textId="77777777" w:rsidR="00F24779" w:rsidRPr="00F24779" w:rsidRDefault="00F24779" w:rsidP="00F24779"/>
    <w:p w14:paraId="13115EAE" w14:textId="77777777" w:rsidR="00F24779" w:rsidRPr="00F24779" w:rsidRDefault="00F24779" w:rsidP="00F24779"/>
    <w:p w14:paraId="1C6A0172" w14:textId="77777777" w:rsidR="00F24779" w:rsidRPr="00F24779" w:rsidRDefault="00F24779" w:rsidP="00F24779"/>
    <w:p w14:paraId="29C629CA" w14:textId="77777777" w:rsidR="00F24779" w:rsidRPr="00F24779" w:rsidRDefault="00F24779" w:rsidP="00F24779"/>
    <w:p w14:paraId="323DE6C7" w14:textId="77777777" w:rsidR="00F24779" w:rsidRPr="00F24779" w:rsidRDefault="00F24779" w:rsidP="00F24779"/>
    <w:p w14:paraId="0BCB2335" w14:textId="77777777" w:rsidR="00F24779" w:rsidRPr="00F24779" w:rsidRDefault="00F24779" w:rsidP="00F24779"/>
    <w:p w14:paraId="0B12639A" w14:textId="77777777" w:rsidR="00F24779" w:rsidRPr="00F24779" w:rsidRDefault="00F24779" w:rsidP="00F24779"/>
    <w:p w14:paraId="5B83B906" w14:textId="77777777" w:rsidR="00F24779" w:rsidRPr="00F24779" w:rsidRDefault="00F24779" w:rsidP="00F24779"/>
    <w:p w14:paraId="675E1037" w14:textId="77777777" w:rsidR="00F24779" w:rsidRPr="00F24779" w:rsidRDefault="00F24779" w:rsidP="00F24779"/>
    <w:p w14:paraId="1EA1038C" w14:textId="77777777" w:rsidR="00F24779" w:rsidRPr="00F24779" w:rsidRDefault="00F24779" w:rsidP="00F24779">
      <w:bookmarkStart w:id="1" w:name="_GoBack"/>
      <w:bookmarkEnd w:id="1"/>
    </w:p>
    <w:p w14:paraId="2211C51D" w14:textId="77777777" w:rsidR="00F24779" w:rsidRPr="00F24779" w:rsidRDefault="00F24779" w:rsidP="00F24779"/>
    <w:p w14:paraId="1EC3A64E" w14:textId="77777777" w:rsidR="00F24779" w:rsidRPr="00F24779" w:rsidRDefault="00F24779" w:rsidP="00F24779"/>
    <w:p w14:paraId="52CFBDB9" w14:textId="77777777" w:rsidR="00F24779" w:rsidRPr="00F24779" w:rsidRDefault="00F24779" w:rsidP="00F24779"/>
    <w:p w14:paraId="06AE55AD" w14:textId="77777777" w:rsidR="00F24779" w:rsidRPr="00F24779" w:rsidRDefault="00F24779" w:rsidP="00F24779"/>
    <w:p w14:paraId="69197DCD" w14:textId="77777777" w:rsidR="00F24779" w:rsidRPr="00F24779" w:rsidRDefault="00F24779" w:rsidP="00F24779"/>
    <w:p w14:paraId="11FC04E8" w14:textId="77777777" w:rsidR="00F24779" w:rsidRDefault="00F24779" w:rsidP="00F24779"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5E237EC" wp14:editId="72882BD4">
                <wp:simplePos x="0" y="0"/>
                <wp:positionH relativeFrom="column">
                  <wp:posOffset>3918585</wp:posOffset>
                </wp:positionH>
                <wp:positionV relativeFrom="paragraph">
                  <wp:posOffset>273685</wp:posOffset>
                </wp:positionV>
                <wp:extent cx="1790700" cy="2466975"/>
                <wp:effectExtent l="0" t="0" r="19050" b="28575"/>
                <wp:wrapNone/>
                <wp:docPr id="302" name="Rettangolo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03A1DB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QUADRATO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E237EC" id="Rettangolo 302" o:spid="_x0000_s1093" style="position:absolute;margin-left:308.55pt;margin-top:21.55pt;width:141pt;height:194.2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" fillcolor="red" strokecolor="#1f4d78 [1604]" strokeweight="1pt">
                <v:textbox>
                  <w:txbxContent>
                    <w:p w14:paraId="3B03A1DB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QUADRATO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D064EB6" wp14:editId="26068F22">
                <wp:simplePos x="0" y="0"/>
                <wp:positionH relativeFrom="column">
                  <wp:posOffset>2013585</wp:posOffset>
                </wp:positionH>
                <wp:positionV relativeFrom="paragraph">
                  <wp:posOffset>264160</wp:posOffset>
                </wp:positionV>
                <wp:extent cx="1790700" cy="2466975"/>
                <wp:effectExtent l="0" t="0" r="19050" b="28575"/>
                <wp:wrapNone/>
                <wp:docPr id="301" name="Rettangolo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DFC1D2" w14:textId="77777777" w:rsidR="00F24779" w:rsidRPr="00F24779" w:rsidRDefault="00F24779" w:rsidP="00F24779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24779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QUADRILATE – </w:t>
                            </w:r>
                          </w:p>
                          <w:p w14:paraId="771B7831" w14:textId="77777777" w:rsidR="00F24779" w:rsidRPr="00F24779" w:rsidRDefault="00F24779" w:rsidP="00F24779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24779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RO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24779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GENERICO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64EB6" id="Rettangolo 301" o:spid="_x0000_s1094" style="position:absolute;margin-left:158.55pt;margin-top:20.8pt;width:141pt;height:194.2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" fillcolor="red" strokecolor="#1f4d78 [1604]" strokeweight="1pt">
                <v:textbox>
                  <w:txbxContent>
                    <w:p w14:paraId="64DFC1D2" w14:textId="77777777" w:rsidR="00F24779" w:rsidRPr="00F24779" w:rsidRDefault="00F24779" w:rsidP="00F24779">
                      <w:pPr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F24779"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QUADRILATE – </w:t>
                      </w:r>
                    </w:p>
                    <w:p w14:paraId="771B7831" w14:textId="77777777" w:rsidR="00F24779" w:rsidRPr="00F24779" w:rsidRDefault="00F24779" w:rsidP="00F24779">
                      <w:pPr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F24779">
                        <w:rPr>
                          <w:color w:val="000000" w:themeColor="text1"/>
                          <w:sz w:val="36"/>
                          <w:szCs w:val="36"/>
                        </w:rPr>
                        <w:t>RO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24779">
                        <w:rPr>
                          <w:color w:val="000000" w:themeColor="text1"/>
                          <w:sz w:val="36"/>
                          <w:szCs w:val="36"/>
                        </w:rPr>
                        <w:t>GENERICO</w:t>
                      </w:r>
                    </w:p>
                  </w:txbxContent>
                </v:textbox>
              </v:rect>
            </w:pict>
          </mc:Fallback>
        </mc:AlternateContent>
      </w:r>
    </w:p>
    <w:p w14:paraId="0C54ED2F" w14:textId="77777777" w:rsidR="00F24779" w:rsidRDefault="00F24779" w:rsidP="00F24779">
      <w:pPr>
        <w:tabs>
          <w:tab w:val="left" w:pos="3570"/>
        </w:tabs>
      </w:pPr>
      <w:r>
        <w:tab/>
      </w:r>
    </w:p>
    <w:p w14:paraId="311BE0B1" w14:textId="77777777" w:rsidR="00F24779" w:rsidRPr="00F24779" w:rsidRDefault="00F24779" w:rsidP="00F24779"/>
    <w:p w14:paraId="1587BE1F" w14:textId="77777777" w:rsidR="00F24779" w:rsidRPr="00F24779" w:rsidRDefault="00F24779" w:rsidP="00F24779"/>
    <w:p w14:paraId="13955A3F" w14:textId="77777777" w:rsidR="00F24779" w:rsidRPr="00F24779" w:rsidRDefault="00F24779" w:rsidP="00F24779"/>
    <w:p w14:paraId="63B3D217" w14:textId="77777777" w:rsidR="00F24779" w:rsidRPr="00F24779" w:rsidRDefault="00F24779" w:rsidP="00F24779"/>
    <w:p w14:paraId="048FA6D5" w14:textId="77777777" w:rsidR="00F24779" w:rsidRPr="00F24779" w:rsidRDefault="00F24779" w:rsidP="00F24779"/>
    <w:p w14:paraId="15FFF121" w14:textId="77777777" w:rsidR="00F24779" w:rsidRPr="00F24779" w:rsidRDefault="00F24779" w:rsidP="00F24779"/>
    <w:p w14:paraId="16D237DD" w14:textId="77777777" w:rsidR="00F24779" w:rsidRPr="00F24779" w:rsidRDefault="00F24779" w:rsidP="00F24779"/>
    <w:p w14:paraId="19B5C798" w14:textId="77777777" w:rsidR="00F24779" w:rsidRPr="00F24779" w:rsidRDefault="00F24779" w:rsidP="00F24779"/>
    <w:p w14:paraId="6DB6CF6F" w14:textId="77777777" w:rsidR="00F24779" w:rsidRPr="00F24779" w:rsidRDefault="00F24779" w:rsidP="00F24779"/>
    <w:p w14:paraId="1940BE87" w14:textId="77777777" w:rsidR="00F24779" w:rsidRDefault="00F24779" w:rsidP="00F24779"/>
    <w:p w14:paraId="63D9F56A" w14:textId="77777777" w:rsidR="0001736B" w:rsidRDefault="0001736B" w:rsidP="00F24779"/>
    <w:p w14:paraId="3BA8E270" w14:textId="77777777" w:rsidR="00F24779" w:rsidRDefault="00F24779" w:rsidP="00F24779"/>
    <w:p w14:paraId="5903B0FD" w14:textId="77777777" w:rsidR="00F24779" w:rsidRDefault="00F24779" w:rsidP="00F24779"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4ADDE4C" wp14:editId="7D35E65E">
                <wp:simplePos x="0" y="0"/>
                <wp:positionH relativeFrom="column">
                  <wp:posOffset>3975735</wp:posOffset>
                </wp:positionH>
                <wp:positionV relativeFrom="paragraph">
                  <wp:posOffset>33655</wp:posOffset>
                </wp:positionV>
                <wp:extent cx="1790700" cy="2466975"/>
                <wp:effectExtent l="0" t="0" r="19050" b="28575"/>
                <wp:wrapNone/>
                <wp:docPr id="303" name="Rettangolo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137A1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TRAPEZIO SCALENO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ADDE4C" id="Rettangolo 303" o:spid="_x0000_s1095" style="position:absolute;margin-left:313.05pt;margin-top:2.65pt;width:141pt;height:194.2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" fillcolor="red" strokecolor="#1f4d78 [1604]" strokeweight="1pt">
                <v:textbox>
                  <w:txbxContent>
                    <w:p w14:paraId="495137A1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TRAPEZIO SCALENO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7D39F69" wp14:editId="2C972AFB">
                <wp:simplePos x="0" y="0"/>
                <wp:positionH relativeFrom="column">
                  <wp:posOffset>1975485</wp:posOffset>
                </wp:positionH>
                <wp:positionV relativeFrom="paragraph">
                  <wp:posOffset>33655</wp:posOffset>
                </wp:positionV>
                <wp:extent cx="1790700" cy="2466975"/>
                <wp:effectExtent l="0" t="0" r="19050" b="28575"/>
                <wp:wrapNone/>
                <wp:docPr id="304" name="Rettangolo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F650E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ROMBO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D39F69" id="Rettangolo 304" o:spid="_x0000_s1096" style="position:absolute;margin-left:155.55pt;margin-top:2.65pt;width:141pt;height:194.2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" fillcolor="red" strokecolor="#1f4d78 [1604]" strokeweight="1pt">
                <v:textbox>
                  <w:txbxContent>
                    <w:p w14:paraId="045F650E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ROMBO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E589CA0" wp14:editId="687D7DDD">
                <wp:simplePos x="0" y="0"/>
                <wp:positionH relativeFrom="column">
                  <wp:posOffset>32385</wp:posOffset>
                </wp:positionH>
                <wp:positionV relativeFrom="paragraph">
                  <wp:posOffset>33655</wp:posOffset>
                </wp:positionV>
                <wp:extent cx="1790700" cy="2466975"/>
                <wp:effectExtent l="0" t="0" r="19050" b="28575"/>
                <wp:wrapNone/>
                <wp:docPr id="300" name="Rettangolo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ACACBA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589CA0" id="Rettangolo 300" o:spid="_x0000_s1097" style="position:absolute;margin-left:2.55pt;margin-top:2.65pt;width:141pt;height:194.2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" fillcolor="red" strokecolor="#1f4d78 [1604]" strokeweight="1pt">
                <v:textbox>
                  <w:txbxContent>
                    <w:p w14:paraId="56ACACBA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RETTANGOLO</w:t>
                      </w:r>
                    </w:p>
                  </w:txbxContent>
                </v:textbox>
              </v:rect>
            </w:pict>
          </mc:Fallback>
        </mc:AlternateContent>
      </w:r>
    </w:p>
    <w:p w14:paraId="7DA9ACA1" w14:textId="77777777" w:rsidR="00F24779" w:rsidRPr="00F24779" w:rsidRDefault="00F24779" w:rsidP="00F24779"/>
    <w:p w14:paraId="71508AB5" w14:textId="77777777" w:rsidR="00F24779" w:rsidRPr="00F24779" w:rsidRDefault="00F24779" w:rsidP="00F24779"/>
    <w:p w14:paraId="39E62316" w14:textId="77777777" w:rsidR="00F24779" w:rsidRPr="00F24779" w:rsidRDefault="00F24779" w:rsidP="00F24779"/>
    <w:p w14:paraId="4CDCDB08" w14:textId="77777777" w:rsidR="00F24779" w:rsidRPr="00F24779" w:rsidRDefault="00F24779" w:rsidP="00F24779"/>
    <w:p w14:paraId="4FCBAC27" w14:textId="77777777" w:rsidR="00F24779" w:rsidRPr="00F24779" w:rsidRDefault="00F24779" w:rsidP="00F24779"/>
    <w:p w14:paraId="539843BC" w14:textId="77777777" w:rsidR="00F24779" w:rsidRPr="00F24779" w:rsidRDefault="00F24779" w:rsidP="00F24779"/>
    <w:p w14:paraId="136B6EE6" w14:textId="77777777" w:rsidR="00F24779" w:rsidRPr="00F24779" w:rsidRDefault="00F24779" w:rsidP="00F24779"/>
    <w:p w14:paraId="1B8A1ABD" w14:textId="77777777" w:rsidR="00F24779" w:rsidRPr="00F24779" w:rsidRDefault="00F24779" w:rsidP="00F24779"/>
    <w:p w14:paraId="1C308C72" w14:textId="77777777" w:rsidR="00F24779" w:rsidRDefault="00F24779" w:rsidP="00F24779"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1527C06" wp14:editId="446CCBDE">
                <wp:simplePos x="0" y="0"/>
                <wp:positionH relativeFrom="column">
                  <wp:posOffset>3975735</wp:posOffset>
                </wp:positionH>
                <wp:positionV relativeFrom="paragraph">
                  <wp:posOffset>254000</wp:posOffset>
                </wp:positionV>
                <wp:extent cx="1790700" cy="2466975"/>
                <wp:effectExtent l="0" t="0" r="19050" b="28575"/>
                <wp:wrapNone/>
                <wp:docPr id="307" name="Rettangolo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EC20C6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DELTOIDE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27C06" id="Rettangolo 307" o:spid="_x0000_s1098" style="position:absolute;margin-left:313.05pt;margin-top:20pt;width:141pt;height:194.2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" fillcolor="red" strokecolor="#1f4d78 [1604]" strokeweight="1pt">
                <v:textbox>
                  <w:txbxContent>
                    <w:p w14:paraId="64EC20C6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DELTOIDE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1CD5EDC0" wp14:editId="560E9A04">
                <wp:simplePos x="0" y="0"/>
                <wp:positionH relativeFrom="column">
                  <wp:posOffset>1975485</wp:posOffset>
                </wp:positionH>
                <wp:positionV relativeFrom="paragraph">
                  <wp:posOffset>263525</wp:posOffset>
                </wp:positionV>
                <wp:extent cx="1790700" cy="2466975"/>
                <wp:effectExtent l="0" t="0" r="19050" b="28575"/>
                <wp:wrapNone/>
                <wp:docPr id="308" name="Rettangolo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A9D6D6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TRAPEZIO RETTANGOLO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D5EDC0" id="Rettangolo 308" o:spid="_x0000_s1099" style="position:absolute;margin-left:155.55pt;margin-top:20.75pt;width:141pt;height:194.25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" fillcolor="red" strokecolor="#1f4d78 [1604]" strokeweight="1pt">
                <v:textbox>
                  <w:txbxContent>
                    <w:p w14:paraId="3EA9D6D6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TRAPEZIO RETTANGOLO</w:t>
                      </w:r>
                    </w:p>
                  </w:txbxContent>
                </v:textbox>
              </v:rect>
            </w:pict>
          </mc:Fallback>
        </mc:AlternateContent>
      </w:r>
    </w:p>
    <w:p w14:paraId="0D88A558" w14:textId="77777777" w:rsidR="00F24779" w:rsidRPr="00F24779" w:rsidRDefault="00F24779" w:rsidP="00F24779"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09377F4C" wp14:editId="311B330B">
                <wp:simplePos x="0" y="0"/>
                <wp:positionH relativeFrom="column">
                  <wp:posOffset>32385</wp:posOffset>
                </wp:positionH>
                <wp:positionV relativeFrom="paragraph">
                  <wp:posOffset>2663825</wp:posOffset>
                </wp:positionV>
                <wp:extent cx="1790700" cy="2466975"/>
                <wp:effectExtent l="0" t="0" r="19050" b="28575"/>
                <wp:wrapNone/>
                <wp:docPr id="306" name="Rettangolo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88DE7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DELTOIDE CONCAVO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77F4C" id="Rettangolo 306" o:spid="_x0000_s1100" style="position:absolute;margin-left:2.55pt;margin-top:209.75pt;width:141pt;height:194.2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" fillcolor="red" strokecolor="#1f4d78 [1604]" strokeweight="1pt">
                <v:textbox>
                  <w:txbxContent>
                    <w:p w14:paraId="65688DE7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DELTOIDE CONCAVO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B81FBD1" wp14:editId="44A6846D">
                <wp:simplePos x="0" y="0"/>
                <wp:positionH relativeFrom="column">
                  <wp:posOffset>32385</wp:posOffset>
                </wp:positionH>
                <wp:positionV relativeFrom="paragraph">
                  <wp:posOffset>-3175</wp:posOffset>
                </wp:positionV>
                <wp:extent cx="1790700" cy="2466975"/>
                <wp:effectExtent l="0" t="0" r="19050" b="28575"/>
                <wp:wrapNone/>
                <wp:docPr id="305" name="Rettangolo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36EA6" w14:textId="77777777" w:rsidR="00F24779" w:rsidRPr="00F24779" w:rsidRDefault="00F24779" w:rsidP="00F2477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TRAPEZIO ISOSCELE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1FBD1" id="Rettangolo 305" o:spid="_x0000_s1101" style="position:absolute;margin-left:2.55pt;margin-top:-.25pt;width:141pt;height:194.2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" fillcolor="red" strokecolor="#1f4d78 [1604]" strokeweight="1pt">
                <v:textbox>
                  <w:txbxContent>
                    <w:p w14:paraId="0C836EA6" w14:textId="77777777" w:rsidR="00F24779" w:rsidRPr="00F24779" w:rsidRDefault="00F24779" w:rsidP="00F2477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TRAPEZIO ISOSCELE</w:t>
                      </w:r>
                    </w:p>
                  </w:txbxContent>
                </v:textbox>
              </v:rect>
            </w:pict>
          </mc:Fallback>
        </mc:AlternateContent>
      </w:r>
    </w:p>
    <w:sectPr w:rsidR="00F24779" w:rsidRPr="00F247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mos" w:date="2018-02-20T13:04:00Z" w:initials="A">
    <w:p w14:paraId="74262E1A" w14:textId="77777777" w:rsidR="006D31CC" w:rsidRDefault="006D31CC">
      <w:pPr>
        <w:pStyle w:val="Testocommento"/>
      </w:pPr>
      <w:r>
        <w:rPr>
          <w:rStyle w:val="Rimandocommento"/>
        </w:rPr>
        <w:annotationRef/>
      </w:r>
      <w:r>
        <w:t>Quadrilatero qualsiasi?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262E1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824F" w14:textId="77777777" w:rsidR="001547F6" w:rsidRDefault="001547F6" w:rsidP="00970A34">
      <w:pPr>
        <w:spacing w:after="0" w:line="240" w:lineRule="auto"/>
      </w:pPr>
      <w:r>
        <w:separator/>
      </w:r>
    </w:p>
  </w:endnote>
  <w:endnote w:type="continuationSeparator" w:id="0">
    <w:p w14:paraId="217763B1" w14:textId="77777777" w:rsidR="001547F6" w:rsidRDefault="001547F6" w:rsidP="0097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9D99F" w14:textId="77777777" w:rsidR="001547F6" w:rsidRDefault="001547F6" w:rsidP="00970A34">
      <w:pPr>
        <w:spacing w:after="0" w:line="240" w:lineRule="auto"/>
      </w:pPr>
      <w:r>
        <w:separator/>
      </w:r>
    </w:p>
  </w:footnote>
  <w:footnote w:type="continuationSeparator" w:id="0">
    <w:p w14:paraId="2FEEA796" w14:textId="77777777" w:rsidR="001547F6" w:rsidRDefault="001547F6" w:rsidP="00970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1D"/>
    <w:rsid w:val="0001736B"/>
    <w:rsid w:val="00030B86"/>
    <w:rsid w:val="00094F14"/>
    <w:rsid w:val="0009551C"/>
    <w:rsid w:val="000C22E4"/>
    <w:rsid w:val="000E26F0"/>
    <w:rsid w:val="0011135F"/>
    <w:rsid w:val="00111811"/>
    <w:rsid w:val="0012698C"/>
    <w:rsid w:val="001547F6"/>
    <w:rsid w:val="001D3970"/>
    <w:rsid w:val="001E6C53"/>
    <w:rsid w:val="00217279"/>
    <w:rsid w:val="00226DD6"/>
    <w:rsid w:val="002341BC"/>
    <w:rsid w:val="002830A5"/>
    <w:rsid w:val="002910D0"/>
    <w:rsid w:val="002B78F5"/>
    <w:rsid w:val="002F2F8E"/>
    <w:rsid w:val="00370B98"/>
    <w:rsid w:val="003879C2"/>
    <w:rsid w:val="003A68C1"/>
    <w:rsid w:val="003B7C6A"/>
    <w:rsid w:val="003F11DF"/>
    <w:rsid w:val="00404AC9"/>
    <w:rsid w:val="00417D07"/>
    <w:rsid w:val="00441260"/>
    <w:rsid w:val="00474881"/>
    <w:rsid w:val="004A5177"/>
    <w:rsid w:val="004B193A"/>
    <w:rsid w:val="004C532E"/>
    <w:rsid w:val="00503B54"/>
    <w:rsid w:val="00564FDD"/>
    <w:rsid w:val="005A2C3E"/>
    <w:rsid w:val="005C4E94"/>
    <w:rsid w:val="005D02E1"/>
    <w:rsid w:val="005F7BCF"/>
    <w:rsid w:val="00693DDE"/>
    <w:rsid w:val="006C5571"/>
    <w:rsid w:val="006D31CC"/>
    <w:rsid w:val="007C2F2B"/>
    <w:rsid w:val="007E30C1"/>
    <w:rsid w:val="00836C16"/>
    <w:rsid w:val="008C6ED9"/>
    <w:rsid w:val="008D64A7"/>
    <w:rsid w:val="00917A9A"/>
    <w:rsid w:val="00970A34"/>
    <w:rsid w:val="00A00403"/>
    <w:rsid w:val="00AF2D0A"/>
    <w:rsid w:val="00B1049C"/>
    <w:rsid w:val="00B134AE"/>
    <w:rsid w:val="00B21137"/>
    <w:rsid w:val="00C1389B"/>
    <w:rsid w:val="00C669A6"/>
    <w:rsid w:val="00C81D5F"/>
    <w:rsid w:val="00CB413B"/>
    <w:rsid w:val="00CE5A0E"/>
    <w:rsid w:val="00D045FF"/>
    <w:rsid w:val="00DC2D1D"/>
    <w:rsid w:val="00E6544C"/>
    <w:rsid w:val="00EC2E80"/>
    <w:rsid w:val="00EC643A"/>
    <w:rsid w:val="00EF185C"/>
    <w:rsid w:val="00F24779"/>
    <w:rsid w:val="00F26344"/>
    <w:rsid w:val="00F44EF3"/>
    <w:rsid w:val="00F461C9"/>
    <w:rsid w:val="00FD20E0"/>
    <w:rsid w:val="00FE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68B2AB"/>
  <w15:docId w15:val="{20B94A53-4225-44E8-8ED0-1B328D72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4E94"/>
    <w:rPr>
      <w:rFonts w:eastAsiaTheme="minorEastAsia"/>
      <w:lang w:eastAsia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B98"/>
    <w:rPr>
      <w:rFonts w:ascii="Tahoma" w:eastAsiaTheme="minorEastAsia" w:hAnsi="Tahoma" w:cs="Tahoma"/>
      <w:sz w:val="16"/>
      <w:szCs w:val="16"/>
      <w:lang w:eastAsia="it-CH"/>
    </w:rPr>
  </w:style>
  <w:style w:type="paragraph" w:styleId="Intestazione">
    <w:name w:val="header"/>
    <w:basedOn w:val="Normale"/>
    <w:link w:val="IntestazioneCarattere"/>
    <w:uiPriority w:val="99"/>
    <w:unhideWhenUsed/>
    <w:rsid w:val="00970A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A34"/>
    <w:rPr>
      <w:rFonts w:eastAsiaTheme="minorEastAsia"/>
      <w:lang w:eastAsia="it-CH"/>
    </w:rPr>
  </w:style>
  <w:style w:type="paragraph" w:styleId="Pidipagina">
    <w:name w:val="footer"/>
    <w:basedOn w:val="Normale"/>
    <w:link w:val="PidipaginaCarattere"/>
    <w:uiPriority w:val="99"/>
    <w:unhideWhenUsed/>
    <w:rsid w:val="00970A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A34"/>
    <w:rPr>
      <w:rFonts w:eastAsiaTheme="minorEastAsia"/>
      <w:lang w:eastAsia="it-CH"/>
    </w:rPr>
  </w:style>
  <w:style w:type="character" w:styleId="Rimandocommento">
    <w:name w:val="annotation reference"/>
    <w:basedOn w:val="Carpredefinitoparagrafo"/>
    <w:uiPriority w:val="99"/>
    <w:semiHidden/>
    <w:unhideWhenUsed/>
    <w:rsid w:val="006D31C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D31C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D31CC"/>
    <w:rPr>
      <w:rFonts w:eastAsiaTheme="minorEastAsia"/>
      <w:sz w:val="20"/>
      <w:szCs w:val="20"/>
      <w:lang w:eastAsia="it-CH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31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31CC"/>
    <w:rPr>
      <w:rFonts w:eastAsiaTheme="minorEastAsia"/>
      <w:b/>
      <w:bCs/>
      <w:sz w:val="20"/>
      <w:szCs w:val="20"/>
      <w:lang w:eastAsia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1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fontTable" Target="fontTable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comments" Target="comments.xml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61" Type="http://schemas.openxmlformats.org/officeDocument/2006/relationships/image" Target="media/image53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3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microsoft.com/office/2011/relationships/commentsExtended" Target="commentsExtended.xml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4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C0EC1-D7B7-4589-AC2F-A9CEB49A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DA18BA11</Template>
  <TotalTime>0</TotalTime>
  <Pages>9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Michele Canducci</cp:lastModifiedBy>
  <cp:revision>50</cp:revision>
  <dcterms:created xsi:type="dcterms:W3CDTF">2018-01-11T15:38:00Z</dcterms:created>
  <dcterms:modified xsi:type="dcterms:W3CDTF">2018-10-08T14:09:00Z</dcterms:modified>
</cp:coreProperties>
</file>